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3EFB2" w14:textId="77777777" w:rsidR="00173884" w:rsidRPr="000A3B87" w:rsidRDefault="00173884" w:rsidP="00173884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0A3B87">
        <w:rPr>
          <w:rFonts w:cs="Arial"/>
          <w:sz w:val="44"/>
        </w:rPr>
        <w:t>新闻稿</w:t>
      </w:r>
    </w:p>
    <w:p w14:paraId="0891B6BF" w14:textId="2BD988A7" w:rsidR="00812F6F" w:rsidRPr="000A3B87" w:rsidRDefault="00812F6F" w:rsidP="00812F6F">
      <w:pPr>
        <w:pStyle w:val="BaumerFliesstext"/>
        <w:rPr>
          <w:rFonts w:cs="Arial"/>
          <w:lang w:val="en-US"/>
        </w:rPr>
      </w:pPr>
    </w:p>
    <w:p w14:paraId="4A351812" w14:textId="77777777" w:rsidR="00A82664" w:rsidRPr="000A3B87" w:rsidRDefault="00A82664" w:rsidP="00097002">
      <w:pPr>
        <w:pStyle w:val="BaumerFliesstext"/>
        <w:spacing w:before="240" w:line="360" w:lineRule="auto"/>
        <w:jc w:val="both"/>
        <w:rPr>
          <w:rFonts w:cs="Arial"/>
          <w:b/>
          <w:noProof/>
          <w:sz w:val="28"/>
          <w:szCs w:val="22"/>
        </w:rPr>
      </w:pPr>
      <w:r w:rsidRPr="000A3B87">
        <w:rPr>
          <w:rFonts w:cs="Arial"/>
          <w:b/>
          <w:sz w:val="28"/>
          <w:szCs w:val="22"/>
        </w:rPr>
        <w:t>借助堡盟传感器套件充分挖掘</w:t>
      </w:r>
      <w:r w:rsidRPr="000A3B87">
        <w:rPr>
          <w:rFonts w:cs="Arial"/>
          <w:b/>
          <w:sz w:val="28"/>
          <w:szCs w:val="22"/>
        </w:rPr>
        <w:t>IO-Link</w:t>
      </w:r>
      <w:r w:rsidRPr="000A3B87">
        <w:rPr>
          <w:rFonts w:cs="Arial"/>
          <w:b/>
          <w:sz w:val="28"/>
          <w:szCs w:val="22"/>
        </w:rPr>
        <w:t>设备的潜能</w:t>
      </w:r>
      <w:r w:rsidRPr="000A3B87">
        <w:rPr>
          <w:rFonts w:cs="Arial"/>
          <w:b/>
          <w:sz w:val="28"/>
          <w:szCs w:val="22"/>
        </w:rPr>
        <w:t xml:space="preserve"> </w:t>
      </w:r>
    </w:p>
    <w:p w14:paraId="7DC7AE91" w14:textId="7137D012" w:rsidR="00097002" w:rsidRPr="00990C33" w:rsidRDefault="00064BBE" w:rsidP="0009700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990C33">
        <w:rPr>
          <w:rFonts w:cs="Arial"/>
          <w:noProof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473EE3CE" wp14:editId="34893DC0">
            <wp:simplePos x="0" y="0"/>
            <wp:positionH relativeFrom="margin">
              <wp:align>right</wp:align>
            </wp:positionH>
            <wp:positionV relativeFrom="paragraph">
              <wp:posOffset>188941</wp:posOffset>
            </wp:positionV>
            <wp:extent cx="2453005" cy="1802130"/>
            <wp:effectExtent l="0" t="0" r="4445" b="762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89" cy="180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0C33">
        <w:rPr>
          <w:rFonts w:cs="Arial"/>
          <w:szCs w:val="20"/>
        </w:rPr>
        <w:t>（</w:t>
      </w:r>
      <w:r w:rsidRPr="00990C33">
        <w:rPr>
          <w:rFonts w:cs="Arial"/>
          <w:szCs w:val="20"/>
        </w:rPr>
        <w:t>11.23.2021</w:t>
      </w:r>
      <w:r w:rsidRPr="00990C33">
        <w:rPr>
          <w:rFonts w:cs="Arial"/>
          <w:szCs w:val="20"/>
        </w:rPr>
        <w:t>）堡盟推出一款用于分析、选择和设置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设备的新型</w:t>
      </w:r>
      <w:r w:rsidRPr="00990C33">
        <w:rPr>
          <w:rFonts w:cs="Arial"/>
          <w:szCs w:val="20"/>
        </w:rPr>
        <w:t>PC</w:t>
      </w:r>
      <w:r w:rsidRPr="00990C33">
        <w:rPr>
          <w:rFonts w:cs="Arial"/>
          <w:szCs w:val="20"/>
        </w:rPr>
        <w:t>软件</w:t>
      </w:r>
      <w:r w:rsidRPr="00990C33">
        <w:rPr>
          <w:rFonts w:cs="Arial"/>
          <w:szCs w:val="20"/>
        </w:rPr>
        <w:t>——</w:t>
      </w:r>
      <w:r w:rsidRPr="00990C33">
        <w:rPr>
          <w:rFonts w:cs="Arial"/>
          <w:szCs w:val="20"/>
        </w:rPr>
        <w:t>堡盟传感器套件（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）。特别值得一提的是，该软件很直观地实现了传感器功能的可视化，通过它应用开发人员可以更有效地使用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设备。作为应用开发的核心工具，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可将所有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设备连接到各种市售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主站上。</w:t>
      </w:r>
      <w:r w:rsidRPr="00990C33">
        <w:rPr>
          <w:rFonts w:cs="Arial"/>
          <w:szCs w:val="20"/>
        </w:rPr>
        <w:t xml:space="preserve"> </w:t>
      </w:r>
    </w:p>
    <w:p w14:paraId="7080E44A" w14:textId="6CC3A999" w:rsidR="00097002" w:rsidRPr="00990C33" w:rsidRDefault="00097002" w:rsidP="0009700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标准大大推动了传感器的自动化。基于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标准，用户可以使用更多传感器功能和设置以及新的控制</w:t>
      </w:r>
      <w:r w:rsidR="00691BFE" w:rsidRPr="00990C33">
        <w:rPr>
          <w:rFonts w:cs="Arial" w:hint="eastAsia"/>
          <w:szCs w:val="20"/>
        </w:rPr>
        <w:t>模式</w:t>
      </w:r>
      <w:r w:rsidRPr="00990C33">
        <w:rPr>
          <w:rFonts w:cs="Arial"/>
          <w:szCs w:val="20"/>
        </w:rPr>
        <w:t>，如双重信号通道和新的参数设置方式。许多功能都是全新的或者经过简化，例如状态监测、自学习、格式校准、特殊过滤功能或辅助数据等。所有这些功能都有利于提高设备效率和灵活性，但也使选择和设置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传感器变得更加复杂。为了可以毫不费力地利用这些功能并充分挖掘设备</w:t>
      </w:r>
      <w:bookmarkStart w:id="0" w:name="_GoBack"/>
      <w:bookmarkEnd w:id="0"/>
      <w:r w:rsidRPr="00990C33">
        <w:rPr>
          <w:rFonts w:cs="Arial"/>
          <w:szCs w:val="20"/>
        </w:rPr>
        <w:t>潜能，堡盟开发了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。</w:t>
      </w:r>
    </w:p>
    <w:p w14:paraId="1BC2CF37" w14:textId="5F5D70F6" w:rsidR="00097002" w:rsidRPr="00990C33" w:rsidRDefault="00097002" w:rsidP="0009700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990C33">
        <w:rPr>
          <w:rFonts w:cs="Arial"/>
          <w:szCs w:val="20"/>
        </w:rPr>
        <w:t>借助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，工程师可以对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设备进行高效的分析和测试。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的</w:t>
      </w:r>
      <w:r w:rsidRPr="00990C33">
        <w:rPr>
          <w:rFonts w:cs="Arial"/>
          <w:szCs w:val="20"/>
        </w:rPr>
        <w:t>“</w:t>
      </w:r>
      <w:r w:rsidRPr="00990C33">
        <w:rPr>
          <w:rFonts w:cs="Arial"/>
          <w:szCs w:val="20"/>
        </w:rPr>
        <w:t>即插即用</w:t>
      </w:r>
      <w:r w:rsidRPr="00990C33">
        <w:rPr>
          <w:rFonts w:cs="Arial"/>
          <w:szCs w:val="20"/>
        </w:rPr>
        <w:t>”</w:t>
      </w:r>
      <w:r w:rsidRPr="00990C33">
        <w:rPr>
          <w:rFonts w:cs="Arial"/>
          <w:szCs w:val="20"/>
        </w:rPr>
        <w:t>设计显著缩短开发过程，同时其直观的可视化设计便于精确设置参数。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简化了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设备的参数设置，有利于工程师快速完成调试工作。利用</w:t>
      </w:r>
      <w:r w:rsidRPr="00990C33">
        <w:rPr>
          <w:rFonts w:cs="Arial"/>
          <w:szCs w:val="20"/>
        </w:rPr>
        <w:t>“</w:t>
      </w:r>
      <w:r w:rsidRPr="00990C33">
        <w:rPr>
          <w:rFonts w:cs="Arial"/>
          <w:szCs w:val="20"/>
        </w:rPr>
        <w:t>保存和恢复</w:t>
      </w:r>
      <w:r w:rsidRPr="00990C33">
        <w:rPr>
          <w:rFonts w:cs="Arial"/>
          <w:szCs w:val="20"/>
        </w:rPr>
        <w:t>”</w:t>
      </w:r>
      <w:r w:rsidRPr="00990C33">
        <w:rPr>
          <w:rFonts w:cs="Arial"/>
          <w:szCs w:val="20"/>
        </w:rPr>
        <w:t>功能，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可轻松将预先优化的参数转移到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设备上。在对机器和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设备进行维护时，可使用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进行故障分析。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还支持快速访问诊断数据和清晰的数据可视化，有助于外部维护人员快速了解传感器和应用的情况，以缩短停机时间。</w:t>
      </w:r>
      <w:r w:rsidRPr="00990C33">
        <w:rPr>
          <w:rFonts w:cs="Arial"/>
          <w:szCs w:val="20"/>
        </w:rPr>
        <w:t xml:space="preserve"> </w:t>
      </w:r>
    </w:p>
    <w:p w14:paraId="1B942CDA" w14:textId="77777777" w:rsidR="00097002" w:rsidRPr="00990C33" w:rsidRDefault="00097002" w:rsidP="0009700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基于</w:t>
      </w:r>
      <w:r w:rsidRPr="00990C33">
        <w:rPr>
          <w:rFonts w:cs="Arial"/>
          <w:color w:val="000000" w:themeColor="text1"/>
          <w:szCs w:val="20"/>
        </w:rPr>
        <w:t>面向未来的软件</w:t>
      </w:r>
      <w:r w:rsidRPr="00990C33">
        <w:rPr>
          <w:rFonts w:cs="Arial"/>
          <w:szCs w:val="20"/>
        </w:rPr>
        <w:t>架构，利用了微软的</w:t>
      </w:r>
      <w:r w:rsidRPr="00990C33">
        <w:rPr>
          <w:rFonts w:cs="Arial"/>
          <w:szCs w:val="20"/>
        </w:rPr>
        <w:t>Azure</w:t>
      </w:r>
      <w:r w:rsidRPr="00990C33">
        <w:rPr>
          <w:rFonts w:cs="Arial"/>
          <w:szCs w:val="20"/>
        </w:rPr>
        <w:t>云服务组件。通过云入口，用户可以随时获得最新的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软件版本和功能。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基本版包括</w:t>
      </w:r>
      <w:r w:rsidRPr="00990C33">
        <w:rPr>
          <w:rFonts w:cs="Arial"/>
          <w:szCs w:val="20"/>
        </w:rPr>
        <w:t>Apps Catalog</w:t>
      </w:r>
      <w:r w:rsidRPr="00990C33">
        <w:rPr>
          <w:rFonts w:cs="Arial"/>
          <w:szCs w:val="20"/>
        </w:rPr>
        <w:t>、</w:t>
      </w:r>
      <w:r w:rsidRPr="00990C33">
        <w:rPr>
          <w:rFonts w:cs="Arial"/>
          <w:szCs w:val="20"/>
        </w:rPr>
        <w:t>Device Library</w:t>
      </w:r>
      <w:r w:rsidRPr="00990C33">
        <w:rPr>
          <w:rFonts w:cs="Arial"/>
          <w:szCs w:val="20"/>
        </w:rPr>
        <w:t>和</w:t>
      </w:r>
      <w:r w:rsidRPr="00990C33">
        <w:rPr>
          <w:rFonts w:cs="Arial"/>
          <w:szCs w:val="20"/>
        </w:rPr>
        <w:t>Device Cockpit</w:t>
      </w:r>
      <w:r w:rsidRPr="00990C33">
        <w:rPr>
          <w:rFonts w:cs="Arial"/>
          <w:szCs w:val="20"/>
        </w:rPr>
        <w:t>，均可在堡盟官网下载。堡盟以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基本版为基础提供更多应用程序和数字服务。因此，无论是现在还是将来，</w:t>
      </w:r>
      <w:r w:rsidRPr="00990C33">
        <w:rPr>
          <w:rFonts w:cs="Arial"/>
          <w:szCs w:val="20"/>
        </w:rPr>
        <w:t>BSS</w:t>
      </w:r>
      <w:r w:rsidRPr="00990C33">
        <w:rPr>
          <w:rFonts w:cs="Arial"/>
          <w:szCs w:val="20"/>
        </w:rPr>
        <w:t>都堪称充分挖掘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设备潜能的理想工具。</w:t>
      </w:r>
      <w:r w:rsidRPr="00990C33">
        <w:rPr>
          <w:rFonts w:cs="Arial"/>
          <w:szCs w:val="20"/>
        </w:rPr>
        <w:t xml:space="preserve"> </w:t>
      </w:r>
    </w:p>
    <w:p w14:paraId="765DA60E" w14:textId="618FC660" w:rsidR="007945D7" w:rsidRPr="00990C33" w:rsidRDefault="00097002" w:rsidP="00BB4AA0">
      <w:pPr>
        <w:pStyle w:val="BaumerFliesstext"/>
        <w:spacing w:before="240" w:line="360" w:lineRule="auto"/>
        <w:jc w:val="both"/>
        <w:rPr>
          <w:rStyle w:val="a7"/>
          <w:rFonts w:cs="Arial"/>
          <w:szCs w:val="20"/>
        </w:rPr>
      </w:pPr>
      <w:r w:rsidRPr="00990C33">
        <w:rPr>
          <w:rFonts w:cs="Arial"/>
          <w:szCs w:val="20"/>
        </w:rPr>
        <w:t>更多信息，请访问：</w:t>
      </w:r>
      <w:hyperlink r:id="rId12" w:history="1">
        <w:r w:rsidRPr="00990C33">
          <w:rPr>
            <w:rStyle w:val="a7"/>
            <w:rFonts w:cs="Arial"/>
            <w:szCs w:val="20"/>
          </w:rPr>
          <w:t>https://www.baumer.com/bss</w:t>
        </w:r>
      </w:hyperlink>
    </w:p>
    <w:p w14:paraId="6963590A" w14:textId="77777777" w:rsidR="008C5CE6" w:rsidRPr="00990C33" w:rsidRDefault="008C5CE6" w:rsidP="008C5CE6">
      <w:pPr>
        <w:pStyle w:val="BaumerFliesstext"/>
        <w:spacing w:before="240" w:line="360" w:lineRule="auto"/>
        <w:rPr>
          <w:rFonts w:cs="Arial"/>
          <w:szCs w:val="20"/>
        </w:rPr>
      </w:pPr>
      <w:r w:rsidRPr="00990C33">
        <w:rPr>
          <w:rFonts w:cs="Arial"/>
          <w:b/>
          <w:szCs w:val="20"/>
        </w:rPr>
        <w:t>欢迎莅临</w:t>
      </w:r>
      <w:r w:rsidRPr="00990C33">
        <w:rPr>
          <w:rFonts w:cs="Arial"/>
          <w:b/>
          <w:szCs w:val="20"/>
        </w:rPr>
        <w:t>2021</w:t>
      </w:r>
      <w:r w:rsidRPr="00990C33">
        <w:rPr>
          <w:rFonts w:cs="Arial"/>
          <w:b/>
          <w:szCs w:val="20"/>
        </w:rPr>
        <w:t>年德国纽伦堡国际电气自动化系统及元件展览会上的堡盟展位：</w:t>
      </w:r>
      <w:r w:rsidRPr="00990C33">
        <w:rPr>
          <w:rFonts w:cs="Arial"/>
          <w:b/>
          <w:szCs w:val="20"/>
        </w:rPr>
        <w:t>4A</w:t>
      </w:r>
      <w:r w:rsidRPr="00990C33">
        <w:rPr>
          <w:rFonts w:cs="Arial"/>
          <w:b/>
          <w:szCs w:val="20"/>
        </w:rPr>
        <w:t>展厅，</w:t>
      </w:r>
      <w:r w:rsidRPr="00990C33">
        <w:rPr>
          <w:rFonts w:cs="Arial"/>
          <w:b/>
          <w:szCs w:val="20"/>
        </w:rPr>
        <w:t>335</w:t>
      </w:r>
      <w:r w:rsidRPr="00990C33">
        <w:rPr>
          <w:rFonts w:cs="Arial"/>
          <w:b/>
          <w:szCs w:val="20"/>
        </w:rPr>
        <w:t>号展位</w:t>
      </w:r>
    </w:p>
    <w:p w14:paraId="6E2203D8" w14:textId="5A449490" w:rsidR="00CA1312" w:rsidRPr="00990C33" w:rsidRDefault="00F306F1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szCs w:val="20"/>
        </w:rPr>
      </w:pPr>
      <w:r w:rsidRPr="00990C33">
        <w:rPr>
          <w:rFonts w:cs="Arial"/>
          <w:szCs w:val="20"/>
        </w:rPr>
        <w:t>图片：全新堡盟传感器套件为开发人员节省宝贵时间：可以更直观地分析、选择和设置</w:t>
      </w:r>
      <w:r w:rsidRPr="00990C33">
        <w:rPr>
          <w:rFonts w:cs="Arial"/>
          <w:szCs w:val="20"/>
        </w:rPr>
        <w:t>IO-Link</w:t>
      </w:r>
      <w:r w:rsidRPr="00990C33">
        <w:rPr>
          <w:rFonts w:cs="Arial"/>
          <w:szCs w:val="20"/>
        </w:rPr>
        <w:t>传感器。</w:t>
      </w:r>
    </w:p>
    <w:p w14:paraId="140435C0" w14:textId="092C37E6" w:rsidR="000A3B87" w:rsidRPr="000A3B87" w:rsidRDefault="000A3B87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sz w:val="22"/>
          <w:szCs w:val="20"/>
        </w:rPr>
      </w:pPr>
    </w:p>
    <w:p w14:paraId="690BF0C1" w14:textId="26F2F3AC" w:rsidR="000A3B87" w:rsidRPr="000A3B87" w:rsidRDefault="000A3B87" w:rsidP="000A3B8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A3B87">
        <w:rPr>
          <w:rFonts w:cs="Arial"/>
          <w:sz w:val="16"/>
          <w:szCs w:val="16"/>
          <w:lang w:val="en-US"/>
        </w:rPr>
        <w:t>字符数（带空格）：约</w:t>
      </w:r>
      <w:r w:rsidRPr="000A3B87">
        <w:rPr>
          <w:rFonts w:cs="Arial"/>
          <w:sz w:val="16"/>
          <w:szCs w:val="16"/>
          <w:lang w:val="en-US"/>
        </w:rPr>
        <w:t>760</w:t>
      </w:r>
    </w:p>
    <w:p w14:paraId="0A20028B" w14:textId="77777777" w:rsidR="000A3B87" w:rsidRPr="000A3B87" w:rsidRDefault="000A3B87" w:rsidP="000A3B8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A3B87">
        <w:rPr>
          <w:rFonts w:cs="Arial"/>
          <w:sz w:val="16"/>
          <w:szCs w:val="16"/>
          <w:lang w:val="en-US"/>
        </w:rPr>
        <w:t>文本和图片下载位置：</w:t>
      </w:r>
      <w:r w:rsidRPr="000A3B87">
        <w:rPr>
          <w:rFonts w:cs="Arial"/>
          <w:sz w:val="16"/>
          <w:szCs w:val="16"/>
          <w:lang w:val="en-US"/>
        </w:rPr>
        <w:t xml:space="preserve"> </w:t>
      </w:r>
      <w:hyperlink r:id="rId13" w:history="1">
        <w:r w:rsidRPr="000A3B87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090E4D97" w14:textId="77777777" w:rsidR="000A3B87" w:rsidRPr="000A3B87" w:rsidRDefault="000A3B87" w:rsidP="000A3B87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04C34B16" w14:textId="77777777" w:rsidR="000A3B87" w:rsidRPr="000A3B87" w:rsidRDefault="000A3B87" w:rsidP="000A3B87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3244B6E" w14:textId="77777777" w:rsidR="000A3B87" w:rsidRPr="000A3B87" w:rsidRDefault="000A3B87" w:rsidP="000A3B8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0A3B87">
        <w:rPr>
          <w:rFonts w:cs="Arial"/>
          <w:b/>
          <w:kern w:val="20"/>
          <w:sz w:val="16"/>
          <w:szCs w:val="16"/>
          <w:lang w:val="en-US"/>
        </w:rPr>
        <w:t>堡盟集团</w:t>
      </w:r>
    </w:p>
    <w:p w14:paraId="326E9CE5" w14:textId="77777777" w:rsidR="000A3B87" w:rsidRPr="000A3B87" w:rsidRDefault="000A3B87" w:rsidP="000A3B8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0A3B87">
        <w:rPr>
          <w:rFonts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 w:rsidRPr="000A3B87">
        <w:rPr>
          <w:rFonts w:cs="Arial"/>
          <w:sz w:val="16"/>
          <w:szCs w:val="16"/>
          <w:lang w:val="en-US"/>
        </w:rPr>
        <w:t>20</w:t>
      </w:r>
      <w:r w:rsidRPr="000A3B87">
        <w:rPr>
          <w:rFonts w:cs="Arial"/>
          <w:sz w:val="16"/>
          <w:szCs w:val="16"/>
          <w:lang w:val="en-US"/>
        </w:rPr>
        <w:t>个国家并拥有</w:t>
      </w:r>
      <w:r w:rsidRPr="000A3B87">
        <w:rPr>
          <w:rFonts w:cs="Arial"/>
          <w:sz w:val="16"/>
          <w:szCs w:val="16"/>
          <w:lang w:val="en-US"/>
        </w:rPr>
        <w:t>39</w:t>
      </w:r>
      <w:r w:rsidRPr="000A3B87">
        <w:rPr>
          <w:rFonts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 w:rsidRPr="000A3B87">
        <w:rPr>
          <w:rFonts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 w:rsidRPr="000A3B87">
        <w:rPr>
          <w:rFonts w:cs="Arial"/>
          <w:sz w:val="16"/>
          <w:szCs w:val="16"/>
          <w:lang w:val="en-US"/>
        </w:rPr>
        <w:t>更多信息，请登陆</w:t>
      </w:r>
      <w:r w:rsidRPr="000A3B87">
        <w:rPr>
          <w:rFonts w:cs="Arial"/>
          <w:sz w:val="16"/>
          <w:szCs w:val="16"/>
          <w:lang w:val="en-US"/>
        </w:rPr>
        <w:t xml:space="preserve">  </w:t>
      </w:r>
      <w:hyperlink r:id="rId14" w:history="1">
        <w:r w:rsidRPr="000A3B87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0A3B87">
        <w:rPr>
          <w:rFonts w:cs="Arial"/>
          <w:sz w:val="16"/>
          <w:szCs w:val="16"/>
          <w:lang w:val="en-US"/>
        </w:rPr>
        <w:t>。</w:t>
      </w:r>
    </w:p>
    <w:p w14:paraId="5885C02D" w14:textId="77777777" w:rsidR="000A3B87" w:rsidRPr="000A3B87" w:rsidRDefault="000A3B87" w:rsidP="000A3B87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0A3B87" w:rsidRPr="000A3B87" w14:paraId="714B59E8" w14:textId="77777777" w:rsidTr="00823EDB">
        <w:tc>
          <w:tcPr>
            <w:tcW w:w="0" w:type="auto"/>
            <w:shd w:val="clear" w:color="auto" w:fill="auto"/>
          </w:tcPr>
          <w:p w14:paraId="1E2A6706" w14:textId="77777777" w:rsidR="000A3B87" w:rsidRPr="000A3B87" w:rsidRDefault="000A3B87" w:rsidP="00823EDB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0A3B87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5BBF2180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堡盟电子（上海）有限公司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E7520E9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>11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>幢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7E7C7CAF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8C830F3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030A98FF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89C2363" w14:textId="77777777" w:rsidR="000A3B87" w:rsidRPr="000A3B87" w:rsidRDefault="000A3B87" w:rsidP="00823EDB">
            <w:pPr>
              <w:rPr>
                <w:rFonts w:cs="Arial"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9066203" w14:textId="77777777" w:rsidR="000A3B87" w:rsidRPr="000A3B87" w:rsidRDefault="000A3B87" w:rsidP="00823EDB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A3B87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0A3B87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0A3B87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0A3B87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74EADDC9" w14:textId="77777777" w:rsidR="000A3B87" w:rsidRPr="000A3B87" w:rsidRDefault="000A3B87" w:rsidP="00823EDB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72C51D14" w14:textId="77777777" w:rsidR="000A3B87" w:rsidRPr="000A3B87" w:rsidRDefault="000A3B87" w:rsidP="000A3B87">
      <w:pPr>
        <w:rPr>
          <w:rFonts w:cs="Arial"/>
        </w:rPr>
      </w:pPr>
    </w:p>
    <w:sectPr w:rsidR="000A3B87" w:rsidRPr="000A3B87" w:rsidSect="003A75F9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C051" w14:textId="77777777" w:rsidR="00D36872" w:rsidRDefault="00D36872">
      <w:r>
        <w:separator/>
      </w:r>
    </w:p>
  </w:endnote>
  <w:endnote w:type="continuationSeparator" w:id="0">
    <w:p w14:paraId="587CA413" w14:textId="77777777" w:rsidR="00D36872" w:rsidRDefault="00D36872">
      <w:r>
        <w:continuationSeparator/>
      </w:r>
    </w:p>
  </w:endnote>
  <w:endnote w:type="continuationNotice" w:id="1">
    <w:p w14:paraId="22223734" w14:textId="77777777" w:rsidR="00D36872" w:rsidRDefault="00D36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FC6AAD" w:rsidRDefault="00FC6A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39212A60" w14:textId="64C3665F" w:rsidR="00FC6AAD" w:rsidRDefault="00FC6A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90C33">
      <w:rPr>
        <w:noProof/>
      </w:rPr>
      <w:t>09.12.2021</w:t>
    </w:r>
    <w:r>
      <w:fldChar w:fldCharType="end"/>
    </w:r>
    <w:r>
      <w:rPr>
        <w:rFonts w:hint="eastAsia"/>
      </w:rPr>
      <w:t>/</w:t>
    </w:r>
    <w:fldSimple w:instr=" AUTHOR  \* MERGEFORMAT ">
      <w:r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486367B6" w14:textId="77777777" w:rsidR="00FC6AAD" w:rsidRDefault="00FC6A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71BF72B5" w:rsidR="00FC6AAD" w:rsidRDefault="00FC6A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rPr>
        <w:rFonts w:hint="eastAsia"/>
        <w:sz w:val="16"/>
      </w:rPr>
      <w:fldChar w:fldCharType="separate"/>
    </w:r>
    <w:r w:rsidR="00990C33">
      <w:rPr>
        <w:noProof/>
        <w:sz w:val="16"/>
      </w:rPr>
      <w:t>2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>/</w:t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rPr>
        <w:rFonts w:hint="eastAsia"/>
        <w:sz w:val="16"/>
      </w:rPr>
      <w:fldChar w:fldCharType="separate"/>
    </w:r>
    <w:r w:rsidR="00990C33">
      <w:rPr>
        <w:noProof/>
        <w:sz w:val="16"/>
      </w:rPr>
      <w:t>2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ab/>
      <w:t>Baumer Group</w:t>
    </w:r>
  </w:p>
  <w:p w14:paraId="0B6E7EEE" w14:textId="77777777" w:rsidR="00FC6AAD" w:rsidRDefault="00FC6A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29081CE5" w14:textId="77777777" w:rsidR="00FC6AAD" w:rsidRDefault="00FC6AA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FC6AAD" w:rsidRDefault="00FC6A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2833FC3B" w14:textId="2FFFE925" w:rsidR="00FC6AAD" w:rsidRDefault="00FC6A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90C33">
      <w:rPr>
        <w:noProof/>
      </w:rPr>
      <w:t>09.12.2021</w:t>
    </w:r>
    <w:r>
      <w:fldChar w:fldCharType="end"/>
    </w:r>
    <w:r>
      <w:rPr>
        <w:rFonts w:hint="eastAsia"/>
      </w:rPr>
      <w:t>/</w:t>
    </w:r>
    <w:fldSimple w:instr=" AUTHOR  \* MERGEFORMAT ">
      <w:r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6D6020F3" w14:textId="77777777" w:rsidR="00FC6AAD" w:rsidRDefault="00FC6A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319C5" w14:textId="77777777" w:rsidR="00D36872" w:rsidRDefault="00D36872">
      <w:r>
        <w:separator/>
      </w:r>
    </w:p>
  </w:footnote>
  <w:footnote w:type="continuationSeparator" w:id="0">
    <w:p w14:paraId="00C006BF" w14:textId="77777777" w:rsidR="00D36872" w:rsidRDefault="00D36872">
      <w:r>
        <w:continuationSeparator/>
      </w:r>
    </w:p>
  </w:footnote>
  <w:footnote w:type="continuationNotice" w:id="1">
    <w:p w14:paraId="6E92A6D9" w14:textId="77777777" w:rsidR="00D36872" w:rsidRDefault="00D368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FC6AAD" w:rsidRDefault="00FC6A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74E05C0"/>
    <w:multiLevelType w:val="hybridMultilevel"/>
    <w:tmpl w:val="45762470"/>
    <w:lvl w:ilvl="0" w:tplc="946A52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9"/>
  </w:num>
  <w:num w:numId="10">
    <w:abstractNumId w:val="10"/>
  </w:num>
  <w:num w:numId="11">
    <w:abstractNumId w:val="18"/>
  </w:num>
  <w:num w:numId="12">
    <w:abstractNumId w:val="14"/>
  </w:num>
  <w:num w:numId="13">
    <w:abstractNumId w:val="5"/>
  </w:num>
  <w:num w:numId="14">
    <w:abstractNumId w:val="22"/>
  </w:num>
  <w:num w:numId="15">
    <w:abstractNumId w:val="8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7"/>
  </w:num>
  <w:num w:numId="22">
    <w:abstractNumId w:val="7"/>
  </w:num>
  <w:num w:numId="23">
    <w:abstractNumId w:val="0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1"/>
  </w:num>
  <w:num w:numId="35">
    <w:abstractNumId w:val="15"/>
  </w:num>
  <w:num w:numId="36">
    <w:abstractNumId w:val="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4BBE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002"/>
    <w:rsid w:val="00097970"/>
    <w:rsid w:val="00097DD2"/>
    <w:rsid w:val="000A0A04"/>
    <w:rsid w:val="000A283B"/>
    <w:rsid w:val="000A3B87"/>
    <w:rsid w:val="000B2498"/>
    <w:rsid w:val="000B4DDB"/>
    <w:rsid w:val="000B7A67"/>
    <w:rsid w:val="000C2765"/>
    <w:rsid w:val="000C4CDA"/>
    <w:rsid w:val="000C5EC5"/>
    <w:rsid w:val="000C7D58"/>
    <w:rsid w:val="000D2871"/>
    <w:rsid w:val="000D51A0"/>
    <w:rsid w:val="000D6D6E"/>
    <w:rsid w:val="000E0DEF"/>
    <w:rsid w:val="000E1A7A"/>
    <w:rsid w:val="000E1AF9"/>
    <w:rsid w:val="000E3555"/>
    <w:rsid w:val="000E389F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28F9"/>
    <w:rsid w:val="0013610C"/>
    <w:rsid w:val="0013782A"/>
    <w:rsid w:val="00141932"/>
    <w:rsid w:val="00143A62"/>
    <w:rsid w:val="00144EA1"/>
    <w:rsid w:val="001526D8"/>
    <w:rsid w:val="00152EA9"/>
    <w:rsid w:val="0016370E"/>
    <w:rsid w:val="0016445F"/>
    <w:rsid w:val="001646B1"/>
    <w:rsid w:val="00165C2D"/>
    <w:rsid w:val="001667EE"/>
    <w:rsid w:val="00170E7F"/>
    <w:rsid w:val="001714FD"/>
    <w:rsid w:val="00171D97"/>
    <w:rsid w:val="00172EA8"/>
    <w:rsid w:val="00173884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5143"/>
    <w:rsid w:val="001C167E"/>
    <w:rsid w:val="001C3DA0"/>
    <w:rsid w:val="001C64DC"/>
    <w:rsid w:val="001C7425"/>
    <w:rsid w:val="001D06E0"/>
    <w:rsid w:val="001D2F50"/>
    <w:rsid w:val="001D6C33"/>
    <w:rsid w:val="001D7013"/>
    <w:rsid w:val="001E0F11"/>
    <w:rsid w:val="001E36F8"/>
    <w:rsid w:val="001E36FD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2D80"/>
    <w:rsid w:val="00264E2E"/>
    <w:rsid w:val="00266390"/>
    <w:rsid w:val="00267869"/>
    <w:rsid w:val="002760F1"/>
    <w:rsid w:val="002765B8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A7148"/>
    <w:rsid w:val="002B09E9"/>
    <w:rsid w:val="002B3303"/>
    <w:rsid w:val="002B761C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26A1"/>
    <w:rsid w:val="00323EDE"/>
    <w:rsid w:val="0033299A"/>
    <w:rsid w:val="003332E4"/>
    <w:rsid w:val="00341496"/>
    <w:rsid w:val="0034376F"/>
    <w:rsid w:val="0034489E"/>
    <w:rsid w:val="00344D4B"/>
    <w:rsid w:val="00345C0C"/>
    <w:rsid w:val="0035043E"/>
    <w:rsid w:val="0036354F"/>
    <w:rsid w:val="003637E1"/>
    <w:rsid w:val="00364E48"/>
    <w:rsid w:val="00373B27"/>
    <w:rsid w:val="00374E60"/>
    <w:rsid w:val="00384323"/>
    <w:rsid w:val="003853BF"/>
    <w:rsid w:val="00385C40"/>
    <w:rsid w:val="00387478"/>
    <w:rsid w:val="00392B64"/>
    <w:rsid w:val="00396A7F"/>
    <w:rsid w:val="003A2014"/>
    <w:rsid w:val="003A2F94"/>
    <w:rsid w:val="003A3B92"/>
    <w:rsid w:val="003A3F92"/>
    <w:rsid w:val="003A75F9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E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5EFC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0470"/>
    <w:rsid w:val="004A384B"/>
    <w:rsid w:val="004A5176"/>
    <w:rsid w:val="004B5351"/>
    <w:rsid w:val="004B6E88"/>
    <w:rsid w:val="004B782C"/>
    <w:rsid w:val="004C0D8C"/>
    <w:rsid w:val="004C115C"/>
    <w:rsid w:val="004C1DD4"/>
    <w:rsid w:val="004C49C5"/>
    <w:rsid w:val="004D2A71"/>
    <w:rsid w:val="004D6D0C"/>
    <w:rsid w:val="004E166E"/>
    <w:rsid w:val="004E2D58"/>
    <w:rsid w:val="004E4703"/>
    <w:rsid w:val="004E5372"/>
    <w:rsid w:val="004E5BC0"/>
    <w:rsid w:val="004E66A6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35E8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B7"/>
    <w:rsid w:val="00595AFF"/>
    <w:rsid w:val="005975FB"/>
    <w:rsid w:val="005A49AB"/>
    <w:rsid w:val="005A5E8D"/>
    <w:rsid w:val="005A6C2F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76F62"/>
    <w:rsid w:val="006836DF"/>
    <w:rsid w:val="00686001"/>
    <w:rsid w:val="00691BFE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23A4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03761"/>
    <w:rsid w:val="007105BF"/>
    <w:rsid w:val="00711D4A"/>
    <w:rsid w:val="00711FF0"/>
    <w:rsid w:val="007158AA"/>
    <w:rsid w:val="00717EFE"/>
    <w:rsid w:val="00723207"/>
    <w:rsid w:val="00725163"/>
    <w:rsid w:val="007269B8"/>
    <w:rsid w:val="00732B91"/>
    <w:rsid w:val="00734860"/>
    <w:rsid w:val="007359DC"/>
    <w:rsid w:val="007360F8"/>
    <w:rsid w:val="00743440"/>
    <w:rsid w:val="0074521E"/>
    <w:rsid w:val="0074726D"/>
    <w:rsid w:val="00755A38"/>
    <w:rsid w:val="00756FA8"/>
    <w:rsid w:val="007571A0"/>
    <w:rsid w:val="0076169F"/>
    <w:rsid w:val="007658F6"/>
    <w:rsid w:val="00765D5D"/>
    <w:rsid w:val="007678A7"/>
    <w:rsid w:val="007704FC"/>
    <w:rsid w:val="0077441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35FC"/>
    <w:rsid w:val="00806187"/>
    <w:rsid w:val="0080713D"/>
    <w:rsid w:val="00810FEA"/>
    <w:rsid w:val="0081164D"/>
    <w:rsid w:val="00812F6F"/>
    <w:rsid w:val="0081434B"/>
    <w:rsid w:val="0081567E"/>
    <w:rsid w:val="008164DC"/>
    <w:rsid w:val="008168A2"/>
    <w:rsid w:val="00817F98"/>
    <w:rsid w:val="00825D45"/>
    <w:rsid w:val="0082773D"/>
    <w:rsid w:val="00827D3F"/>
    <w:rsid w:val="00834581"/>
    <w:rsid w:val="008346E3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67EAF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C5CE6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7A8"/>
    <w:rsid w:val="008E6D89"/>
    <w:rsid w:val="008F07A3"/>
    <w:rsid w:val="008F0908"/>
    <w:rsid w:val="008F3EA9"/>
    <w:rsid w:val="008F3F87"/>
    <w:rsid w:val="00903085"/>
    <w:rsid w:val="00903B1F"/>
    <w:rsid w:val="009146F7"/>
    <w:rsid w:val="00915866"/>
    <w:rsid w:val="0091657B"/>
    <w:rsid w:val="00917E27"/>
    <w:rsid w:val="00923462"/>
    <w:rsid w:val="009251B4"/>
    <w:rsid w:val="009274F2"/>
    <w:rsid w:val="00927878"/>
    <w:rsid w:val="009371DC"/>
    <w:rsid w:val="00940C2E"/>
    <w:rsid w:val="00944458"/>
    <w:rsid w:val="0094504B"/>
    <w:rsid w:val="009465A3"/>
    <w:rsid w:val="00946879"/>
    <w:rsid w:val="009513BE"/>
    <w:rsid w:val="0095259E"/>
    <w:rsid w:val="0095320A"/>
    <w:rsid w:val="00957C18"/>
    <w:rsid w:val="00960872"/>
    <w:rsid w:val="009619EB"/>
    <w:rsid w:val="00963183"/>
    <w:rsid w:val="009633B6"/>
    <w:rsid w:val="00963B9A"/>
    <w:rsid w:val="00963F21"/>
    <w:rsid w:val="00967063"/>
    <w:rsid w:val="0096799A"/>
    <w:rsid w:val="00970329"/>
    <w:rsid w:val="00973356"/>
    <w:rsid w:val="00977539"/>
    <w:rsid w:val="00980FDE"/>
    <w:rsid w:val="0098158F"/>
    <w:rsid w:val="00981741"/>
    <w:rsid w:val="00981973"/>
    <w:rsid w:val="00982070"/>
    <w:rsid w:val="00982434"/>
    <w:rsid w:val="00990C33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136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E7B7A"/>
    <w:rsid w:val="009F2DA3"/>
    <w:rsid w:val="00A01ABD"/>
    <w:rsid w:val="00A01ECD"/>
    <w:rsid w:val="00A02DA0"/>
    <w:rsid w:val="00A04B77"/>
    <w:rsid w:val="00A05133"/>
    <w:rsid w:val="00A07743"/>
    <w:rsid w:val="00A111FB"/>
    <w:rsid w:val="00A2137F"/>
    <w:rsid w:val="00A22177"/>
    <w:rsid w:val="00A2233A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2664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36C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1F7"/>
    <w:rsid w:val="00B0720A"/>
    <w:rsid w:val="00B122D8"/>
    <w:rsid w:val="00B1271D"/>
    <w:rsid w:val="00B12B3E"/>
    <w:rsid w:val="00B14059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0527"/>
    <w:rsid w:val="00BE1993"/>
    <w:rsid w:val="00BE2BAD"/>
    <w:rsid w:val="00BE34AC"/>
    <w:rsid w:val="00BE601A"/>
    <w:rsid w:val="00BF1295"/>
    <w:rsid w:val="00BF27CE"/>
    <w:rsid w:val="00BF4226"/>
    <w:rsid w:val="00C0095C"/>
    <w:rsid w:val="00C00EC5"/>
    <w:rsid w:val="00C021A7"/>
    <w:rsid w:val="00C02466"/>
    <w:rsid w:val="00C04838"/>
    <w:rsid w:val="00C06770"/>
    <w:rsid w:val="00C07219"/>
    <w:rsid w:val="00C209D9"/>
    <w:rsid w:val="00C219BD"/>
    <w:rsid w:val="00C242C0"/>
    <w:rsid w:val="00C255F9"/>
    <w:rsid w:val="00C325B6"/>
    <w:rsid w:val="00C34061"/>
    <w:rsid w:val="00C36E7E"/>
    <w:rsid w:val="00C403C3"/>
    <w:rsid w:val="00C4156D"/>
    <w:rsid w:val="00C42CAA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30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36872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BAC"/>
    <w:rsid w:val="00D9371E"/>
    <w:rsid w:val="00D940EF"/>
    <w:rsid w:val="00D95A7E"/>
    <w:rsid w:val="00DA3595"/>
    <w:rsid w:val="00DA5547"/>
    <w:rsid w:val="00DA557C"/>
    <w:rsid w:val="00DA66DD"/>
    <w:rsid w:val="00DA7648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72F6"/>
    <w:rsid w:val="00E04F73"/>
    <w:rsid w:val="00E1420B"/>
    <w:rsid w:val="00E14658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58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F82"/>
    <w:rsid w:val="00EE44D4"/>
    <w:rsid w:val="00EE5A77"/>
    <w:rsid w:val="00EE7D2B"/>
    <w:rsid w:val="00EF004D"/>
    <w:rsid w:val="00EF6FED"/>
    <w:rsid w:val="00EF7995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06F1"/>
    <w:rsid w:val="00F31868"/>
    <w:rsid w:val="00F33956"/>
    <w:rsid w:val="00F35627"/>
    <w:rsid w:val="00F44BE6"/>
    <w:rsid w:val="00F53AF3"/>
    <w:rsid w:val="00F54167"/>
    <w:rsid w:val="00F562DD"/>
    <w:rsid w:val="00F64891"/>
    <w:rsid w:val="00F70735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C6AAD"/>
    <w:rsid w:val="00FD261B"/>
    <w:rsid w:val="00FD5317"/>
    <w:rsid w:val="00FD73D8"/>
    <w:rsid w:val="00FE1F3E"/>
    <w:rsid w:val="00FE2780"/>
    <w:rsid w:val="00FE6859"/>
    <w:rsid w:val="00FF077E"/>
    <w:rsid w:val="00FF0CD6"/>
    <w:rsid w:val="00FF222E"/>
    <w:rsid w:val="00FF3763"/>
    <w:rsid w:val="00FF39F1"/>
    <w:rsid w:val="00FF3BB6"/>
    <w:rsid w:val="00FF4791"/>
    <w:rsid w:val="00FF6493"/>
    <w:rsid w:val="00FF766F"/>
    <w:rsid w:val="44E4A0E2"/>
    <w:rsid w:val="618FE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  <w:uiPriority w:val="99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zh-CN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  <w:lang w:eastAsia="zh-CN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  <w:lang w:eastAsia="zh-CN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  <w:lang w:eastAsia="zh-CN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  <w:lang w:eastAsia="zh-CN"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  <w:lang w:eastAsia="zh-CN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aumer.com/bs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5C3541AEE9E469946BF9FFB415494" ma:contentTypeVersion="3" ma:contentTypeDescription="Create a new document." ma:contentTypeScope="" ma:versionID="55abc113b1a3d2e4c57651eabe99a8c2">
  <xsd:schema xmlns:xsd="http://www.w3.org/2001/XMLSchema" xmlns:xs="http://www.w3.org/2001/XMLSchema" xmlns:p="http://schemas.microsoft.com/office/2006/metadata/properties" xmlns:ns2="8fc0e159-2a0d-4e0a-a71b-629d1cce7cc7" targetNamespace="http://schemas.microsoft.com/office/2006/metadata/properties" ma:root="true" ma:fieldsID="f10ff59f8e054fe084559b2342a82a02" ns2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302D7-D3D2-4135-968F-C06255C31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88435-80CF-4C55-A3BB-282C99DB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AF45670B.dotm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Leilei Wu</cp:lastModifiedBy>
  <cp:revision>10</cp:revision>
  <cp:lastPrinted>2015-02-06T10:33:00Z</cp:lastPrinted>
  <dcterms:created xsi:type="dcterms:W3CDTF">2021-11-10T16:15:00Z</dcterms:created>
  <dcterms:modified xsi:type="dcterms:W3CDTF">2021-12-14T02:33:00Z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0x010100D925C3541AEE9E469946BF9FFB415494</vt:lpwstr>
  </property>
</Properties>
</file>