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"/>
        <w:gridCol w:w="559"/>
        <w:gridCol w:w="1358"/>
        <w:gridCol w:w="693"/>
        <w:gridCol w:w="978"/>
        <w:gridCol w:w="1282"/>
        <w:gridCol w:w="1540"/>
        <w:gridCol w:w="291"/>
        <w:gridCol w:w="399"/>
        <w:gridCol w:w="385"/>
        <w:gridCol w:w="715"/>
        <w:gridCol w:w="152"/>
        <w:gridCol w:w="1300"/>
        <w:gridCol w:w="19"/>
      </w:tblGrid>
      <w:tr w:rsidR="00372D7E" w:rsidRPr="00B02809" w14:paraId="4477E5F5" w14:textId="77777777" w:rsidTr="00602109">
        <w:trPr>
          <w:cantSplit/>
          <w:trHeight w:val="285"/>
        </w:trPr>
        <w:tc>
          <w:tcPr>
            <w:tcW w:w="1985" w:type="dxa"/>
            <w:gridSpan w:val="3"/>
            <w:shd w:val="clear" w:color="auto" w:fill="auto"/>
            <w:vAlign w:val="bottom"/>
          </w:tcPr>
          <w:p w14:paraId="4477E5F3" w14:textId="6C0CF036" w:rsidR="00372D7E" w:rsidRPr="00AA2EBB" w:rsidRDefault="00372D7E" w:rsidP="00EF1D56">
            <w:pPr>
              <w:rPr>
                <w:sz w:val="36"/>
                <w:szCs w:val="36"/>
              </w:rPr>
            </w:pPr>
            <w:bookmarkStart w:id="0" w:name="_GoBack"/>
            <w:bookmarkEnd w:id="0"/>
            <w:r w:rsidRPr="00AA2EBB">
              <w:rPr>
                <w:b/>
                <w:bCs/>
                <w:sz w:val="36"/>
                <w:szCs w:val="36"/>
              </w:rPr>
              <w:t>8D</w:t>
            </w:r>
            <w:r w:rsidR="00602109">
              <w:rPr>
                <w:b/>
                <w:bCs/>
                <w:sz w:val="36"/>
                <w:szCs w:val="36"/>
              </w:rPr>
              <w:t xml:space="preserve"> </w:t>
            </w:r>
            <w:r w:rsidRPr="00AA2EBB">
              <w:rPr>
                <w:b/>
                <w:bCs/>
                <w:sz w:val="36"/>
                <w:szCs w:val="36"/>
              </w:rPr>
              <w:t>Report</w:t>
            </w:r>
            <w:r w:rsidR="00EF1D56">
              <w:rPr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7754" w:type="dxa"/>
            <w:gridSpan w:val="11"/>
            <w:shd w:val="clear" w:color="auto" w:fill="auto"/>
            <w:vAlign w:val="bottom"/>
          </w:tcPr>
          <w:p w14:paraId="4477E5F4" w14:textId="77777777" w:rsidR="00372D7E" w:rsidRPr="00B02809" w:rsidRDefault="00372D7E" w:rsidP="00372D7E">
            <w:pPr>
              <w:tabs>
                <w:tab w:val="right" w:pos="7584"/>
              </w:tabs>
              <w:jc w:val="right"/>
              <w:rPr>
                <w:sz w:val="22"/>
                <w:szCs w:val="26"/>
              </w:rPr>
            </w:pPr>
            <w:bookmarkStart w:id="1" w:name="kurztxt"/>
            <w:bookmarkStart w:id="2" w:name="AFtxt"/>
            <w:bookmarkEnd w:id="1"/>
            <w:bookmarkEnd w:id="2"/>
            <w:r w:rsidRPr="00B02809">
              <w:rPr>
                <w:sz w:val="22"/>
                <w:szCs w:val="26"/>
              </w:rPr>
              <w:tab/>
            </w:r>
            <w:bookmarkStart w:id="3" w:name="Dateiname"/>
            <w:bookmarkEnd w:id="3"/>
            <w:r w:rsidRPr="00B02809">
              <w:rPr>
                <w:sz w:val="22"/>
                <w:szCs w:val="26"/>
              </w:rPr>
              <w:tab/>
            </w:r>
          </w:p>
        </w:tc>
      </w:tr>
      <w:tr w:rsidR="00FE3A22" w:rsidRPr="00B02809" w14:paraId="4477E5FC" w14:textId="77777777" w:rsidTr="007A6D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484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BE1FF" w:themeFill="accent2" w:themeFillTint="33"/>
          </w:tcPr>
          <w:p w14:paraId="4477E5F6" w14:textId="77777777" w:rsidR="00FE3A22" w:rsidRPr="00B02809" w:rsidRDefault="00FE3A22" w:rsidP="007D33B5">
            <w:pPr>
              <w:spacing w:after="200" w:line="276" w:lineRule="auto"/>
              <w:jc w:val="center"/>
              <w:rPr>
                <w:b/>
                <w:bCs/>
              </w:rPr>
            </w:pPr>
            <w:r w:rsidRPr="007D33B5">
              <w:rPr>
                <w:b/>
                <w:bCs/>
                <w:sz w:val="24"/>
              </w:rPr>
              <w:t>D0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right w:val="single" w:sz="4" w:space="0" w:color="999999" w:themeColor="accent1" w:themeTint="66"/>
            </w:tcBorders>
            <w:shd w:val="clear" w:color="auto" w:fill="D9D9D9" w:themeFill="background1" w:themeFillShade="D9"/>
          </w:tcPr>
          <w:p w14:paraId="4477E5F7" w14:textId="77777777" w:rsidR="00B13468" w:rsidRDefault="00FE3A22" w:rsidP="00B13468">
            <w:pPr>
              <w:keepNext/>
              <w:spacing w:before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Name Lieferant: </w:t>
            </w:r>
          </w:p>
          <w:p w14:paraId="4477E5F8" w14:textId="77777777" w:rsidR="00FE3A22" w:rsidRPr="00B02809" w:rsidRDefault="00FE3A22" w:rsidP="00B13468">
            <w:pPr>
              <w:keepNext/>
              <w:spacing w:after="60"/>
              <w:rPr>
                <w:b/>
                <w:bCs/>
                <w:sz w:val="16"/>
              </w:rPr>
            </w:pPr>
            <w:r w:rsidRPr="00383109">
              <w:rPr>
                <w:sz w:val="16"/>
                <w:lang w:val="en-US"/>
              </w:rPr>
              <w:t>(Supplier</w:t>
            </w:r>
            <w:r w:rsidRPr="00B02809">
              <w:rPr>
                <w:sz w:val="16"/>
              </w:rPr>
              <w:t>)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999999" w:themeColor="accent1" w:themeTint="66"/>
              <w:bottom w:val="single" w:sz="4" w:space="0" w:color="auto"/>
              <w:right w:val="single" w:sz="4" w:space="0" w:color="666666" w:themeColor="accent1" w:themeTint="99"/>
            </w:tcBorders>
            <w:shd w:val="clear" w:color="auto" w:fill="auto"/>
          </w:tcPr>
          <w:p w14:paraId="4477E5F9" w14:textId="77777777" w:rsidR="00FE3A22" w:rsidRPr="00B02809" w:rsidRDefault="00FE3A22" w:rsidP="00372D7E">
            <w:pPr>
              <w:keepNext/>
              <w:spacing w:before="60" w:after="60"/>
              <w:rPr>
                <w:sz w:val="16"/>
              </w:rPr>
            </w:pPr>
            <w:bookmarkStart w:id="4" w:name="Start"/>
            <w:bookmarkStart w:id="5" w:name="ADatum"/>
            <w:bookmarkStart w:id="6" w:name="Aussteller"/>
            <w:bookmarkStart w:id="7" w:name="Adressat"/>
            <w:bookmarkEnd w:id="4"/>
            <w:bookmarkEnd w:id="5"/>
            <w:bookmarkEnd w:id="6"/>
            <w:bookmarkEnd w:id="7"/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666666" w:themeColor="accent1" w:themeTint="99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4477E5FA" w14:textId="77777777" w:rsidR="00FE3A22" w:rsidRPr="000F19E2" w:rsidRDefault="00FE3A22" w:rsidP="000F19E2">
            <w:pPr>
              <w:keepNext/>
              <w:spacing w:before="60" w:after="60"/>
              <w:rPr>
                <w:sz w:val="16"/>
              </w:rPr>
            </w:pPr>
            <w:r w:rsidRPr="000F19E2">
              <w:rPr>
                <w:b/>
                <w:bCs/>
                <w:sz w:val="16"/>
              </w:rPr>
              <w:t>Reklamations</w:t>
            </w:r>
            <w:r w:rsidR="00672161" w:rsidRPr="000F19E2">
              <w:rPr>
                <w:b/>
                <w:bCs/>
                <w:sz w:val="16"/>
              </w:rPr>
              <w:t>-N</w:t>
            </w:r>
            <w:r w:rsidRPr="000F19E2">
              <w:rPr>
                <w:b/>
                <w:bCs/>
                <w:sz w:val="16"/>
              </w:rPr>
              <w:t xml:space="preserve">r. </w:t>
            </w:r>
            <w:r w:rsidR="000F19E2" w:rsidRPr="000F19E2">
              <w:rPr>
                <w:b/>
                <w:bCs/>
                <w:sz w:val="16"/>
              </w:rPr>
              <w:t xml:space="preserve">Baumer </w:t>
            </w:r>
            <w:r w:rsidRPr="00383109">
              <w:rPr>
                <w:sz w:val="16"/>
                <w:lang w:val="en-US"/>
              </w:rPr>
              <w:t>(Complaint no</w:t>
            </w:r>
            <w:r w:rsidRPr="000F19E2">
              <w:rPr>
                <w:sz w:val="16"/>
              </w:rPr>
              <w:t>.</w:t>
            </w:r>
            <w:r w:rsidR="000F19E2" w:rsidRPr="000F19E2">
              <w:rPr>
                <w:sz w:val="16"/>
              </w:rPr>
              <w:t xml:space="preserve"> Baumer</w:t>
            </w:r>
            <w:r w:rsidRPr="000F19E2">
              <w:rPr>
                <w:sz w:val="16"/>
              </w:rPr>
              <w:t>)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  <w:shd w:val="clear" w:color="auto" w:fill="auto"/>
          </w:tcPr>
          <w:p w14:paraId="4477E5FB" w14:textId="77777777" w:rsidR="00FE3A22" w:rsidRPr="00B02809" w:rsidRDefault="00FE3A22" w:rsidP="00FE3A22">
            <w:pPr>
              <w:keepNext/>
              <w:spacing w:before="60" w:after="60"/>
              <w:rPr>
                <w:sz w:val="16"/>
              </w:rPr>
            </w:pPr>
          </w:p>
        </w:tc>
      </w:tr>
      <w:tr w:rsidR="00FE3A22" w:rsidRPr="00B02809" w14:paraId="4477E604" w14:textId="77777777" w:rsidTr="007A6D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512"/>
        </w:trPr>
        <w:tc>
          <w:tcPr>
            <w:tcW w:w="559" w:type="dxa"/>
            <w:vMerge/>
            <w:tcBorders>
              <w:left w:val="single" w:sz="4" w:space="0" w:color="auto"/>
            </w:tcBorders>
            <w:shd w:val="clear" w:color="auto" w:fill="BBE1FF" w:themeFill="accent2" w:themeFillTint="33"/>
          </w:tcPr>
          <w:p w14:paraId="4477E5FD" w14:textId="77777777" w:rsidR="00FE3A22" w:rsidRPr="00B02809" w:rsidRDefault="00FE3A22" w:rsidP="00372D7E">
            <w:pPr>
              <w:spacing w:before="60" w:after="60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2051" w:type="dxa"/>
            <w:gridSpan w:val="2"/>
            <w:tcBorders>
              <w:right w:val="single" w:sz="4" w:space="0" w:color="999999" w:themeColor="accent1" w:themeTint="66"/>
            </w:tcBorders>
            <w:shd w:val="clear" w:color="auto" w:fill="D9D9D9" w:themeFill="background1" w:themeFillShade="D9"/>
          </w:tcPr>
          <w:p w14:paraId="4477E5FE" w14:textId="77777777" w:rsidR="00FE3A22" w:rsidRDefault="00FE3A22" w:rsidP="00B13468">
            <w:pPr>
              <w:keepNext/>
              <w:spacing w:before="60"/>
              <w:rPr>
                <w:sz w:val="16"/>
              </w:rPr>
            </w:pPr>
            <w:r>
              <w:rPr>
                <w:b/>
                <w:bCs/>
                <w:sz w:val="16"/>
              </w:rPr>
              <w:t>Reklamationsdatum</w:t>
            </w:r>
            <w:r w:rsidRPr="00B02809">
              <w:rPr>
                <w:sz w:val="16"/>
              </w:rPr>
              <w:t xml:space="preserve"> </w:t>
            </w:r>
          </w:p>
          <w:p w14:paraId="4477E5FF" w14:textId="77777777" w:rsidR="00FE3A22" w:rsidRPr="00B02809" w:rsidRDefault="00FE3A22" w:rsidP="00B13468">
            <w:pPr>
              <w:keepNext/>
              <w:rPr>
                <w:b/>
                <w:bCs/>
                <w:sz w:val="16"/>
              </w:rPr>
            </w:pPr>
            <w:r w:rsidRPr="00383109">
              <w:rPr>
                <w:sz w:val="16"/>
                <w:lang w:val="en-US"/>
              </w:rPr>
              <w:t>(Complai</w:t>
            </w:r>
            <w:r w:rsidR="000F19E2" w:rsidRPr="00383109">
              <w:rPr>
                <w:sz w:val="16"/>
                <w:lang w:val="en-US"/>
              </w:rPr>
              <w:t>n</w:t>
            </w:r>
            <w:r w:rsidRPr="00383109">
              <w:rPr>
                <w:sz w:val="16"/>
                <w:lang w:val="en-US"/>
              </w:rPr>
              <w:t>t opening date</w:t>
            </w:r>
            <w:r w:rsidRPr="00B02809">
              <w:rPr>
                <w:sz w:val="16"/>
              </w:rPr>
              <w:t>)</w:t>
            </w:r>
          </w:p>
        </w:tc>
        <w:sdt>
          <w:sdtPr>
            <w:rPr>
              <w:bCs/>
              <w:sz w:val="16"/>
            </w:rPr>
            <w:id w:val="221411906"/>
            <w:placeholder>
              <w:docPart w:val="B2BCC2B2EA2A4A32821E0B0933E85A6F"/>
            </w:placeholder>
            <w:showingPlcHdr/>
            <w:date w:fullDate="2013-10-25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2260" w:type="dxa"/>
                <w:gridSpan w:val="2"/>
                <w:tcBorders>
                  <w:left w:val="single" w:sz="4" w:space="0" w:color="999999" w:themeColor="accent1" w:themeTint="66"/>
                  <w:right w:val="single" w:sz="4" w:space="0" w:color="666666" w:themeColor="accent1" w:themeTint="99"/>
                </w:tcBorders>
                <w:shd w:val="clear" w:color="auto" w:fill="auto"/>
              </w:tcPr>
              <w:p w14:paraId="4477E600" w14:textId="77777777" w:rsidR="00FE3A22" w:rsidRPr="00B02809" w:rsidRDefault="00FE3A22" w:rsidP="00372D7E">
                <w:pPr>
                  <w:keepNext/>
                  <w:spacing w:before="60" w:after="60"/>
                  <w:rPr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666666" w:themeColor="accent1" w:themeTint="99"/>
              <w:right w:val="single" w:sz="4" w:space="0" w:color="A6A6A6" w:themeColor="background1" w:themeShade="A6"/>
            </w:tcBorders>
            <w:shd w:val="clear" w:color="auto" w:fill="D9D9D9" w:themeFill="background1" w:themeFillShade="D9"/>
          </w:tcPr>
          <w:p w14:paraId="4477E601" w14:textId="77777777" w:rsidR="000F19E2" w:rsidRPr="000F19E2" w:rsidRDefault="00FE3A22" w:rsidP="00B13468">
            <w:pPr>
              <w:keepNext/>
              <w:spacing w:before="60"/>
              <w:rPr>
                <w:b/>
                <w:bCs/>
                <w:sz w:val="16"/>
              </w:rPr>
            </w:pPr>
            <w:r w:rsidRPr="000F19E2">
              <w:rPr>
                <w:b/>
                <w:bCs/>
                <w:sz w:val="16"/>
              </w:rPr>
              <w:t>Reklamations</w:t>
            </w:r>
            <w:r w:rsidR="00672161" w:rsidRPr="000F19E2">
              <w:rPr>
                <w:b/>
                <w:bCs/>
                <w:sz w:val="16"/>
              </w:rPr>
              <w:t>-N</w:t>
            </w:r>
            <w:r w:rsidRPr="000F19E2">
              <w:rPr>
                <w:b/>
                <w:bCs/>
                <w:sz w:val="16"/>
              </w:rPr>
              <w:t>r</w:t>
            </w:r>
            <w:r w:rsidR="00672161" w:rsidRPr="000F19E2">
              <w:rPr>
                <w:b/>
                <w:bCs/>
                <w:sz w:val="16"/>
              </w:rPr>
              <w:t>.</w:t>
            </w:r>
            <w:r w:rsidRPr="000F19E2">
              <w:rPr>
                <w:b/>
                <w:bCs/>
                <w:sz w:val="16"/>
              </w:rPr>
              <w:t xml:space="preserve"> </w:t>
            </w:r>
            <w:r w:rsidR="00B13468">
              <w:rPr>
                <w:b/>
                <w:bCs/>
                <w:sz w:val="16"/>
              </w:rPr>
              <w:t>Lieferant</w:t>
            </w:r>
          </w:p>
          <w:p w14:paraId="4477E602" w14:textId="77777777" w:rsidR="00FE3A22" w:rsidRPr="000F19E2" w:rsidRDefault="00FE3A22" w:rsidP="00B13468">
            <w:pPr>
              <w:keepNext/>
              <w:spacing w:after="60"/>
              <w:rPr>
                <w:b/>
                <w:bCs/>
                <w:sz w:val="16"/>
              </w:rPr>
            </w:pPr>
            <w:r w:rsidRPr="00383109">
              <w:rPr>
                <w:sz w:val="16"/>
                <w:lang w:val="en-US"/>
              </w:rPr>
              <w:t>(</w:t>
            </w:r>
            <w:r w:rsidR="000F19E2" w:rsidRPr="00383109">
              <w:rPr>
                <w:sz w:val="16"/>
                <w:lang w:val="en-US"/>
              </w:rPr>
              <w:t>Complaint no</w:t>
            </w:r>
            <w:r w:rsidR="000F19E2" w:rsidRPr="000F19E2">
              <w:rPr>
                <w:sz w:val="16"/>
              </w:rPr>
              <w:t>.</w:t>
            </w:r>
            <w:r w:rsidR="000F19E2" w:rsidRPr="00383109">
              <w:rPr>
                <w:sz w:val="16"/>
                <w:lang w:val="en-US"/>
              </w:rPr>
              <w:t xml:space="preserve"> </w:t>
            </w:r>
            <w:r w:rsidRPr="00383109">
              <w:rPr>
                <w:bCs/>
                <w:sz w:val="16"/>
                <w:lang w:val="en-US"/>
              </w:rPr>
              <w:t>Supplier</w:t>
            </w:r>
            <w:r w:rsidRPr="000F19E2">
              <w:rPr>
                <w:bCs/>
                <w:sz w:val="16"/>
              </w:rPr>
              <w:t>)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6A6A6" w:themeColor="background1" w:themeShade="A6"/>
            </w:tcBorders>
            <w:shd w:val="clear" w:color="auto" w:fill="auto"/>
          </w:tcPr>
          <w:p w14:paraId="4477E603" w14:textId="77777777" w:rsidR="00FE3A22" w:rsidRPr="00B02809" w:rsidRDefault="00FE3A22" w:rsidP="00372D7E">
            <w:pPr>
              <w:keepNext/>
              <w:spacing w:before="60" w:after="60"/>
              <w:rPr>
                <w:sz w:val="16"/>
              </w:rPr>
            </w:pPr>
          </w:p>
        </w:tc>
      </w:tr>
      <w:tr w:rsidR="00372D7E" w:rsidRPr="00B02809" w14:paraId="4477E60C" w14:textId="77777777" w:rsidTr="007A6D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470"/>
        </w:trPr>
        <w:tc>
          <w:tcPr>
            <w:tcW w:w="559" w:type="dxa"/>
            <w:vMerge/>
            <w:tcBorders>
              <w:left w:val="single" w:sz="4" w:space="0" w:color="auto"/>
            </w:tcBorders>
            <w:shd w:val="clear" w:color="auto" w:fill="BBE1FF" w:themeFill="accent2" w:themeFillTint="33"/>
          </w:tcPr>
          <w:p w14:paraId="4477E605" w14:textId="77777777" w:rsidR="00372D7E" w:rsidRPr="00B02809" w:rsidRDefault="00372D7E" w:rsidP="00372D7E">
            <w:pPr>
              <w:spacing w:before="60" w:after="60"/>
              <w:rPr>
                <w:b/>
                <w:bCs/>
                <w:sz w:val="16"/>
              </w:rPr>
            </w:pPr>
          </w:p>
        </w:tc>
        <w:tc>
          <w:tcPr>
            <w:tcW w:w="2051" w:type="dxa"/>
            <w:gridSpan w:val="2"/>
            <w:tcBorders>
              <w:right w:val="single" w:sz="4" w:space="0" w:color="999999" w:themeColor="accent1" w:themeTint="66"/>
            </w:tcBorders>
            <w:shd w:val="clear" w:color="auto" w:fill="D9D9D9" w:themeFill="background1" w:themeFillShade="D9"/>
          </w:tcPr>
          <w:p w14:paraId="4477E606" w14:textId="77777777" w:rsidR="00372D7E" w:rsidRDefault="00372D7E" w:rsidP="00B13468">
            <w:pPr>
              <w:keepNext/>
              <w:spacing w:before="60"/>
              <w:rPr>
                <w:sz w:val="16"/>
              </w:rPr>
            </w:pPr>
            <w:r>
              <w:rPr>
                <w:b/>
                <w:bCs/>
                <w:sz w:val="16"/>
              </w:rPr>
              <w:t>Material</w:t>
            </w:r>
            <w:r w:rsidR="00B13468">
              <w:rPr>
                <w:b/>
                <w:bCs/>
                <w:sz w:val="16"/>
              </w:rPr>
              <w:t>-Nummer</w:t>
            </w:r>
          </w:p>
          <w:p w14:paraId="4477E607" w14:textId="77777777" w:rsidR="00372D7E" w:rsidRPr="00B02809" w:rsidRDefault="00372D7E" w:rsidP="00B13468">
            <w:pPr>
              <w:keepNext/>
              <w:spacing w:after="60"/>
              <w:rPr>
                <w:sz w:val="16"/>
              </w:rPr>
            </w:pPr>
            <w:r w:rsidRPr="00B02809">
              <w:rPr>
                <w:sz w:val="16"/>
              </w:rPr>
              <w:t>(</w:t>
            </w:r>
            <w:r>
              <w:rPr>
                <w:sz w:val="16"/>
              </w:rPr>
              <w:t>Material</w:t>
            </w:r>
            <w:r w:rsidRPr="00383109">
              <w:rPr>
                <w:sz w:val="16"/>
                <w:lang w:val="en-US"/>
              </w:rPr>
              <w:t xml:space="preserve"> no</w:t>
            </w:r>
            <w:r>
              <w:rPr>
                <w:sz w:val="16"/>
              </w:rPr>
              <w:t>.</w:t>
            </w:r>
            <w:r w:rsidRPr="00B02809">
              <w:rPr>
                <w:sz w:val="16"/>
              </w:rPr>
              <w:t>)</w:t>
            </w:r>
          </w:p>
        </w:tc>
        <w:tc>
          <w:tcPr>
            <w:tcW w:w="2260" w:type="dxa"/>
            <w:gridSpan w:val="2"/>
            <w:tcBorders>
              <w:left w:val="single" w:sz="4" w:space="0" w:color="999999" w:themeColor="accent1" w:themeTint="66"/>
              <w:right w:val="single" w:sz="4" w:space="0" w:color="666666" w:themeColor="accent1" w:themeTint="99"/>
            </w:tcBorders>
            <w:shd w:val="clear" w:color="auto" w:fill="auto"/>
          </w:tcPr>
          <w:p w14:paraId="4477E608" w14:textId="77777777" w:rsidR="00372D7E" w:rsidRPr="00B02809" w:rsidRDefault="00372D7E" w:rsidP="00372D7E">
            <w:pPr>
              <w:keepNext/>
              <w:spacing w:before="60" w:after="60"/>
              <w:rPr>
                <w:sz w:val="16"/>
              </w:rPr>
            </w:pPr>
            <w:bookmarkStart w:id="8" w:name="Auftrag"/>
            <w:bookmarkEnd w:id="8"/>
          </w:p>
        </w:tc>
        <w:tc>
          <w:tcPr>
            <w:tcW w:w="2615" w:type="dxa"/>
            <w:gridSpan w:val="4"/>
            <w:tcBorders>
              <w:left w:val="single" w:sz="4" w:space="0" w:color="666666" w:themeColor="accent1" w:themeTint="99"/>
              <w:bottom w:val="single" w:sz="4" w:space="0" w:color="auto"/>
              <w:right w:val="single" w:sz="4" w:space="0" w:color="999999" w:themeColor="accent1" w:themeTint="66"/>
            </w:tcBorders>
            <w:shd w:val="clear" w:color="auto" w:fill="D9D9D9" w:themeFill="background1" w:themeFillShade="D9"/>
          </w:tcPr>
          <w:p w14:paraId="4477E609" w14:textId="77777777" w:rsidR="00372D7E" w:rsidRDefault="00B13468" w:rsidP="00B13468">
            <w:pPr>
              <w:keepNext/>
              <w:spacing w:before="60"/>
              <w:rPr>
                <w:sz w:val="16"/>
              </w:rPr>
            </w:pPr>
            <w:r>
              <w:rPr>
                <w:b/>
                <w:bCs/>
                <w:sz w:val="16"/>
              </w:rPr>
              <w:t>Teilebezeichnung</w:t>
            </w:r>
            <w:r w:rsidR="00372D7E" w:rsidRPr="00B02809">
              <w:rPr>
                <w:sz w:val="16"/>
              </w:rPr>
              <w:t xml:space="preserve"> </w:t>
            </w:r>
          </w:p>
          <w:p w14:paraId="4477E60A" w14:textId="77777777" w:rsidR="00372D7E" w:rsidRPr="00B02809" w:rsidRDefault="00372D7E" w:rsidP="00B13468">
            <w:pPr>
              <w:keepNext/>
              <w:spacing w:after="60"/>
              <w:rPr>
                <w:sz w:val="16"/>
              </w:rPr>
            </w:pPr>
            <w:r w:rsidRPr="00B02809">
              <w:rPr>
                <w:sz w:val="16"/>
              </w:rPr>
              <w:t>(Part Name)</w:t>
            </w:r>
          </w:p>
        </w:tc>
        <w:tc>
          <w:tcPr>
            <w:tcW w:w="2167" w:type="dxa"/>
            <w:gridSpan w:val="3"/>
            <w:tcBorders>
              <w:left w:val="single" w:sz="4" w:space="0" w:color="999999" w:themeColor="accent1" w:themeTint="66"/>
              <w:bottom w:val="single" w:sz="4" w:space="0" w:color="auto"/>
            </w:tcBorders>
            <w:shd w:val="clear" w:color="auto" w:fill="auto"/>
          </w:tcPr>
          <w:p w14:paraId="4477E60B" w14:textId="77777777" w:rsidR="00372D7E" w:rsidRPr="00B02809" w:rsidRDefault="00372D7E" w:rsidP="00372D7E">
            <w:pPr>
              <w:keepNext/>
              <w:spacing w:before="60" w:after="60"/>
              <w:rPr>
                <w:sz w:val="16"/>
              </w:rPr>
            </w:pPr>
            <w:bookmarkStart w:id="9" w:name="Losgroesse"/>
            <w:bookmarkEnd w:id="9"/>
          </w:p>
        </w:tc>
      </w:tr>
      <w:tr w:rsidR="00372D7E" w:rsidRPr="00B02809" w14:paraId="4477E612" w14:textId="77777777" w:rsidTr="007A6D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73"/>
        </w:trPr>
        <w:tc>
          <w:tcPr>
            <w:tcW w:w="559" w:type="dxa"/>
            <w:vMerge/>
            <w:tcBorders>
              <w:left w:val="single" w:sz="4" w:space="0" w:color="auto"/>
            </w:tcBorders>
            <w:shd w:val="clear" w:color="auto" w:fill="BBE1FF" w:themeFill="accent2" w:themeFillTint="33"/>
          </w:tcPr>
          <w:p w14:paraId="4477E60D" w14:textId="77777777" w:rsidR="00372D7E" w:rsidRPr="00B02809" w:rsidRDefault="00372D7E" w:rsidP="00372D7E">
            <w:pPr>
              <w:spacing w:before="60" w:after="60"/>
              <w:rPr>
                <w:b/>
                <w:bCs/>
                <w:sz w:val="16"/>
              </w:rPr>
            </w:pPr>
          </w:p>
        </w:tc>
        <w:tc>
          <w:tcPr>
            <w:tcW w:w="2051" w:type="dxa"/>
            <w:gridSpan w:val="2"/>
            <w:tcBorders>
              <w:right w:val="single" w:sz="4" w:space="0" w:color="999999" w:themeColor="accent1" w:themeTint="66"/>
            </w:tcBorders>
            <w:shd w:val="clear" w:color="auto" w:fill="D9D9D9" w:themeFill="background1" w:themeFillShade="D9"/>
          </w:tcPr>
          <w:p w14:paraId="4477E60E" w14:textId="77777777" w:rsidR="00372D7E" w:rsidRPr="00B02809" w:rsidRDefault="00B13468" w:rsidP="00372D7E">
            <w:pPr>
              <w:keepNext/>
              <w:spacing w:before="60" w:after="60"/>
              <w:rPr>
                <w:sz w:val="16"/>
              </w:rPr>
            </w:pPr>
            <w:r>
              <w:rPr>
                <w:b/>
                <w:bCs/>
                <w:sz w:val="16"/>
              </w:rPr>
              <w:t>Bestell-Nummer</w:t>
            </w:r>
            <w:r w:rsidR="00372D7E" w:rsidRPr="00B02809">
              <w:rPr>
                <w:sz w:val="16"/>
              </w:rPr>
              <w:br/>
              <w:t>(Order</w:t>
            </w:r>
            <w:r w:rsidR="00372D7E" w:rsidRPr="00383109">
              <w:rPr>
                <w:sz w:val="16"/>
                <w:lang w:val="en-US"/>
              </w:rPr>
              <w:t xml:space="preserve"> Number</w:t>
            </w:r>
            <w:r w:rsidR="00372D7E" w:rsidRPr="00B02809">
              <w:rPr>
                <w:sz w:val="16"/>
              </w:rPr>
              <w:t>)</w:t>
            </w:r>
          </w:p>
        </w:tc>
        <w:tc>
          <w:tcPr>
            <w:tcW w:w="2260" w:type="dxa"/>
            <w:gridSpan w:val="2"/>
            <w:tcBorders>
              <w:left w:val="single" w:sz="4" w:space="0" w:color="999999" w:themeColor="accent1" w:themeTint="66"/>
              <w:right w:val="single" w:sz="4" w:space="0" w:color="666666" w:themeColor="accent1" w:themeTint="99"/>
            </w:tcBorders>
            <w:shd w:val="clear" w:color="auto" w:fill="auto"/>
          </w:tcPr>
          <w:p w14:paraId="4477E60F" w14:textId="77777777" w:rsidR="00372D7E" w:rsidRPr="00B02809" w:rsidRDefault="00372D7E" w:rsidP="00372D7E">
            <w:pPr>
              <w:keepNext/>
              <w:spacing w:before="60" w:after="60"/>
              <w:rPr>
                <w:sz w:val="16"/>
              </w:rPr>
            </w:pPr>
          </w:p>
        </w:tc>
        <w:tc>
          <w:tcPr>
            <w:tcW w:w="2615" w:type="dxa"/>
            <w:gridSpan w:val="4"/>
            <w:tcBorders>
              <w:left w:val="single" w:sz="4" w:space="0" w:color="666666" w:themeColor="accent1" w:themeTint="99"/>
              <w:bottom w:val="single" w:sz="4" w:space="0" w:color="auto"/>
              <w:right w:val="single" w:sz="4" w:space="0" w:color="999999" w:themeColor="accent1" w:themeTint="66"/>
            </w:tcBorders>
            <w:shd w:val="clear" w:color="auto" w:fill="D9D9D9" w:themeFill="background1" w:themeFillShade="D9"/>
          </w:tcPr>
          <w:p w14:paraId="4477E610" w14:textId="77777777" w:rsidR="00372D7E" w:rsidRPr="00B02809" w:rsidRDefault="00B13468" w:rsidP="00372D7E">
            <w:pPr>
              <w:keepNext/>
              <w:spacing w:before="60" w:after="60"/>
              <w:rPr>
                <w:sz w:val="16"/>
              </w:rPr>
            </w:pPr>
            <w:r>
              <w:rPr>
                <w:b/>
                <w:bCs/>
                <w:sz w:val="16"/>
              </w:rPr>
              <w:t>Fehlerhafte Menge</w:t>
            </w:r>
            <w:r w:rsidR="00372D7E" w:rsidRPr="00B02809">
              <w:rPr>
                <w:sz w:val="16"/>
              </w:rPr>
              <w:br/>
            </w:r>
            <w:r w:rsidR="00372D7E" w:rsidRPr="00383109">
              <w:rPr>
                <w:sz w:val="16"/>
                <w:lang w:val="en-US"/>
              </w:rPr>
              <w:t>(Incorrect Quantity</w:t>
            </w:r>
            <w:r w:rsidR="00372D7E" w:rsidRPr="00B02809">
              <w:rPr>
                <w:sz w:val="16"/>
              </w:rPr>
              <w:t>)</w:t>
            </w:r>
          </w:p>
        </w:tc>
        <w:tc>
          <w:tcPr>
            <w:tcW w:w="2167" w:type="dxa"/>
            <w:gridSpan w:val="3"/>
            <w:tcBorders>
              <w:left w:val="single" w:sz="4" w:space="0" w:color="999999" w:themeColor="accent1" w:themeTint="66"/>
              <w:bottom w:val="single" w:sz="4" w:space="0" w:color="auto"/>
            </w:tcBorders>
            <w:shd w:val="clear" w:color="auto" w:fill="auto"/>
          </w:tcPr>
          <w:p w14:paraId="4477E611" w14:textId="77777777" w:rsidR="00372D7E" w:rsidRPr="00B02809" w:rsidRDefault="00372D7E" w:rsidP="00372D7E">
            <w:pPr>
              <w:keepNext/>
              <w:spacing w:before="60" w:after="60"/>
              <w:rPr>
                <w:sz w:val="16"/>
              </w:rPr>
            </w:pPr>
          </w:p>
        </w:tc>
      </w:tr>
      <w:tr w:rsidR="00372D7E" w:rsidRPr="00B02809" w14:paraId="4477E619" w14:textId="77777777" w:rsidTr="007A6DFC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235"/>
        </w:trPr>
        <w:tc>
          <w:tcPr>
            <w:tcW w:w="559" w:type="dxa"/>
            <w:vMerge/>
            <w:tcBorders>
              <w:left w:val="single" w:sz="4" w:space="0" w:color="auto"/>
            </w:tcBorders>
            <w:shd w:val="clear" w:color="auto" w:fill="BBE1FF" w:themeFill="accent2" w:themeFillTint="33"/>
          </w:tcPr>
          <w:p w14:paraId="4477E613" w14:textId="77777777" w:rsidR="00372D7E" w:rsidRPr="00B02809" w:rsidRDefault="00372D7E" w:rsidP="00372D7E">
            <w:pPr>
              <w:spacing w:before="60" w:after="60"/>
              <w:rPr>
                <w:sz w:val="16"/>
              </w:rPr>
            </w:pPr>
          </w:p>
        </w:tc>
        <w:tc>
          <w:tcPr>
            <w:tcW w:w="2051" w:type="dxa"/>
            <w:gridSpan w:val="2"/>
            <w:tcBorders>
              <w:right w:val="single" w:sz="4" w:space="0" w:color="999999" w:themeColor="accent1" w:themeTint="66"/>
            </w:tcBorders>
            <w:shd w:val="clear" w:color="auto" w:fill="D9D9D9" w:themeFill="background1" w:themeFillShade="D9"/>
          </w:tcPr>
          <w:p w14:paraId="4477E614" w14:textId="77777777" w:rsidR="00372D7E" w:rsidRPr="00B02809" w:rsidRDefault="00372D7E" w:rsidP="00372D7E">
            <w:pPr>
              <w:keepNext/>
              <w:spacing w:before="60" w:after="60"/>
              <w:rPr>
                <w:sz w:val="16"/>
              </w:rPr>
            </w:pPr>
            <w:r>
              <w:rPr>
                <w:b/>
                <w:bCs/>
                <w:sz w:val="16"/>
              </w:rPr>
              <w:t>Gelieferte</w:t>
            </w:r>
            <w:r w:rsidR="00B13468">
              <w:rPr>
                <w:b/>
                <w:bCs/>
                <w:sz w:val="16"/>
              </w:rPr>
              <w:t xml:space="preserve"> Menge</w:t>
            </w:r>
            <w:r w:rsidRPr="00B02809">
              <w:rPr>
                <w:sz w:val="16"/>
              </w:rPr>
              <w:br/>
            </w:r>
            <w:r w:rsidRPr="00383109">
              <w:rPr>
                <w:sz w:val="16"/>
                <w:lang w:val="en-US"/>
              </w:rPr>
              <w:t>(Delivered Quantity</w:t>
            </w:r>
            <w:r w:rsidRPr="00B02809">
              <w:rPr>
                <w:sz w:val="16"/>
              </w:rPr>
              <w:t>)</w:t>
            </w:r>
          </w:p>
        </w:tc>
        <w:tc>
          <w:tcPr>
            <w:tcW w:w="2260" w:type="dxa"/>
            <w:gridSpan w:val="2"/>
            <w:tcBorders>
              <w:left w:val="single" w:sz="4" w:space="0" w:color="999999" w:themeColor="accent1" w:themeTint="66"/>
              <w:right w:val="single" w:sz="4" w:space="0" w:color="666666" w:themeColor="accent1" w:themeTint="99"/>
            </w:tcBorders>
            <w:shd w:val="clear" w:color="auto" w:fill="auto"/>
          </w:tcPr>
          <w:p w14:paraId="4477E615" w14:textId="77777777" w:rsidR="00372D7E" w:rsidRPr="00B02809" w:rsidRDefault="00372D7E" w:rsidP="00372D7E">
            <w:pPr>
              <w:keepNext/>
              <w:spacing w:before="60" w:after="60"/>
              <w:rPr>
                <w:sz w:val="16"/>
              </w:rPr>
            </w:pPr>
            <w:bookmarkStart w:id="10" w:name="Menge"/>
            <w:bookmarkEnd w:id="10"/>
          </w:p>
        </w:tc>
        <w:tc>
          <w:tcPr>
            <w:tcW w:w="2615" w:type="dxa"/>
            <w:gridSpan w:val="4"/>
            <w:tcBorders>
              <w:left w:val="single" w:sz="4" w:space="0" w:color="666666" w:themeColor="accent1" w:themeTint="99"/>
              <w:right w:val="single" w:sz="4" w:space="0" w:color="999999" w:themeColor="accent1" w:themeTint="66"/>
            </w:tcBorders>
            <w:shd w:val="clear" w:color="auto" w:fill="D9D9D9" w:themeFill="background1" w:themeFillShade="D9"/>
          </w:tcPr>
          <w:p w14:paraId="4477E616" w14:textId="77777777" w:rsidR="00372D7E" w:rsidRPr="00B02809" w:rsidRDefault="00B13468" w:rsidP="00B13468">
            <w:pPr>
              <w:keepNext/>
              <w:spacing w:before="60"/>
              <w:rPr>
                <w:b/>
                <w:sz w:val="16"/>
              </w:rPr>
            </w:pPr>
            <w:r>
              <w:rPr>
                <w:b/>
                <w:sz w:val="16"/>
              </w:rPr>
              <w:t>Fehlerquote [%]</w:t>
            </w:r>
          </w:p>
          <w:p w14:paraId="4477E617" w14:textId="77777777" w:rsidR="00372D7E" w:rsidRPr="00B02809" w:rsidRDefault="00372D7E" w:rsidP="00B13468">
            <w:pPr>
              <w:keepNext/>
              <w:spacing w:after="60"/>
              <w:rPr>
                <w:sz w:val="16"/>
              </w:rPr>
            </w:pPr>
            <w:r w:rsidRPr="00383109">
              <w:rPr>
                <w:sz w:val="16"/>
                <w:lang w:val="en-US"/>
              </w:rPr>
              <w:t>(Failure</w:t>
            </w:r>
            <w:r w:rsidRPr="00B02809">
              <w:rPr>
                <w:sz w:val="16"/>
              </w:rPr>
              <w:t xml:space="preserve"> rate)</w:t>
            </w:r>
          </w:p>
        </w:tc>
        <w:tc>
          <w:tcPr>
            <w:tcW w:w="2167" w:type="dxa"/>
            <w:gridSpan w:val="3"/>
            <w:tcBorders>
              <w:left w:val="single" w:sz="4" w:space="0" w:color="999999" w:themeColor="accent1" w:themeTint="66"/>
            </w:tcBorders>
            <w:shd w:val="clear" w:color="auto" w:fill="auto"/>
          </w:tcPr>
          <w:p w14:paraId="4477E618" w14:textId="77777777" w:rsidR="00372D7E" w:rsidRPr="00B02809" w:rsidRDefault="00372D7E" w:rsidP="00372D7E">
            <w:pPr>
              <w:keepNext/>
              <w:spacing w:before="60" w:after="60"/>
              <w:rPr>
                <w:sz w:val="16"/>
              </w:rPr>
            </w:pPr>
          </w:p>
        </w:tc>
      </w:tr>
      <w:tr w:rsidR="00372D7E" w:rsidRPr="00B02809" w14:paraId="4477E61C" w14:textId="77777777" w:rsidTr="00B30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 w:val="restart"/>
            <w:tcBorders>
              <w:top w:val="nil"/>
              <w:right w:val="single" w:sz="4" w:space="0" w:color="auto"/>
            </w:tcBorders>
            <w:shd w:val="clear" w:color="auto" w:fill="BBE1FF" w:themeFill="accent2" w:themeFillTint="33"/>
          </w:tcPr>
          <w:p w14:paraId="4477E61A" w14:textId="77777777" w:rsidR="00372D7E" w:rsidRPr="00B02809" w:rsidRDefault="00372D7E" w:rsidP="00372D7E">
            <w:pPr>
              <w:pStyle w:val="BaumerFliesstext"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24"/>
              </w:rPr>
              <w:t>D1</w:t>
            </w:r>
          </w:p>
        </w:tc>
        <w:tc>
          <w:tcPr>
            <w:tcW w:w="9093" w:type="dxa"/>
            <w:gridSpan w:val="11"/>
            <w:tcBorders>
              <w:bottom w:val="single" w:sz="4" w:space="0" w:color="999999"/>
              <w:right w:val="single" w:sz="4" w:space="0" w:color="auto"/>
            </w:tcBorders>
            <w:shd w:val="clear" w:color="auto" w:fill="D9D9D9" w:themeFill="background1" w:themeFillShade="D9"/>
          </w:tcPr>
          <w:p w14:paraId="4477E61B" w14:textId="77777777" w:rsidR="00372D7E" w:rsidRPr="00B02809" w:rsidRDefault="00DE2E0D" w:rsidP="00372D7E">
            <w:pPr>
              <w:pStyle w:val="BaumerFliesstext"/>
              <w:keepNext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Verantwortlich / Team </w:t>
            </w:r>
            <w:r w:rsidRPr="000F19E2">
              <w:rPr>
                <w:bCs/>
                <w:sz w:val="16"/>
                <w:lang w:val="en-AU"/>
              </w:rPr>
              <w:t>(</w:t>
            </w:r>
            <w:r w:rsidR="00372D7E" w:rsidRPr="000F19E2">
              <w:rPr>
                <w:bCs/>
                <w:sz w:val="16"/>
                <w:lang w:val="en-AU"/>
              </w:rPr>
              <w:t>Responsible</w:t>
            </w:r>
            <w:r w:rsidR="00372D7E" w:rsidRPr="00DE2E0D">
              <w:rPr>
                <w:bCs/>
                <w:sz w:val="16"/>
              </w:rPr>
              <w:t xml:space="preserve"> / Team</w:t>
            </w:r>
            <w:r w:rsidRPr="00DE2E0D">
              <w:rPr>
                <w:bCs/>
                <w:sz w:val="16"/>
              </w:rPr>
              <w:t>)</w:t>
            </w:r>
          </w:p>
        </w:tc>
      </w:tr>
      <w:tr w:rsidR="00372D7E" w:rsidRPr="00B02809" w14:paraId="4477E61F" w14:textId="77777777" w:rsidTr="00B30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BBE1FF" w:themeFill="accent2" w:themeFillTint="33"/>
            <w:textDirection w:val="btLr"/>
          </w:tcPr>
          <w:p w14:paraId="4477E61D" w14:textId="77777777" w:rsidR="00372D7E" w:rsidRPr="00B02809" w:rsidRDefault="00372D7E" w:rsidP="00372D7E">
            <w:pPr>
              <w:pStyle w:val="BaumerFliesstext"/>
              <w:spacing w:before="60" w:after="60"/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9093" w:type="dxa"/>
            <w:gridSpan w:val="11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E61E" w14:textId="77777777" w:rsidR="00372D7E" w:rsidRPr="00B02809" w:rsidRDefault="00372D7E" w:rsidP="00372D7E">
            <w:pPr>
              <w:pStyle w:val="BaumerFliesstext"/>
              <w:keepNext/>
              <w:spacing w:before="60" w:after="60"/>
              <w:rPr>
                <w:b/>
                <w:bCs/>
                <w:sz w:val="16"/>
              </w:rPr>
            </w:pPr>
          </w:p>
        </w:tc>
      </w:tr>
      <w:tr w:rsidR="00372D7E" w:rsidRPr="00B02809" w14:paraId="4477E622" w14:textId="77777777" w:rsidTr="00B30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236"/>
        </w:trPr>
        <w:tc>
          <w:tcPr>
            <w:tcW w:w="5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BE1FF" w:themeFill="accent2" w:themeFillTint="33"/>
          </w:tcPr>
          <w:p w14:paraId="4477E620" w14:textId="77777777" w:rsidR="00372D7E" w:rsidRPr="00B02809" w:rsidRDefault="00372D7E" w:rsidP="00372D7E">
            <w:pPr>
              <w:pStyle w:val="BaumerFliesstext"/>
              <w:spacing w:before="60" w:after="60"/>
              <w:jc w:val="center"/>
              <w:rPr>
                <w:sz w:val="16"/>
              </w:rPr>
            </w:pPr>
            <w:r w:rsidRPr="00B02809">
              <w:rPr>
                <w:b/>
                <w:bCs/>
                <w:sz w:val="24"/>
              </w:rPr>
              <w:t>D2</w:t>
            </w:r>
          </w:p>
        </w:tc>
        <w:tc>
          <w:tcPr>
            <w:tcW w:w="9093" w:type="dxa"/>
            <w:gridSpan w:val="11"/>
            <w:tcBorders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</w:tcPr>
          <w:p w14:paraId="4477E621" w14:textId="77777777" w:rsidR="00372D7E" w:rsidRPr="00330DC2" w:rsidRDefault="00372D7E" w:rsidP="00330DC2">
            <w:pPr>
              <w:pStyle w:val="BaumerFliesstext"/>
              <w:keepNext/>
              <w:spacing w:before="60" w:after="60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 xml:space="preserve">Problembeschreibung </w:t>
            </w:r>
            <w:r w:rsidRPr="00B02809">
              <w:rPr>
                <w:bCs/>
                <w:sz w:val="16"/>
              </w:rPr>
              <w:t>(Problem Description)</w:t>
            </w:r>
          </w:p>
        </w:tc>
      </w:tr>
      <w:tr w:rsidR="00372D7E" w:rsidRPr="00B02809" w14:paraId="4477E625" w14:textId="77777777" w:rsidTr="00F51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385"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23" w14:textId="77777777" w:rsidR="00372D7E" w:rsidRPr="00B02809" w:rsidRDefault="00372D7E" w:rsidP="00372D7E">
            <w:pPr>
              <w:pStyle w:val="BaumerFliesstext"/>
              <w:spacing w:before="60" w:after="60"/>
              <w:rPr>
                <w:b/>
                <w:bCs/>
                <w:sz w:val="16"/>
              </w:rPr>
            </w:pPr>
          </w:p>
        </w:tc>
        <w:tc>
          <w:tcPr>
            <w:tcW w:w="9093" w:type="dxa"/>
            <w:gridSpan w:val="11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</w:tcPr>
          <w:p w14:paraId="6011C070" w14:textId="77777777" w:rsidR="00B13468" w:rsidRDefault="00B13468" w:rsidP="00372D7E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  <w:p w14:paraId="4477E624" w14:textId="4B5C212F" w:rsidR="002436AC" w:rsidRPr="00B02809" w:rsidRDefault="002436AC" w:rsidP="00372D7E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</w:tr>
      <w:tr w:rsidR="00372D7E" w:rsidRPr="00BE0B0E" w14:paraId="4477E628" w14:textId="77777777" w:rsidTr="00B30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310"/>
        </w:trPr>
        <w:tc>
          <w:tcPr>
            <w:tcW w:w="559" w:type="dxa"/>
            <w:vMerge w:val="restart"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26" w14:textId="77777777" w:rsidR="00372D7E" w:rsidRPr="000F19E2" w:rsidRDefault="00372D7E" w:rsidP="00372D7E">
            <w:pPr>
              <w:pStyle w:val="BaumerFliesstext"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24"/>
              </w:rPr>
              <w:t>D3</w:t>
            </w:r>
          </w:p>
        </w:tc>
        <w:tc>
          <w:tcPr>
            <w:tcW w:w="9093" w:type="dxa"/>
            <w:gridSpan w:val="11"/>
            <w:tcBorders>
              <w:top w:val="single" w:sz="4" w:space="0" w:color="auto"/>
              <w:bottom w:val="single" w:sz="4" w:space="0" w:color="CCCCCC" w:themeColor="accent1" w:themeTint="33"/>
              <w:right w:val="single" w:sz="4" w:space="0" w:color="auto"/>
            </w:tcBorders>
            <w:shd w:val="clear" w:color="auto" w:fill="D9D9D9" w:themeFill="background1" w:themeFillShade="D9"/>
          </w:tcPr>
          <w:p w14:paraId="4477E627" w14:textId="77777777" w:rsidR="00372D7E" w:rsidRPr="00FA6F5C" w:rsidRDefault="00AA2EBB" w:rsidP="00672161">
            <w:pPr>
              <w:pStyle w:val="BaumerFliesstext"/>
              <w:keepNext/>
              <w:spacing w:before="60" w:after="60"/>
              <w:rPr>
                <w:b/>
                <w:bCs/>
                <w:sz w:val="16"/>
                <w:lang w:val="en-US"/>
              </w:rPr>
            </w:pPr>
            <w:r w:rsidRPr="000F19E2">
              <w:rPr>
                <w:b/>
                <w:bCs/>
                <w:sz w:val="16"/>
              </w:rPr>
              <w:t>Sofort</w:t>
            </w:r>
            <w:r w:rsidR="00672161" w:rsidRPr="000F19E2">
              <w:rPr>
                <w:b/>
                <w:bCs/>
                <w:sz w:val="16"/>
              </w:rPr>
              <w:t>-M</w:t>
            </w:r>
            <w:r w:rsidRPr="000F19E2">
              <w:rPr>
                <w:b/>
                <w:bCs/>
                <w:sz w:val="16"/>
              </w:rPr>
              <w:t>assnahmen</w:t>
            </w:r>
            <w:r w:rsidR="00372D7E" w:rsidRPr="00FA6F5C">
              <w:rPr>
                <w:b/>
                <w:bCs/>
                <w:sz w:val="16"/>
                <w:lang w:val="en-US"/>
              </w:rPr>
              <w:t xml:space="preserve"> </w:t>
            </w:r>
            <w:r>
              <w:rPr>
                <w:bCs/>
                <w:sz w:val="16"/>
                <w:lang w:val="en-US"/>
              </w:rPr>
              <w:t>(Containment Actions</w:t>
            </w:r>
            <w:r w:rsidR="00372D7E" w:rsidRPr="00FA6F5C">
              <w:rPr>
                <w:bCs/>
                <w:sz w:val="16"/>
                <w:lang w:val="en-US"/>
              </w:rPr>
              <w:t>)</w:t>
            </w:r>
          </w:p>
        </w:tc>
      </w:tr>
      <w:tr w:rsidR="007A6DFC" w:rsidRPr="00B02809" w14:paraId="4477E62F" w14:textId="77777777" w:rsidTr="007A6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29" w14:textId="77777777" w:rsidR="007A6DFC" w:rsidRPr="00BE0B0E" w:rsidRDefault="007A6DFC" w:rsidP="007A6DFC">
            <w:pPr>
              <w:pStyle w:val="BaumerFliesstext"/>
              <w:spacing w:before="60" w:after="60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6541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2B" w14:textId="08D2DB86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Massnahme</w:t>
            </w:r>
            <w:r w:rsidRPr="00B02809">
              <w:rPr>
                <w:b/>
                <w:bCs/>
                <w:sz w:val="16"/>
              </w:rPr>
              <w:t xml:space="preserve"> </w:t>
            </w:r>
            <w:r w:rsidRPr="00B02809">
              <w:rPr>
                <w:bCs/>
                <w:sz w:val="16"/>
              </w:rPr>
              <w:t>(Action)</w:t>
            </w:r>
          </w:p>
        </w:tc>
        <w:tc>
          <w:tcPr>
            <w:tcW w:w="125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2C" w14:textId="23A6930A" w:rsidR="007A6DFC" w:rsidRPr="00B02809" w:rsidRDefault="007A6DFC" w:rsidP="007A6DFC">
            <w:pPr>
              <w:pStyle w:val="BaumerFliesstext"/>
              <w:keepNext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>Verantwortlich</w:t>
            </w:r>
            <w:r w:rsidRPr="00B02809">
              <w:rPr>
                <w:b/>
                <w:bCs/>
                <w:sz w:val="16"/>
              </w:rPr>
              <w:br/>
            </w:r>
            <w:r w:rsidRPr="00383109">
              <w:rPr>
                <w:sz w:val="16"/>
                <w:lang w:val="en-US"/>
              </w:rPr>
              <w:t>(Responsible</w:t>
            </w:r>
            <w:r w:rsidRPr="00B02809">
              <w:rPr>
                <w:sz w:val="16"/>
              </w:rPr>
              <w:t>)</w:t>
            </w:r>
          </w:p>
        </w:tc>
        <w:tc>
          <w:tcPr>
            <w:tcW w:w="130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</w:tcPr>
          <w:p w14:paraId="4477E62E" w14:textId="357FB7C5" w:rsidR="007A6DFC" w:rsidRPr="00B02809" w:rsidRDefault="007A6DFC" w:rsidP="007A6DFC">
            <w:pPr>
              <w:pStyle w:val="BaumerFliesstext"/>
              <w:keepNext/>
              <w:spacing w:after="60"/>
              <w:jc w:val="center"/>
              <w:rPr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>Termin</w:t>
            </w:r>
            <w:r w:rsidRPr="00B02809">
              <w:rPr>
                <w:b/>
                <w:bCs/>
                <w:sz w:val="16"/>
              </w:rPr>
              <w:br/>
            </w:r>
            <w:r w:rsidRPr="00B02809">
              <w:rPr>
                <w:bCs/>
                <w:sz w:val="16"/>
              </w:rPr>
              <w:t>(Date)</w:t>
            </w:r>
          </w:p>
        </w:tc>
      </w:tr>
      <w:tr w:rsidR="007A6DFC" w:rsidRPr="00B02809" w14:paraId="4477E635" w14:textId="77777777" w:rsidTr="005172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30" w14:textId="77777777" w:rsidR="007A6DFC" w:rsidRPr="00B02809" w:rsidRDefault="007A6DFC" w:rsidP="007A6DFC">
            <w:pPr>
              <w:pStyle w:val="BaumerFliesstext"/>
              <w:spacing w:before="60" w:after="60"/>
              <w:rPr>
                <w:b/>
                <w:bCs/>
                <w:sz w:val="16"/>
              </w:rPr>
            </w:pPr>
          </w:p>
        </w:tc>
        <w:tc>
          <w:tcPr>
            <w:tcW w:w="6541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32" w14:textId="6C13E5A4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33" w14:textId="7FB9C45F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945429511"/>
            <w:placeholder>
              <w:docPart w:val="DC7001F8916E4669BB537DF04EC1EDF1"/>
            </w:placeholder>
            <w:showingPlcHdr/>
            <w:date w:fullDate="2013-10-25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300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auto"/>
                </w:tcBorders>
                <w:shd w:val="clear" w:color="auto" w:fill="auto"/>
              </w:tcPr>
              <w:p w14:paraId="4477E634" w14:textId="2BBA34AD" w:rsidR="007A6DFC" w:rsidRPr="00B02809" w:rsidRDefault="007A6DFC" w:rsidP="007A6DFC">
                <w:pPr>
                  <w:pStyle w:val="BaumerFliesstext"/>
                  <w:keepNext/>
                  <w:spacing w:before="60" w:after="60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7A6DFC" w:rsidRPr="00B02809" w14:paraId="4477E63B" w14:textId="77777777" w:rsidTr="00E540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36" w14:textId="77777777" w:rsidR="007A6DFC" w:rsidRPr="00B02809" w:rsidRDefault="007A6DFC" w:rsidP="007A6DFC">
            <w:pPr>
              <w:pStyle w:val="BaumerFliesstext"/>
              <w:spacing w:before="60" w:after="60"/>
              <w:rPr>
                <w:b/>
                <w:bCs/>
                <w:sz w:val="16"/>
              </w:rPr>
            </w:pPr>
          </w:p>
        </w:tc>
        <w:tc>
          <w:tcPr>
            <w:tcW w:w="6541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38" w14:textId="2291EAA4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39" w14:textId="1DACF745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-1927796812"/>
            <w:placeholder>
              <w:docPart w:val="D45AB50A6C9A4569B61AE85948E7BB11"/>
            </w:placeholder>
            <w:showingPlcHdr/>
            <w:date w:fullDate="2013-10-25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300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auto"/>
                </w:tcBorders>
                <w:shd w:val="clear" w:color="auto" w:fill="auto"/>
              </w:tcPr>
              <w:p w14:paraId="4477E63A" w14:textId="2AF65FB0" w:rsidR="007A6DFC" w:rsidRPr="00B02809" w:rsidRDefault="007A6DFC" w:rsidP="007A6DFC">
                <w:pPr>
                  <w:pStyle w:val="BaumerFliesstext"/>
                  <w:keepNext/>
                  <w:spacing w:before="60" w:after="60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7A6DFC" w:rsidRPr="00B02809" w14:paraId="4477E641" w14:textId="77777777" w:rsidTr="00A120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3C" w14:textId="77777777" w:rsidR="007A6DFC" w:rsidRPr="00B02809" w:rsidRDefault="007A6DFC" w:rsidP="007A6DFC">
            <w:pPr>
              <w:pStyle w:val="BaumerFliesstext"/>
              <w:spacing w:before="60" w:after="60"/>
              <w:rPr>
                <w:b/>
                <w:bCs/>
                <w:sz w:val="16"/>
              </w:rPr>
            </w:pPr>
          </w:p>
        </w:tc>
        <w:tc>
          <w:tcPr>
            <w:tcW w:w="6541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3E" w14:textId="75873D91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3F" w14:textId="7A090ED1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-146130973"/>
            <w:placeholder>
              <w:docPart w:val="2EF18E887F034576B9245FDBF1983EC1"/>
            </w:placeholder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300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auto"/>
                </w:tcBorders>
                <w:shd w:val="clear" w:color="auto" w:fill="auto"/>
              </w:tcPr>
              <w:p w14:paraId="4477E640" w14:textId="7F95F97F" w:rsidR="007A6DFC" w:rsidRPr="00B02809" w:rsidRDefault="007A6DFC" w:rsidP="007A6DFC">
                <w:pPr>
                  <w:pStyle w:val="BaumerFliesstext"/>
                  <w:keepNext/>
                  <w:spacing w:before="60" w:after="60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7A6DFC" w:rsidRPr="00B02809" w14:paraId="4477E647" w14:textId="77777777" w:rsidTr="00AB60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42" w14:textId="77777777" w:rsidR="007A6DFC" w:rsidRPr="00B02809" w:rsidRDefault="007A6DFC" w:rsidP="007A6DFC">
            <w:pPr>
              <w:pStyle w:val="BaumerFliesstext"/>
              <w:spacing w:before="60" w:after="60"/>
              <w:rPr>
                <w:b/>
                <w:bCs/>
                <w:sz w:val="16"/>
              </w:rPr>
            </w:pPr>
          </w:p>
        </w:tc>
        <w:tc>
          <w:tcPr>
            <w:tcW w:w="6541" w:type="dxa"/>
            <w:gridSpan w:val="7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4477E644" w14:textId="38DB82C3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4477E645" w14:textId="0AA42F07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2061202049"/>
            <w:placeholder>
              <w:docPart w:val="6802372C30124566866890D6E3637A90"/>
            </w:placeholder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300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4477E646" w14:textId="1D8F8853" w:rsidR="007A6DFC" w:rsidRPr="00B02809" w:rsidRDefault="007A6DFC" w:rsidP="007A6DFC">
                <w:pPr>
                  <w:pStyle w:val="BaumerFliesstext"/>
                  <w:keepNext/>
                  <w:spacing w:before="60" w:after="60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372D7E" w:rsidRPr="00B02809" w14:paraId="4477E64A" w14:textId="77777777" w:rsidTr="00B30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230"/>
        </w:trPr>
        <w:tc>
          <w:tcPr>
            <w:tcW w:w="559" w:type="dxa"/>
            <w:vMerge w:val="restart"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48" w14:textId="77777777" w:rsidR="00372D7E" w:rsidRPr="00B02809" w:rsidRDefault="00372D7E" w:rsidP="00372D7E">
            <w:pPr>
              <w:pStyle w:val="BaumerFliesstext"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24"/>
              </w:rPr>
              <w:t>D4</w:t>
            </w:r>
          </w:p>
        </w:tc>
        <w:tc>
          <w:tcPr>
            <w:tcW w:w="9093" w:type="dxa"/>
            <w:gridSpan w:val="11"/>
            <w:tcBorders>
              <w:top w:val="single" w:sz="4" w:space="0" w:color="auto"/>
              <w:bottom w:val="single" w:sz="4" w:space="0" w:color="CCCCCC" w:themeColor="accent1" w:themeTint="33"/>
              <w:right w:val="single" w:sz="4" w:space="0" w:color="auto"/>
            </w:tcBorders>
            <w:shd w:val="clear" w:color="auto" w:fill="D9D9D9" w:themeFill="background1" w:themeFillShade="D9"/>
          </w:tcPr>
          <w:p w14:paraId="4477E649" w14:textId="77777777" w:rsidR="00372D7E" w:rsidRPr="00B02809" w:rsidRDefault="00672161" w:rsidP="00672161">
            <w:pPr>
              <w:pStyle w:val="BaumerFliesstext"/>
              <w:keepNext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Fehlerursache</w:t>
            </w:r>
            <w:r w:rsidR="00372D7E" w:rsidRPr="00B02809">
              <w:rPr>
                <w:b/>
                <w:bCs/>
                <w:sz w:val="16"/>
              </w:rPr>
              <w:t xml:space="preserve"> </w:t>
            </w:r>
            <w:r>
              <w:rPr>
                <w:bCs/>
                <w:sz w:val="16"/>
              </w:rPr>
              <w:t>(Root</w:t>
            </w:r>
            <w:r w:rsidRPr="00C67D46">
              <w:rPr>
                <w:bCs/>
                <w:sz w:val="16"/>
              </w:rPr>
              <w:t xml:space="preserve"> Cause</w:t>
            </w:r>
            <w:r>
              <w:rPr>
                <w:bCs/>
                <w:sz w:val="16"/>
              </w:rPr>
              <w:t xml:space="preserve">, </w:t>
            </w:r>
            <w:r w:rsidR="00372D7E" w:rsidRPr="00B02809">
              <w:rPr>
                <w:bCs/>
                <w:sz w:val="16"/>
              </w:rPr>
              <w:t>e.g. 5W,</w:t>
            </w:r>
            <w:r w:rsidR="00372D7E" w:rsidRPr="00C67D46">
              <w:rPr>
                <w:bCs/>
                <w:sz w:val="16"/>
              </w:rPr>
              <w:t xml:space="preserve"> Ishikawa</w:t>
            </w:r>
            <w:r w:rsidR="00C67D46">
              <w:rPr>
                <w:bCs/>
                <w:sz w:val="16"/>
              </w:rPr>
              <w:t>)</w:t>
            </w:r>
          </w:p>
        </w:tc>
      </w:tr>
      <w:tr w:rsidR="00372D7E" w:rsidRPr="00B02809" w14:paraId="4477E64D" w14:textId="77777777" w:rsidTr="00F51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386"/>
        </w:trPr>
        <w:tc>
          <w:tcPr>
            <w:tcW w:w="5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BBE1FF" w:themeFill="accent2" w:themeFillTint="33"/>
          </w:tcPr>
          <w:p w14:paraId="4477E64B" w14:textId="77777777" w:rsidR="00372D7E" w:rsidRPr="00B02809" w:rsidRDefault="00372D7E" w:rsidP="00372D7E">
            <w:pPr>
              <w:pStyle w:val="BaumerFliesstext"/>
              <w:spacing w:before="60" w:after="60"/>
              <w:jc w:val="center"/>
              <w:rPr>
                <w:bCs/>
                <w:sz w:val="16"/>
              </w:rPr>
            </w:pPr>
          </w:p>
        </w:tc>
        <w:tc>
          <w:tcPr>
            <w:tcW w:w="9093" w:type="dxa"/>
            <w:gridSpan w:val="11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8DB0" w14:textId="096A9A2C" w:rsidR="002436AC" w:rsidRDefault="002436AC" w:rsidP="00372D7E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  <w:p w14:paraId="4477E64C" w14:textId="13C68B8C" w:rsidR="00FA359B" w:rsidRPr="00B02809" w:rsidRDefault="00FA359B" w:rsidP="00372D7E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</w:tr>
      <w:tr w:rsidR="00372D7E" w:rsidRPr="00BE0B0E" w14:paraId="4477E650" w14:textId="77777777" w:rsidTr="00B30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350"/>
        </w:trPr>
        <w:tc>
          <w:tcPr>
            <w:tcW w:w="559" w:type="dxa"/>
            <w:vMerge w:val="restart"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4E" w14:textId="77777777" w:rsidR="00372D7E" w:rsidRPr="00383109" w:rsidRDefault="00372D7E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24"/>
              </w:rPr>
              <w:t>D5</w:t>
            </w:r>
          </w:p>
        </w:tc>
        <w:tc>
          <w:tcPr>
            <w:tcW w:w="9093" w:type="dxa"/>
            <w:gridSpan w:val="11"/>
            <w:tcBorders>
              <w:top w:val="single" w:sz="4" w:space="0" w:color="auto"/>
              <w:bottom w:val="single" w:sz="4" w:space="0" w:color="CCCCCC" w:themeColor="accent1" w:themeTint="33"/>
              <w:right w:val="single" w:sz="4" w:space="0" w:color="auto"/>
            </w:tcBorders>
            <w:shd w:val="clear" w:color="auto" w:fill="D9D9D9" w:themeFill="background1" w:themeFillShade="D9"/>
          </w:tcPr>
          <w:p w14:paraId="4477E64F" w14:textId="77777777" w:rsidR="00372D7E" w:rsidRPr="00FA6F5C" w:rsidRDefault="00372D7E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  <w:lang w:val="en-US"/>
              </w:rPr>
            </w:pPr>
            <w:r w:rsidRPr="00383109">
              <w:rPr>
                <w:b/>
                <w:bCs/>
                <w:sz w:val="16"/>
              </w:rPr>
              <w:t xml:space="preserve">Geplante </w:t>
            </w:r>
            <w:r w:rsidR="00BE0B0E" w:rsidRPr="00383109">
              <w:rPr>
                <w:b/>
                <w:bCs/>
                <w:sz w:val="16"/>
              </w:rPr>
              <w:t>Korrektur</w:t>
            </w:r>
            <w:r w:rsidR="00672161" w:rsidRPr="00383109">
              <w:rPr>
                <w:b/>
                <w:bCs/>
                <w:sz w:val="16"/>
              </w:rPr>
              <w:t>-M</w:t>
            </w:r>
            <w:r w:rsidR="00BE0B0E" w:rsidRPr="00383109">
              <w:rPr>
                <w:b/>
                <w:bCs/>
                <w:sz w:val="16"/>
              </w:rPr>
              <w:t>assnahmen</w:t>
            </w:r>
            <w:r w:rsidRPr="00FA6F5C">
              <w:rPr>
                <w:b/>
                <w:bCs/>
                <w:sz w:val="16"/>
                <w:lang w:val="en-US"/>
              </w:rPr>
              <w:t xml:space="preserve"> </w:t>
            </w:r>
            <w:r w:rsidR="00BE0B0E">
              <w:rPr>
                <w:bCs/>
                <w:sz w:val="16"/>
                <w:lang w:val="en-US"/>
              </w:rPr>
              <w:t>(Planned Corrective Actions</w:t>
            </w:r>
            <w:r w:rsidRPr="00FA6F5C">
              <w:rPr>
                <w:bCs/>
                <w:sz w:val="16"/>
                <w:lang w:val="en-US"/>
              </w:rPr>
              <w:t>)</w:t>
            </w:r>
          </w:p>
        </w:tc>
      </w:tr>
      <w:tr w:rsidR="007A6DFC" w:rsidRPr="00B02809" w14:paraId="4477E655" w14:textId="77777777" w:rsidTr="00491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51" w14:textId="77777777" w:rsidR="007A6DFC" w:rsidRPr="00BE0B0E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Cs/>
                <w:sz w:val="16"/>
                <w:lang w:val="en-US"/>
              </w:rPr>
            </w:pPr>
          </w:p>
        </w:tc>
        <w:tc>
          <w:tcPr>
            <w:tcW w:w="9093" w:type="dxa"/>
            <w:gridSpan w:val="11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</w:tcPr>
          <w:p w14:paraId="4477E654" w14:textId="4032A69C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Massnahme</w:t>
            </w:r>
            <w:r w:rsidRPr="00B02809">
              <w:rPr>
                <w:b/>
                <w:bCs/>
                <w:sz w:val="16"/>
              </w:rPr>
              <w:t xml:space="preserve"> </w:t>
            </w:r>
            <w:r w:rsidRPr="00B02809">
              <w:rPr>
                <w:bCs/>
                <w:sz w:val="16"/>
              </w:rPr>
              <w:t>(Action)</w:t>
            </w:r>
          </w:p>
        </w:tc>
      </w:tr>
      <w:tr w:rsidR="007A6DFC" w:rsidRPr="00B02809" w14:paraId="4477E659" w14:textId="77777777" w:rsidTr="00415B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56" w14:textId="77777777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9093" w:type="dxa"/>
            <w:gridSpan w:val="11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</w:tcPr>
          <w:p w14:paraId="4477E658" w14:textId="1D9749DC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</w:tr>
      <w:tr w:rsidR="007A6DFC" w:rsidRPr="00B02809" w14:paraId="4477E65D" w14:textId="77777777" w:rsidTr="00613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5A" w14:textId="77777777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9093" w:type="dxa"/>
            <w:gridSpan w:val="11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</w:tcPr>
          <w:p w14:paraId="4477E65C" w14:textId="2C11EC15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</w:tr>
      <w:tr w:rsidR="007A6DFC" w:rsidRPr="00B02809" w14:paraId="7B72D1A4" w14:textId="77777777" w:rsidTr="006137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04E0DA08" w14:textId="77777777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9093" w:type="dxa"/>
            <w:gridSpan w:val="11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</w:tcPr>
          <w:p w14:paraId="41191CCE" w14:textId="77777777" w:rsidR="007A6DFC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</w:tr>
      <w:tr w:rsidR="007A6DFC" w:rsidRPr="00B02809" w14:paraId="4477E661" w14:textId="77777777" w:rsidTr="00964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5E" w14:textId="77777777" w:rsidR="007A6DFC" w:rsidRPr="00B02809" w:rsidRDefault="007A6DFC" w:rsidP="00372D7E">
            <w:pPr>
              <w:pStyle w:val="BaumerFliesstext"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9093" w:type="dxa"/>
            <w:gridSpan w:val="11"/>
            <w:tcBorders>
              <w:top w:val="single" w:sz="4" w:space="0" w:color="BFBFBF" w:themeColor="background1" w:themeShade="BF"/>
              <w:bottom w:val="nil"/>
              <w:right w:val="single" w:sz="4" w:space="0" w:color="auto"/>
            </w:tcBorders>
            <w:shd w:val="clear" w:color="auto" w:fill="auto"/>
          </w:tcPr>
          <w:p w14:paraId="4477E660" w14:textId="11B8F4E5" w:rsidR="007A6DFC" w:rsidRPr="00B02809" w:rsidRDefault="007A6DFC" w:rsidP="00C67D46">
            <w:pPr>
              <w:pStyle w:val="BaumerFliesstext"/>
              <w:keepNext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</w:tr>
      <w:tr w:rsidR="00372D7E" w:rsidRPr="00B02809" w14:paraId="4477E664" w14:textId="77777777" w:rsidTr="00B30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 w:val="restart"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62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24"/>
              </w:rPr>
              <w:t>D6</w:t>
            </w:r>
          </w:p>
        </w:tc>
        <w:tc>
          <w:tcPr>
            <w:tcW w:w="9093" w:type="dxa"/>
            <w:gridSpan w:val="11"/>
            <w:tcBorders>
              <w:top w:val="single" w:sz="4" w:space="0" w:color="auto"/>
              <w:bottom w:val="single" w:sz="4" w:space="0" w:color="CCCCCC" w:themeColor="accent1" w:themeTint="33"/>
              <w:right w:val="single" w:sz="4" w:space="0" w:color="auto"/>
            </w:tcBorders>
            <w:shd w:val="clear" w:color="auto" w:fill="D9D9D9" w:themeFill="background1" w:themeFillShade="D9"/>
          </w:tcPr>
          <w:p w14:paraId="4477E663" w14:textId="77777777" w:rsidR="00372D7E" w:rsidRPr="00B02809" w:rsidRDefault="00BE0B0E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Umgesetzte </w:t>
            </w:r>
            <w:r w:rsidRPr="00BE0B0E">
              <w:rPr>
                <w:b/>
                <w:bCs/>
                <w:sz w:val="16"/>
              </w:rPr>
              <w:t>Korrektur</w:t>
            </w:r>
            <w:r w:rsidR="00672161">
              <w:rPr>
                <w:b/>
                <w:bCs/>
                <w:sz w:val="16"/>
              </w:rPr>
              <w:t>-M</w:t>
            </w:r>
            <w:r w:rsidRPr="00BE0B0E">
              <w:rPr>
                <w:b/>
                <w:bCs/>
                <w:sz w:val="16"/>
              </w:rPr>
              <w:t xml:space="preserve">assnahmen </w:t>
            </w:r>
            <w:r w:rsidR="00372D7E" w:rsidRPr="00C67D46">
              <w:rPr>
                <w:bCs/>
                <w:sz w:val="16"/>
              </w:rPr>
              <w:t>(</w:t>
            </w:r>
            <w:r w:rsidRPr="00C67D46">
              <w:rPr>
                <w:bCs/>
                <w:sz w:val="16"/>
              </w:rPr>
              <w:t xml:space="preserve">Implemented </w:t>
            </w:r>
            <w:r w:rsidR="00372D7E" w:rsidRPr="00C67D46">
              <w:rPr>
                <w:bCs/>
                <w:sz w:val="16"/>
              </w:rPr>
              <w:t>Corrective</w:t>
            </w:r>
            <w:r w:rsidR="00372D7E" w:rsidRPr="00B02809">
              <w:rPr>
                <w:bCs/>
                <w:sz w:val="16"/>
              </w:rPr>
              <w:t xml:space="preserve"> Action</w:t>
            </w:r>
            <w:r>
              <w:rPr>
                <w:bCs/>
                <w:sz w:val="16"/>
              </w:rPr>
              <w:t>s</w:t>
            </w:r>
            <w:r w:rsidR="00372D7E" w:rsidRPr="00B02809">
              <w:rPr>
                <w:bCs/>
                <w:sz w:val="16"/>
              </w:rPr>
              <w:t>)</w:t>
            </w:r>
          </w:p>
        </w:tc>
      </w:tr>
      <w:tr w:rsidR="007A6DFC" w:rsidRPr="00B02809" w14:paraId="4477E66B" w14:textId="77777777" w:rsidTr="00527C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65" w14:textId="77777777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142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67" w14:textId="036512DB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Massnahme</w:t>
            </w:r>
            <w:r w:rsidRPr="00B02809">
              <w:rPr>
                <w:b/>
                <w:bCs/>
                <w:sz w:val="16"/>
              </w:rPr>
              <w:t xml:space="preserve"> </w:t>
            </w:r>
            <w:r w:rsidRPr="00B02809">
              <w:rPr>
                <w:bCs/>
                <w:sz w:val="16"/>
              </w:rPr>
              <w:t>(Action)</w:t>
            </w:r>
          </w:p>
        </w:tc>
        <w:tc>
          <w:tcPr>
            <w:tcW w:w="149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68" w14:textId="11D0E335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>Verantwortlich</w:t>
            </w:r>
            <w:r w:rsidRPr="00B02809">
              <w:rPr>
                <w:b/>
                <w:bCs/>
                <w:sz w:val="16"/>
              </w:rPr>
              <w:br/>
            </w:r>
            <w:r w:rsidRPr="00383109">
              <w:rPr>
                <w:sz w:val="16"/>
                <w:lang w:val="en-US"/>
              </w:rPr>
              <w:t>(Responsible</w:t>
            </w:r>
            <w:r w:rsidRPr="00B02809">
              <w:rPr>
                <w:sz w:val="16"/>
              </w:rPr>
              <w:t>)</w:t>
            </w:r>
          </w:p>
        </w:tc>
        <w:tc>
          <w:tcPr>
            <w:tcW w:w="145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</w:tcPr>
          <w:p w14:paraId="4477E66A" w14:textId="173B8CC5" w:rsidR="007A6DFC" w:rsidRPr="00B02809" w:rsidRDefault="007A6DFC" w:rsidP="002436AC">
            <w:pPr>
              <w:pStyle w:val="BaumerFliesstext"/>
              <w:keepNext/>
              <w:keepLines/>
              <w:spacing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>Termin</w:t>
            </w:r>
            <w:r w:rsidRPr="00B02809">
              <w:rPr>
                <w:b/>
                <w:bCs/>
                <w:sz w:val="16"/>
              </w:rPr>
              <w:br/>
            </w:r>
            <w:r w:rsidRPr="00B02809">
              <w:rPr>
                <w:bCs/>
                <w:sz w:val="16"/>
              </w:rPr>
              <w:t>(Date)</w:t>
            </w:r>
          </w:p>
        </w:tc>
      </w:tr>
      <w:tr w:rsidR="007A6DFC" w:rsidRPr="00B02809" w14:paraId="4477E671" w14:textId="77777777" w:rsidTr="00397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168"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6C" w14:textId="77777777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142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6E" w14:textId="657A8930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rPr>
                <w:bCs/>
                <w:sz w:val="16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6F" w14:textId="62943153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-520166538"/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2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auto"/>
                </w:tcBorders>
                <w:shd w:val="clear" w:color="auto" w:fill="auto"/>
              </w:tcPr>
              <w:p w14:paraId="4477E670" w14:textId="16AC5734" w:rsidR="007A6DFC" w:rsidRPr="00B02809" w:rsidRDefault="007A6DFC" w:rsidP="002436AC">
                <w:pPr>
                  <w:pStyle w:val="BaumerFliesstext"/>
                  <w:keepNext/>
                  <w:keepLines/>
                  <w:spacing w:before="60" w:after="60"/>
                  <w:jc w:val="center"/>
                  <w:rPr>
                    <w:b/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7A6DFC" w:rsidRPr="00B02809" w14:paraId="4477E677" w14:textId="77777777" w:rsidTr="00560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72" w14:textId="77777777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142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74" w14:textId="1F857D7D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rPr>
                <w:bCs/>
                <w:sz w:val="16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75" w14:textId="6C9A116C" w:rsidR="007A6DFC" w:rsidRPr="00B02809" w:rsidRDefault="007A6DFC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-634414414"/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2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auto"/>
                </w:tcBorders>
                <w:shd w:val="clear" w:color="auto" w:fill="auto"/>
              </w:tcPr>
              <w:p w14:paraId="4477E676" w14:textId="79870544" w:rsidR="007A6DFC" w:rsidRPr="00B02809" w:rsidRDefault="007A6DFC" w:rsidP="002436AC">
                <w:pPr>
                  <w:pStyle w:val="BaumerFliesstext"/>
                  <w:keepNext/>
                  <w:keepLines/>
                  <w:spacing w:before="60" w:after="60"/>
                  <w:jc w:val="center"/>
                  <w:rPr>
                    <w:b/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7A6DFC" w:rsidRPr="00B02809" w14:paraId="4477E67D" w14:textId="77777777" w:rsidTr="00CA76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  <w:trHeight w:val="51"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78" w14:textId="77777777" w:rsidR="007A6DFC" w:rsidRPr="00B02809" w:rsidRDefault="007A6DFC" w:rsidP="007A6DFC">
            <w:pPr>
              <w:pStyle w:val="BaumerFliesstext"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142" w:type="dxa"/>
            <w:gridSpan w:val="6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</w:tcPr>
          <w:p w14:paraId="4477E67A" w14:textId="11501799" w:rsidR="007A6DFC" w:rsidRPr="00B02809" w:rsidRDefault="007A6DFC" w:rsidP="007A6DFC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</w:tcPr>
          <w:p w14:paraId="4477E67B" w14:textId="4BE1F504" w:rsidR="007A6DFC" w:rsidRPr="00B02809" w:rsidRDefault="007A6DFC" w:rsidP="007A6DFC">
            <w:pPr>
              <w:pStyle w:val="BaumerFliesstext"/>
              <w:keepNext/>
              <w:spacing w:before="60" w:after="60"/>
              <w:jc w:val="center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1443493831"/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2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477E67C" w14:textId="227C0EB5" w:rsidR="007A6DFC" w:rsidRPr="00B02809" w:rsidRDefault="007A6DFC" w:rsidP="007A6DFC">
                <w:pPr>
                  <w:pStyle w:val="BaumerFliesstext"/>
                  <w:keepNext/>
                  <w:spacing w:before="60" w:after="60"/>
                  <w:jc w:val="center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372D7E" w:rsidRPr="00B02809" w14:paraId="4477E680" w14:textId="77777777" w:rsidTr="008B47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 w:val="restart"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7E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24"/>
              </w:rPr>
              <w:t>D7</w:t>
            </w:r>
          </w:p>
        </w:tc>
        <w:tc>
          <w:tcPr>
            <w:tcW w:w="9093" w:type="dxa"/>
            <w:gridSpan w:val="11"/>
            <w:tcBorders>
              <w:top w:val="single" w:sz="4" w:space="0" w:color="auto"/>
              <w:bottom w:val="single" w:sz="4" w:space="0" w:color="CCCCCC" w:themeColor="accent1" w:themeTint="33"/>
              <w:right w:val="single" w:sz="4" w:space="0" w:color="auto"/>
            </w:tcBorders>
            <w:shd w:val="clear" w:color="auto" w:fill="D9D9D9" w:themeFill="background1" w:themeFillShade="D9"/>
          </w:tcPr>
          <w:p w14:paraId="4477E67F" w14:textId="77777777" w:rsidR="00372D7E" w:rsidRPr="00B02809" w:rsidRDefault="00AA2EBB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Vorbeuge</w:t>
            </w:r>
            <w:r w:rsidR="00672161">
              <w:rPr>
                <w:b/>
                <w:bCs/>
                <w:sz w:val="16"/>
              </w:rPr>
              <w:t>-M</w:t>
            </w:r>
            <w:r>
              <w:rPr>
                <w:b/>
                <w:bCs/>
                <w:sz w:val="16"/>
              </w:rPr>
              <w:t>assnahmen</w:t>
            </w:r>
            <w:r w:rsidR="00372D7E" w:rsidRPr="00B02809">
              <w:rPr>
                <w:b/>
                <w:bCs/>
                <w:sz w:val="16"/>
              </w:rPr>
              <w:t xml:space="preserve"> </w:t>
            </w:r>
            <w:r w:rsidR="00372D7E" w:rsidRPr="00383109">
              <w:rPr>
                <w:bCs/>
                <w:sz w:val="16"/>
                <w:lang w:val="en-US"/>
              </w:rPr>
              <w:t>(</w:t>
            </w:r>
            <w:r w:rsidRPr="00383109">
              <w:rPr>
                <w:bCs/>
                <w:sz w:val="16"/>
                <w:lang w:val="en-US"/>
              </w:rPr>
              <w:t>Preventive</w:t>
            </w:r>
            <w:r>
              <w:rPr>
                <w:bCs/>
                <w:sz w:val="16"/>
              </w:rPr>
              <w:t xml:space="preserve"> Actions</w:t>
            </w:r>
            <w:r w:rsidR="00372D7E" w:rsidRPr="00B02809">
              <w:rPr>
                <w:bCs/>
                <w:sz w:val="16"/>
              </w:rPr>
              <w:t>)</w:t>
            </w:r>
          </w:p>
        </w:tc>
      </w:tr>
      <w:tr w:rsidR="00372D7E" w:rsidRPr="00B02809" w14:paraId="4477E685" w14:textId="77777777" w:rsidTr="007A6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81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142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82" w14:textId="77777777" w:rsidR="00372D7E" w:rsidRPr="00B02809" w:rsidRDefault="00271A13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Massnahme</w:t>
            </w:r>
            <w:r w:rsidR="00372D7E" w:rsidRPr="00B02809">
              <w:rPr>
                <w:b/>
                <w:bCs/>
                <w:sz w:val="16"/>
              </w:rPr>
              <w:t xml:space="preserve"> </w:t>
            </w:r>
            <w:r w:rsidR="00372D7E" w:rsidRPr="00B02809">
              <w:rPr>
                <w:bCs/>
                <w:sz w:val="16"/>
              </w:rPr>
              <w:t>(Action)</w:t>
            </w:r>
          </w:p>
        </w:tc>
        <w:tc>
          <w:tcPr>
            <w:tcW w:w="149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83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>Verantwortlich</w:t>
            </w:r>
            <w:r w:rsidRPr="00B02809">
              <w:rPr>
                <w:b/>
                <w:bCs/>
                <w:sz w:val="16"/>
              </w:rPr>
              <w:br/>
            </w:r>
            <w:r w:rsidRPr="00383109">
              <w:rPr>
                <w:sz w:val="16"/>
                <w:lang w:val="en-US"/>
              </w:rPr>
              <w:t>(Responsible</w:t>
            </w:r>
            <w:r w:rsidRPr="00B02809">
              <w:rPr>
                <w:sz w:val="16"/>
              </w:rPr>
              <w:t>)</w:t>
            </w:r>
          </w:p>
        </w:tc>
        <w:tc>
          <w:tcPr>
            <w:tcW w:w="145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</w:tcPr>
          <w:p w14:paraId="4477E684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>Termin</w:t>
            </w:r>
            <w:r w:rsidRPr="00B02809">
              <w:rPr>
                <w:b/>
                <w:bCs/>
                <w:sz w:val="16"/>
              </w:rPr>
              <w:br/>
            </w:r>
            <w:r w:rsidRPr="00B02809">
              <w:rPr>
                <w:bCs/>
                <w:sz w:val="16"/>
              </w:rPr>
              <w:t>(Date)</w:t>
            </w:r>
          </w:p>
        </w:tc>
      </w:tr>
      <w:tr w:rsidR="00372D7E" w:rsidRPr="00B02809" w14:paraId="4477E68A" w14:textId="77777777" w:rsidTr="007A6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86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142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87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rPr>
                <w:bCs/>
                <w:sz w:val="16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88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-1988469079"/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2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auto"/>
                </w:tcBorders>
                <w:shd w:val="clear" w:color="auto" w:fill="auto"/>
              </w:tcPr>
              <w:p w14:paraId="4477E689" w14:textId="77777777" w:rsidR="00372D7E" w:rsidRPr="00B02809" w:rsidRDefault="00372D7E" w:rsidP="002436AC">
                <w:pPr>
                  <w:pStyle w:val="BaumerFliesstext"/>
                  <w:keepNext/>
                  <w:keepLines/>
                  <w:spacing w:before="60" w:after="60"/>
                  <w:jc w:val="center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372D7E" w:rsidRPr="00B02809" w14:paraId="4477E68F" w14:textId="77777777" w:rsidTr="007A6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8B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142" w:type="dxa"/>
            <w:gridSpan w:val="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8C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rPr>
                <w:bCs/>
                <w:sz w:val="16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77E68D" w14:textId="77777777" w:rsidR="00372D7E" w:rsidRPr="00B02809" w:rsidRDefault="00372D7E" w:rsidP="002436AC">
            <w:pPr>
              <w:pStyle w:val="BaumerFliesstext"/>
              <w:keepNext/>
              <w:keepLines/>
              <w:spacing w:before="60" w:after="60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-698084788"/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2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auto"/>
                </w:tcBorders>
                <w:shd w:val="clear" w:color="auto" w:fill="auto"/>
              </w:tcPr>
              <w:p w14:paraId="4477E68E" w14:textId="77777777" w:rsidR="00372D7E" w:rsidRPr="00B02809" w:rsidRDefault="00372D7E" w:rsidP="002436AC">
                <w:pPr>
                  <w:pStyle w:val="BaumerFliesstext"/>
                  <w:keepNext/>
                  <w:keepLines/>
                  <w:spacing w:before="60" w:after="60"/>
                  <w:jc w:val="center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372D7E" w:rsidRPr="00B02809" w14:paraId="4477E694" w14:textId="77777777" w:rsidTr="007A6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90" w14:textId="77777777" w:rsidR="00372D7E" w:rsidRPr="00B02809" w:rsidRDefault="00372D7E" w:rsidP="00372D7E">
            <w:pPr>
              <w:pStyle w:val="BaumerFliesstext"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6142" w:type="dxa"/>
            <w:gridSpan w:val="6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</w:tcPr>
          <w:p w14:paraId="4477E691" w14:textId="77777777" w:rsidR="00372D7E" w:rsidRPr="00B02809" w:rsidRDefault="00372D7E" w:rsidP="00372D7E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tc>
          <w:tcPr>
            <w:tcW w:w="149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</w:tcPr>
          <w:p w14:paraId="4477E692" w14:textId="77777777" w:rsidR="00372D7E" w:rsidRPr="00B02809" w:rsidRDefault="00372D7E" w:rsidP="00372D7E">
            <w:pPr>
              <w:pStyle w:val="BaumerFliesstext"/>
              <w:keepNext/>
              <w:spacing w:before="60" w:after="60"/>
              <w:rPr>
                <w:bCs/>
                <w:sz w:val="16"/>
              </w:rPr>
            </w:pPr>
          </w:p>
        </w:tc>
        <w:sdt>
          <w:sdtPr>
            <w:rPr>
              <w:bCs/>
              <w:sz w:val="16"/>
            </w:rPr>
            <w:id w:val="-2117660393"/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2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477E693" w14:textId="77777777" w:rsidR="00372D7E" w:rsidRPr="00B02809" w:rsidRDefault="00372D7E" w:rsidP="00C67D46">
                <w:pPr>
                  <w:pStyle w:val="BaumerFliesstext"/>
                  <w:keepNext/>
                  <w:spacing w:before="60" w:after="60"/>
                  <w:jc w:val="center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</w:tr>
      <w:tr w:rsidR="00271A13" w:rsidRPr="00B02809" w14:paraId="4477E697" w14:textId="77777777" w:rsidTr="00B30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 w:val="restart"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95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24"/>
              </w:rPr>
              <w:lastRenderedPageBreak/>
              <w:t>D8</w:t>
            </w:r>
          </w:p>
        </w:tc>
        <w:tc>
          <w:tcPr>
            <w:tcW w:w="9093" w:type="dxa"/>
            <w:gridSpan w:val="11"/>
            <w:tcBorders>
              <w:top w:val="single" w:sz="4" w:space="0" w:color="auto"/>
              <w:bottom w:val="single" w:sz="4" w:space="0" w:color="CCCCCC" w:themeColor="accent1" w:themeTint="33"/>
              <w:right w:val="single" w:sz="4" w:space="0" w:color="auto"/>
            </w:tcBorders>
            <w:shd w:val="clear" w:color="auto" w:fill="D9D9D9" w:themeFill="background1" w:themeFillShade="D9"/>
          </w:tcPr>
          <w:p w14:paraId="4477E696" w14:textId="3E1B7FDE" w:rsidR="003A6813" w:rsidRPr="00B02809" w:rsidRDefault="00602109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Teamerfolg würdigen</w:t>
            </w:r>
            <w:r w:rsidR="00C6084C">
              <w:rPr>
                <w:b/>
                <w:bCs/>
                <w:sz w:val="16"/>
              </w:rPr>
              <w:t xml:space="preserve"> </w:t>
            </w:r>
            <w:r w:rsidR="00C6084C" w:rsidRPr="00C6084C">
              <w:rPr>
                <w:bCs/>
                <w:sz w:val="16"/>
              </w:rPr>
              <w:t>(Congratulations)</w:t>
            </w:r>
          </w:p>
        </w:tc>
      </w:tr>
      <w:tr w:rsidR="00271A13" w:rsidRPr="00B02809" w14:paraId="4477E6A0" w14:textId="77777777" w:rsidTr="007A6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right w:val="single" w:sz="4" w:space="0" w:color="auto"/>
            </w:tcBorders>
            <w:shd w:val="clear" w:color="auto" w:fill="BBE1FF" w:themeFill="accent2" w:themeFillTint="33"/>
          </w:tcPr>
          <w:p w14:paraId="4477E69B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29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9C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</w:rPr>
            </w:pP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9D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 xml:space="preserve">Datum </w:t>
            </w:r>
            <w:r w:rsidRPr="00B02809">
              <w:rPr>
                <w:bCs/>
                <w:sz w:val="16"/>
              </w:rPr>
              <w:t>(Date)</w:t>
            </w:r>
          </w:p>
        </w:tc>
        <w:tc>
          <w:tcPr>
            <w:tcW w:w="15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9E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 xml:space="preserve">Name </w:t>
            </w:r>
            <w:r w:rsidRPr="00B02809">
              <w:rPr>
                <w:bCs/>
                <w:sz w:val="16"/>
              </w:rPr>
              <w:t>(Name)</w:t>
            </w:r>
          </w:p>
        </w:tc>
        <w:tc>
          <w:tcPr>
            <w:tcW w:w="324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</w:tcPr>
          <w:p w14:paraId="4477E69F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  <w:r w:rsidRPr="00B02809">
              <w:rPr>
                <w:b/>
                <w:bCs/>
                <w:sz w:val="16"/>
              </w:rPr>
              <w:t xml:space="preserve">Anmerkung </w:t>
            </w:r>
            <w:r w:rsidRPr="00383109">
              <w:rPr>
                <w:bCs/>
                <w:sz w:val="16"/>
                <w:lang w:val="en-US"/>
              </w:rPr>
              <w:t>(Remark</w:t>
            </w:r>
            <w:r w:rsidRPr="00B02809">
              <w:rPr>
                <w:bCs/>
                <w:sz w:val="16"/>
              </w:rPr>
              <w:t>)</w:t>
            </w:r>
          </w:p>
        </w:tc>
      </w:tr>
      <w:tr w:rsidR="00271A13" w:rsidRPr="00B02809" w14:paraId="4477E6A6" w14:textId="77777777" w:rsidTr="007A6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68" w:type="dxa"/>
          <w:wAfter w:w="19" w:type="dxa"/>
          <w:cantSplit/>
        </w:trPr>
        <w:tc>
          <w:tcPr>
            <w:tcW w:w="5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BBE1FF" w:themeFill="accent2" w:themeFillTint="33"/>
          </w:tcPr>
          <w:p w14:paraId="4477E6A1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29" w:type="dxa"/>
            <w:gridSpan w:val="3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477E6A2" w14:textId="3F2CA8EA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Ersteller</w:t>
            </w:r>
            <w:r w:rsidR="00602109">
              <w:rPr>
                <w:b/>
                <w:bCs/>
                <w:sz w:val="16"/>
              </w:rPr>
              <w:t xml:space="preserve"> / Teamleiter</w:t>
            </w:r>
            <w:r>
              <w:rPr>
                <w:b/>
                <w:bCs/>
                <w:sz w:val="16"/>
              </w:rPr>
              <w:t xml:space="preserve"> </w:t>
            </w:r>
            <w:r w:rsidRPr="00C67D46">
              <w:rPr>
                <w:bCs/>
                <w:sz w:val="16"/>
              </w:rPr>
              <w:t>(</w:t>
            </w:r>
            <w:r w:rsidR="00BB65F4">
              <w:rPr>
                <w:bCs/>
                <w:sz w:val="16"/>
              </w:rPr>
              <w:t>Champion</w:t>
            </w:r>
            <w:r w:rsidRPr="005807A8">
              <w:rPr>
                <w:bCs/>
                <w:sz w:val="16"/>
              </w:rPr>
              <w:t>)</w:t>
            </w:r>
          </w:p>
        </w:tc>
        <w:sdt>
          <w:sdtPr>
            <w:rPr>
              <w:bCs/>
              <w:sz w:val="16"/>
            </w:rPr>
            <w:id w:val="-1971813606"/>
            <w:showingPlcHdr/>
            <w:date w:fullDate="2013-10-04T00:00:00Z">
              <w:dateFormat w:val="dd.MM.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1282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auto"/>
                  <w:right w:val="single" w:sz="4" w:space="0" w:color="BFBFBF" w:themeColor="background1" w:themeShade="BF"/>
                </w:tcBorders>
                <w:shd w:val="clear" w:color="auto" w:fill="auto"/>
              </w:tcPr>
              <w:p w14:paraId="4477E6A3" w14:textId="77777777" w:rsidR="00271A13" w:rsidRPr="00B02809" w:rsidRDefault="00271A13" w:rsidP="002436AC">
                <w:pPr>
                  <w:pStyle w:val="BaumerFliesstext"/>
                  <w:keepNext/>
                  <w:keepLines/>
                  <w:spacing w:before="60" w:after="60"/>
                  <w:jc w:val="center"/>
                  <w:rPr>
                    <w:bCs/>
                    <w:sz w:val="16"/>
                  </w:rPr>
                </w:pPr>
                <w:r w:rsidRPr="00B02809">
                  <w:rPr>
                    <w:rStyle w:val="Platzhaltertext"/>
                    <w:sz w:val="14"/>
                  </w:rPr>
                  <w:t>TT.MM.JJJJ</w:t>
                </w:r>
              </w:p>
            </w:tc>
          </w:sdtContent>
        </w:sdt>
        <w:tc>
          <w:tcPr>
            <w:tcW w:w="15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</w:tcPr>
          <w:p w14:paraId="4477E6A4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Cs/>
                <w:sz w:val="16"/>
              </w:rPr>
            </w:pPr>
          </w:p>
        </w:tc>
        <w:tc>
          <w:tcPr>
            <w:tcW w:w="324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E6A5" w14:textId="77777777" w:rsidR="00271A13" w:rsidRPr="00B02809" w:rsidRDefault="00271A13" w:rsidP="002436AC">
            <w:pPr>
              <w:pStyle w:val="BaumerFliesstext"/>
              <w:keepNext/>
              <w:keepLines/>
              <w:spacing w:before="60" w:after="60"/>
              <w:jc w:val="center"/>
              <w:rPr>
                <w:bCs/>
                <w:sz w:val="16"/>
              </w:rPr>
            </w:pPr>
          </w:p>
        </w:tc>
      </w:tr>
    </w:tbl>
    <w:p w14:paraId="4477E6A7" w14:textId="77777777" w:rsidR="00672161" w:rsidRPr="007716EB" w:rsidRDefault="00672161" w:rsidP="00F51D56">
      <w:pPr>
        <w:rPr>
          <w:sz w:val="2"/>
        </w:rPr>
      </w:pPr>
    </w:p>
    <w:sectPr w:rsidR="00672161" w:rsidRPr="007716EB" w:rsidSect="00F51D56">
      <w:headerReference w:type="default" r:id="rId13"/>
      <w:footerReference w:type="default" r:id="rId14"/>
      <w:pgSz w:w="11906" w:h="16838" w:code="9"/>
      <w:pgMar w:top="1701" w:right="851" w:bottom="1247" w:left="1418" w:header="10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91ED6" w14:textId="77777777" w:rsidR="00C07E40" w:rsidRDefault="00C07E40" w:rsidP="009A66E4">
      <w:r>
        <w:separator/>
      </w:r>
    </w:p>
  </w:endnote>
  <w:endnote w:type="continuationSeparator" w:id="0">
    <w:p w14:paraId="5CB89A8F" w14:textId="77777777" w:rsidR="00C07E40" w:rsidRDefault="00C07E40" w:rsidP="009A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E6AD" w14:textId="12575D70" w:rsidR="00372D7E" w:rsidRPr="009A0FE4" w:rsidRDefault="00372D7E" w:rsidP="00126836">
    <w:pPr>
      <w:pBdr>
        <w:top w:val="single" w:sz="4" w:space="1" w:color="auto"/>
      </w:pBdr>
      <w:rPr>
        <w:sz w:val="16"/>
        <w:szCs w:val="16"/>
      </w:rPr>
    </w:pPr>
    <w:r w:rsidRPr="00D32AA2">
      <w:rPr>
        <w:sz w:val="16"/>
        <w:szCs w:val="16"/>
      </w:rPr>
      <w:fldChar w:fldCharType="begin"/>
    </w:r>
    <w:r w:rsidRPr="00D32AA2">
      <w:rPr>
        <w:sz w:val="16"/>
        <w:szCs w:val="16"/>
      </w:rPr>
      <w:instrText xml:space="preserve"> FILENAME   \* MERGEFORMAT </w:instrText>
    </w:r>
    <w:r w:rsidRPr="00D32AA2">
      <w:rPr>
        <w:sz w:val="16"/>
        <w:szCs w:val="16"/>
      </w:rPr>
      <w:fldChar w:fldCharType="separate"/>
    </w:r>
    <w:r w:rsidR="007E4CE7">
      <w:rPr>
        <w:noProof/>
        <w:sz w:val="16"/>
        <w:szCs w:val="16"/>
      </w:rPr>
      <w:t>QE_TPL_81140845_8D_Supplier.docx</w:t>
    </w:r>
    <w:r w:rsidRPr="00D32AA2">
      <w:rPr>
        <w:sz w:val="16"/>
        <w:szCs w:val="16"/>
      </w:rPr>
      <w:fldChar w:fldCharType="end"/>
    </w:r>
    <w:r w:rsidRPr="00D32AA2">
      <w:rPr>
        <w:sz w:val="16"/>
        <w:szCs w:val="16"/>
      </w:rPr>
      <w:ptab w:relativeTo="margin" w:alignment="center" w:leader="none"/>
    </w:r>
    <w:r w:rsidRPr="00D32AA2">
      <w:rPr>
        <w:sz w:val="16"/>
        <w:szCs w:val="16"/>
      </w:rPr>
      <w:fldChar w:fldCharType="begin"/>
    </w:r>
    <w:r w:rsidRPr="00D32AA2">
      <w:rPr>
        <w:sz w:val="16"/>
        <w:szCs w:val="16"/>
      </w:rPr>
      <w:instrText xml:space="preserve"> PAGE  \* MERGEFORMAT </w:instrText>
    </w:r>
    <w:r w:rsidRPr="00D32AA2">
      <w:rPr>
        <w:sz w:val="16"/>
        <w:szCs w:val="16"/>
      </w:rPr>
      <w:fldChar w:fldCharType="separate"/>
    </w:r>
    <w:r w:rsidR="00804630">
      <w:rPr>
        <w:noProof/>
        <w:sz w:val="16"/>
        <w:szCs w:val="16"/>
      </w:rPr>
      <w:t>1</w:t>
    </w:r>
    <w:r w:rsidRPr="00D32AA2">
      <w:rPr>
        <w:sz w:val="16"/>
        <w:szCs w:val="16"/>
      </w:rPr>
      <w:fldChar w:fldCharType="end"/>
    </w:r>
    <w:r w:rsidRPr="00D32AA2">
      <w:rPr>
        <w:sz w:val="16"/>
        <w:szCs w:val="16"/>
      </w:rPr>
      <w:t>/</w:t>
    </w:r>
    <w:r w:rsidRPr="00D32AA2">
      <w:rPr>
        <w:sz w:val="16"/>
        <w:szCs w:val="16"/>
      </w:rPr>
      <w:fldChar w:fldCharType="begin"/>
    </w:r>
    <w:r w:rsidRPr="00D32AA2">
      <w:rPr>
        <w:sz w:val="16"/>
        <w:szCs w:val="16"/>
      </w:rPr>
      <w:instrText xml:space="preserve"> NUMPAGES  \* MERGEFORMAT </w:instrText>
    </w:r>
    <w:r w:rsidRPr="00D32AA2">
      <w:rPr>
        <w:sz w:val="16"/>
        <w:szCs w:val="16"/>
      </w:rPr>
      <w:fldChar w:fldCharType="separate"/>
    </w:r>
    <w:r w:rsidR="00804630">
      <w:rPr>
        <w:noProof/>
        <w:sz w:val="16"/>
        <w:szCs w:val="16"/>
      </w:rPr>
      <w:t>1</w:t>
    </w:r>
    <w:r w:rsidRPr="00D32AA2">
      <w:rPr>
        <w:sz w:val="16"/>
        <w:szCs w:val="16"/>
      </w:rPr>
      <w:fldChar w:fldCharType="end"/>
    </w:r>
    <w:r w:rsidRPr="00D32AA2">
      <w:rPr>
        <w:sz w:val="16"/>
        <w:szCs w:val="16"/>
      </w:rPr>
      <w:ptab w:relativeTo="margin" w:alignment="right" w:leader="none"/>
    </w:r>
    <w:r w:rsidRPr="00D32AA2">
      <w:rPr>
        <w:sz w:val="16"/>
        <w:szCs w:val="16"/>
      </w:rPr>
      <w:t>Baumer</w:t>
    </w:r>
    <w:r w:rsidR="00602109">
      <w:rPr>
        <w:sz w:val="16"/>
        <w:szCs w:val="16"/>
      </w:rPr>
      <w:t xml:space="preserve"> Group</w:t>
    </w:r>
    <w:r w:rsidRPr="00D32AA2">
      <w:rPr>
        <w:sz w:val="16"/>
        <w:szCs w:val="16"/>
      </w:rPr>
      <w:br/>
    </w:r>
    <w:r w:rsidR="007E4CE7">
      <w:rPr>
        <w:sz w:val="16"/>
        <w:szCs w:val="16"/>
      </w:rPr>
      <w:fldChar w:fldCharType="begin"/>
    </w:r>
    <w:r w:rsidR="007E4CE7">
      <w:rPr>
        <w:sz w:val="16"/>
        <w:szCs w:val="16"/>
      </w:rPr>
      <w:instrText xml:space="preserve"> SAVEDATE  \@ "dd.MM.yyyy HH:mm"  \* MERGEFORMAT </w:instrText>
    </w:r>
    <w:r w:rsidR="007E4CE7">
      <w:rPr>
        <w:sz w:val="16"/>
        <w:szCs w:val="16"/>
      </w:rPr>
      <w:fldChar w:fldCharType="separate"/>
    </w:r>
    <w:r w:rsidR="00804630">
      <w:rPr>
        <w:noProof/>
        <w:sz w:val="16"/>
        <w:szCs w:val="16"/>
      </w:rPr>
      <w:t>06.06.2019 11:09</w:t>
    </w:r>
    <w:r w:rsidR="007E4CE7">
      <w:rPr>
        <w:sz w:val="16"/>
        <w:szCs w:val="16"/>
      </w:rPr>
      <w:fldChar w:fldCharType="end"/>
    </w:r>
    <w:r>
      <w:rPr>
        <w:sz w:val="16"/>
        <w:szCs w:val="16"/>
      </w:rPr>
      <w:t>/</w:t>
    </w:r>
    <w:r w:rsidR="00602109">
      <w:rPr>
        <w:sz w:val="16"/>
        <w:szCs w:val="16"/>
      </w:rPr>
      <w:t>mahb</w:t>
    </w:r>
    <w:r>
      <w:rPr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F3905" w14:textId="77777777" w:rsidR="00C07E40" w:rsidRDefault="00C07E40" w:rsidP="009A66E4">
      <w:r>
        <w:separator/>
      </w:r>
    </w:p>
  </w:footnote>
  <w:footnote w:type="continuationSeparator" w:id="0">
    <w:p w14:paraId="0B154427" w14:textId="77777777" w:rsidR="00C07E40" w:rsidRDefault="00C07E40" w:rsidP="009A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E6AC" w14:textId="77777777" w:rsidR="00372D7E" w:rsidRDefault="00372D7E" w:rsidP="0044174A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58240" behindDoc="1" locked="0" layoutInCell="1" allowOverlap="1" wp14:anchorId="4477E6AE" wp14:editId="4477E6AF">
          <wp:simplePos x="0" y="0"/>
          <wp:positionH relativeFrom="column">
            <wp:posOffset>-374104</wp:posOffset>
          </wp:positionH>
          <wp:positionV relativeFrom="page">
            <wp:posOffset>590550</wp:posOffset>
          </wp:positionV>
          <wp:extent cx="1742400" cy="219600"/>
          <wp:effectExtent l="0" t="0" r="0" b="952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_K_N_R_Offic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0" cy="2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right" w:leader="none"/>
    </w:r>
    <w:r>
      <w:rPr>
        <w:noProof/>
        <w:lang w:val="de-DE" w:eastAsia="zh-CN"/>
      </w:rPr>
      <w:drawing>
        <wp:inline distT="0" distB="0" distL="0" distR="0" wp14:anchorId="4477E6B0" wp14:editId="4477E6B1">
          <wp:extent cx="1040400" cy="115200"/>
          <wp:effectExtent l="0" t="0" r="0" b="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_K_N.bmp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400" cy="11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AE69E5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6089E8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8949C7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933DC2"/>
    <w:multiLevelType w:val="hybridMultilevel"/>
    <w:tmpl w:val="0CE8970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C2096"/>
    <w:multiLevelType w:val="hybridMultilevel"/>
    <w:tmpl w:val="8946BF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B0585"/>
    <w:multiLevelType w:val="hybridMultilevel"/>
    <w:tmpl w:val="D5328B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367"/>
    <w:multiLevelType w:val="multilevel"/>
    <w:tmpl w:val="74F684BA"/>
    <w:numStyleLink w:val="Baumer1"/>
  </w:abstractNum>
  <w:abstractNum w:abstractNumId="7" w15:restartNumberingAfterBreak="0">
    <w:nsid w:val="1D2719BE"/>
    <w:multiLevelType w:val="multilevel"/>
    <w:tmpl w:val="74F684BA"/>
    <w:numStyleLink w:val="Baumer1"/>
  </w:abstractNum>
  <w:abstractNum w:abstractNumId="8" w15:restartNumberingAfterBreak="0">
    <w:nsid w:val="1EB12952"/>
    <w:multiLevelType w:val="hybridMultilevel"/>
    <w:tmpl w:val="D8BAE8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A1075"/>
    <w:multiLevelType w:val="hybridMultilevel"/>
    <w:tmpl w:val="2188D71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85F74"/>
    <w:multiLevelType w:val="hybridMultilevel"/>
    <w:tmpl w:val="DB0CD860"/>
    <w:lvl w:ilvl="0" w:tplc="64CAF54C">
      <w:start w:val="1"/>
      <w:numFmt w:val="decimal"/>
      <w:pStyle w:val="Nummerierung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5B09"/>
    <w:multiLevelType w:val="hybridMultilevel"/>
    <w:tmpl w:val="5BE246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2669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5C0B5B"/>
    <w:multiLevelType w:val="multilevel"/>
    <w:tmpl w:val="74F684BA"/>
    <w:numStyleLink w:val="Baumer1"/>
  </w:abstractNum>
  <w:abstractNum w:abstractNumId="14" w15:restartNumberingAfterBreak="0">
    <w:nsid w:val="449668B7"/>
    <w:multiLevelType w:val="multilevel"/>
    <w:tmpl w:val="74F684BA"/>
    <w:numStyleLink w:val="Baumer1"/>
  </w:abstractNum>
  <w:abstractNum w:abstractNumId="15" w15:restartNumberingAfterBreak="0">
    <w:nsid w:val="48A81645"/>
    <w:multiLevelType w:val="multilevel"/>
    <w:tmpl w:val="74F684BA"/>
    <w:styleLink w:val="Baumer1"/>
    <w:lvl w:ilvl="0">
      <w:start w:val="1"/>
      <w:numFmt w:val="decimal"/>
      <w:lvlText w:val="%1."/>
      <w:lvlJc w:val="left"/>
      <w:pPr>
        <w:ind w:left="397" w:hanging="397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1.%2."/>
      <w:lvlJc w:val="left"/>
      <w:pPr>
        <w:ind w:left="1020" w:hanging="62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0" w:hanging="510"/>
      </w:pPr>
      <w:rPr>
        <w:rFonts w:hint="default"/>
      </w:rPr>
    </w:lvl>
  </w:abstractNum>
  <w:abstractNum w:abstractNumId="16" w15:restartNumberingAfterBreak="0">
    <w:nsid w:val="4B5A7503"/>
    <w:multiLevelType w:val="multilevel"/>
    <w:tmpl w:val="24DA10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62977FF"/>
    <w:multiLevelType w:val="hybridMultilevel"/>
    <w:tmpl w:val="772079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16"/>
  </w:num>
  <w:num w:numId="12">
    <w:abstractNumId w:val="10"/>
  </w:num>
  <w:num w:numId="13">
    <w:abstractNumId w:val="12"/>
  </w:num>
  <w:num w:numId="14">
    <w:abstractNumId w:val="6"/>
  </w:num>
  <w:num w:numId="15">
    <w:abstractNumId w:val="15"/>
  </w:num>
  <w:num w:numId="16">
    <w:abstractNumId w:val="7"/>
  </w:num>
  <w:num w:numId="17">
    <w:abstractNumId w:val="14"/>
  </w:num>
  <w:num w:numId="18">
    <w:abstractNumId w:val="13"/>
  </w:num>
  <w:num w:numId="19">
    <w:abstractNumId w:val="11"/>
  </w:num>
  <w:num w:numId="20">
    <w:abstractNumId w:val="3"/>
  </w:num>
  <w:num w:numId="21">
    <w:abstractNumId w:val="17"/>
  </w:num>
  <w:num w:numId="22">
    <w:abstractNumId w:val="4"/>
  </w:num>
  <w:num w:numId="23">
    <w:abstractNumId w:val="9"/>
  </w:num>
  <w:num w:numId="24">
    <w:abstractNumId w:val="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7E"/>
    <w:rsid w:val="00095EFD"/>
    <w:rsid w:val="000F19E2"/>
    <w:rsid w:val="00107F34"/>
    <w:rsid w:val="00126836"/>
    <w:rsid w:val="00197906"/>
    <w:rsid w:val="002436AC"/>
    <w:rsid w:val="00267EA2"/>
    <w:rsid w:val="00271A13"/>
    <w:rsid w:val="00290A29"/>
    <w:rsid w:val="00293693"/>
    <w:rsid w:val="002A0C4B"/>
    <w:rsid w:val="002A56FB"/>
    <w:rsid w:val="002E7877"/>
    <w:rsid w:val="00330DC2"/>
    <w:rsid w:val="0035476A"/>
    <w:rsid w:val="00372D7E"/>
    <w:rsid w:val="003818C6"/>
    <w:rsid w:val="00383109"/>
    <w:rsid w:val="00397C7A"/>
    <w:rsid w:val="003A6813"/>
    <w:rsid w:val="003F3861"/>
    <w:rsid w:val="0044174A"/>
    <w:rsid w:val="004450C2"/>
    <w:rsid w:val="0049605A"/>
    <w:rsid w:val="004A35E5"/>
    <w:rsid w:val="004A4B51"/>
    <w:rsid w:val="004A709E"/>
    <w:rsid w:val="004D0A97"/>
    <w:rsid w:val="005A706B"/>
    <w:rsid w:val="00602109"/>
    <w:rsid w:val="00672161"/>
    <w:rsid w:val="0068501A"/>
    <w:rsid w:val="006C29AC"/>
    <w:rsid w:val="006F142C"/>
    <w:rsid w:val="007716EB"/>
    <w:rsid w:val="0078376C"/>
    <w:rsid w:val="007A6DFC"/>
    <w:rsid w:val="007D33B5"/>
    <w:rsid w:val="007E4CE7"/>
    <w:rsid w:val="00804630"/>
    <w:rsid w:val="00835F21"/>
    <w:rsid w:val="008A7EEE"/>
    <w:rsid w:val="008B475C"/>
    <w:rsid w:val="008D77BD"/>
    <w:rsid w:val="008E0ADC"/>
    <w:rsid w:val="008E2A50"/>
    <w:rsid w:val="008E7424"/>
    <w:rsid w:val="008E75F6"/>
    <w:rsid w:val="009A0FE4"/>
    <w:rsid w:val="009A66E4"/>
    <w:rsid w:val="009B160E"/>
    <w:rsid w:val="00A53659"/>
    <w:rsid w:val="00AA2EBB"/>
    <w:rsid w:val="00AE4BBA"/>
    <w:rsid w:val="00B13468"/>
    <w:rsid w:val="00B30F83"/>
    <w:rsid w:val="00BB65F4"/>
    <w:rsid w:val="00BC5DF8"/>
    <w:rsid w:val="00BE0B0E"/>
    <w:rsid w:val="00BE34DA"/>
    <w:rsid w:val="00C07E40"/>
    <w:rsid w:val="00C27425"/>
    <w:rsid w:val="00C374C7"/>
    <w:rsid w:val="00C6084C"/>
    <w:rsid w:val="00C67D46"/>
    <w:rsid w:val="00D20E38"/>
    <w:rsid w:val="00D32AA2"/>
    <w:rsid w:val="00D610A9"/>
    <w:rsid w:val="00DE2E0D"/>
    <w:rsid w:val="00EB5A3D"/>
    <w:rsid w:val="00EE025E"/>
    <w:rsid w:val="00EF1D56"/>
    <w:rsid w:val="00F51D56"/>
    <w:rsid w:val="00F81C9F"/>
    <w:rsid w:val="00FA359B"/>
    <w:rsid w:val="00FD1671"/>
    <w:rsid w:val="00FE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77E5F3"/>
  <w15:docId w15:val="{E343D1DA-ED75-4440-8A11-9120ECC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72D7E"/>
    <w:pPr>
      <w:spacing w:after="0" w:line="240" w:lineRule="auto"/>
    </w:pPr>
    <w:rPr>
      <w:rFonts w:ascii="Arial" w:hAnsi="Arial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BaumerFliesstext"/>
    <w:link w:val="berschrift1Zchn"/>
    <w:uiPriority w:val="3"/>
    <w:qFormat/>
    <w:rsid w:val="009B160E"/>
    <w:pPr>
      <w:keepNext/>
      <w:numPr>
        <w:numId w:val="11"/>
      </w:numPr>
      <w:tabs>
        <w:tab w:val="clear" w:pos="432"/>
        <w:tab w:val="left" w:pos="720"/>
      </w:tabs>
      <w:spacing w:after="120"/>
      <w:ind w:left="720" w:hanging="7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BaumerFliesstext"/>
    <w:link w:val="berschrift2Zchn"/>
    <w:uiPriority w:val="3"/>
    <w:qFormat/>
    <w:rsid w:val="009B160E"/>
    <w:pPr>
      <w:keepNext/>
      <w:numPr>
        <w:ilvl w:val="1"/>
        <w:numId w:val="11"/>
      </w:numPr>
      <w:tabs>
        <w:tab w:val="clear" w:pos="576"/>
        <w:tab w:val="left" w:pos="720"/>
      </w:tabs>
      <w:spacing w:before="180" w:after="120"/>
      <w:ind w:left="720" w:hanging="720"/>
      <w:outlineLvl w:val="1"/>
    </w:pPr>
    <w:rPr>
      <w:b/>
      <w:bCs/>
      <w:kern w:val="24"/>
      <w:sz w:val="24"/>
      <w:szCs w:val="28"/>
    </w:rPr>
  </w:style>
  <w:style w:type="paragraph" w:styleId="berschrift3">
    <w:name w:val="heading 3"/>
    <w:basedOn w:val="berschrift2"/>
    <w:next w:val="BaumerFliesstext"/>
    <w:link w:val="berschrift3Zchn"/>
    <w:uiPriority w:val="3"/>
    <w:qFormat/>
    <w:rsid w:val="009B160E"/>
    <w:pPr>
      <w:numPr>
        <w:ilvl w:val="2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berschrift4">
    <w:name w:val="heading 4"/>
    <w:basedOn w:val="berschrift3"/>
    <w:next w:val="BaumerFliesstext"/>
    <w:link w:val="berschrift4Zchn"/>
    <w:uiPriority w:val="3"/>
    <w:qFormat/>
    <w:rsid w:val="009B160E"/>
    <w:pPr>
      <w:numPr>
        <w:ilvl w:val="3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berschrift5">
    <w:name w:val="heading 5"/>
    <w:basedOn w:val="berschrift4"/>
    <w:next w:val="BaumerFliesstext"/>
    <w:link w:val="berschrift5Zchn"/>
    <w:uiPriority w:val="3"/>
    <w:qFormat/>
    <w:rsid w:val="009B160E"/>
    <w:pPr>
      <w:numPr>
        <w:ilvl w:val="4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umerFliesstext">
    <w:name w:val="Baumer Fliesstext"/>
    <w:basedOn w:val="Standard"/>
    <w:qFormat/>
    <w:rsid w:val="002E7877"/>
    <w:rPr>
      <w:kern w:val="20"/>
    </w:rPr>
  </w:style>
  <w:style w:type="paragraph" w:styleId="Aufzhlungszeichen">
    <w:name w:val="List Bullet"/>
    <w:basedOn w:val="BaumerFliesstext"/>
    <w:uiPriority w:val="1"/>
    <w:qFormat/>
    <w:rsid w:val="009B160E"/>
    <w:pPr>
      <w:numPr>
        <w:numId w:val="2"/>
      </w:numPr>
      <w:tabs>
        <w:tab w:val="clear" w:pos="360"/>
      </w:tabs>
      <w:ind w:left="397" w:hanging="397"/>
    </w:pPr>
  </w:style>
  <w:style w:type="paragraph" w:styleId="Aufzhlungszeichen2">
    <w:name w:val="List Bullet 2"/>
    <w:basedOn w:val="Standard"/>
    <w:uiPriority w:val="1"/>
    <w:qFormat/>
    <w:rsid w:val="009B160E"/>
    <w:pPr>
      <w:numPr>
        <w:numId w:val="4"/>
      </w:numPr>
      <w:tabs>
        <w:tab w:val="clear" w:pos="643"/>
      </w:tabs>
      <w:ind w:left="794" w:hanging="397"/>
    </w:pPr>
  </w:style>
  <w:style w:type="paragraph" w:styleId="Aufzhlungszeichen3">
    <w:name w:val="List Bullet 3"/>
    <w:basedOn w:val="Standard"/>
    <w:uiPriority w:val="1"/>
    <w:qFormat/>
    <w:rsid w:val="009B160E"/>
    <w:pPr>
      <w:numPr>
        <w:numId w:val="6"/>
      </w:numPr>
      <w:tabs>
        <w:tab w:val="clear" w:pos="926"/>
      </w:tabs>
      <w:ind w:left="1117" w:hanging="397"/>
    </w:pPr>
  </w:style>
  <w:style w:type="paragraph" w:customStyle="1" w:styleId="BaumerFliesstexteingerckt">
    <w:name w:val="Baumer Fliesstext eingerückt"/>
    <w:basedOn w:val="BaumerFliesstext"/>
    <w:qFormat/>
    <w:rsid w:val="009B160E"/>
    <w:pPr>
      <w:ind w:left="720"/>
    </w:pPr>
  </w:style>
  <w:style w:type="paragraph" w:customStyle="1" w:styleId="BaumerHaupttitel">
    <w:name w:val="Baumer Haupttitel"/>
    <w:basedOn w:val="BaumerFliesstext"/>
    <w:next w:val="BaumerFliesstext"/>
    <w:uiPriority w:val="2"/>
    <w:qFormat/>
    <w:rsid w:val="002E7877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uiPriority w:val="2"/>
    <w:qFormat/>
    <w:rsid w:val="002E7877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uiPriority w:val="2"/>
    <w:qFormat/>
    <w:rsid w:val="002E7877"/>
    <w:pPr>
      <w:keepNext/>
      <w:spacing w:before="120" w:after="60"/>
    </w:pPr>
    <w:rPr>
      <w:b/>
    </w:rPr>
  </w:style>
  <w:style w:type="paragraph" w:styleId="Beschriftung">
    <w:name w:val="caption"/>
    <w:basedOn w:val="Standard"/>
    <w:next w:val="Standard"/>
    <w:uiPriority w:val="3"/>
    <w:qFormat/>
    <w:rsid w:val="002E7877"/>
    <w:pPr>
      <w:spacing w:before="120" w:after="120"/>
    </w:pPr>
    <w:rPr>
      <w:b/>
      <w:bCs/>
      <w:szCs w:val="20"/>
    </w:rPr>
  </w:style>
  <w:style w:type="character" w:styleId="BesuchterLink">
    <w:name w:val="FollowedHyperlink"/>
    <w:basedOn w:val="Absatz-Standardschriftart"/>
    <w:rsid w:val="002E7877"/>
    <w:rPr>
      <w:rFonts w:ascii="Arial" w:hAnsi="Arial"/>
      <w:color w:val="7FABC1"/>
      <w:sz w:val="20"/>
      <w:u w:val="single"/>
    </w:rPr>
  </w:style>
  <w:style w:type="paragraph" w:styleId="Fuzeile">
    <w:name w:val="footer"/>
    <w:basedOn w:val="Standard"/>
    <w:link w:val="FuzeileZchn"/>
    <w:rsid w:val="002E7877"/>
    <w:pPr>
      <w:tabs>
        <w:tab w:val="center" w:pos="4820"/>
        <w:tab w:val="right" w:pos="9639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2E7877"/>
    <w:rPr>
      <w:rFonts w:ascii="Arial" w:eastAsia="Times New Roman" w:hAnsi="Arial" w:cs="Times New Roman"/>
      <w:sz w:val="16"/>
      <w:szCs w:val="24"/>
      <w:lang w:eastAsia="de-DE"/>
    </w:rPr>
  </w:style>
  <w:style w:type="character" w:styleId="Hyperlink">
    <w:name w:val="Hyperlink"/>
    <w:basedOn w:val="Absatz-Standardschriftart"/>
    <w:rsid w:val="002E7877"/>
    <w:rPr>
      <w:rFonts w:ascii="Arial" w:hAnsi="Arial"/>
      <w:color w:val="003399"/>
      <w:sz w:val="20"/>
      <w:u w:val="single"/>
    </w:rPr>
  </w:style>
  <w:style w:type="paragraph" w:styleId="Kopfzeile">
    <w:name w:val="header"/>
    <w:basedOn w:val="Standard"/>
    <w:link w:val="KopfzeileZchn"/>
    <w:rsid w:val="002E7877"/>
  </w:style>
  <w:style w:type="character" w:customStyle="1" w:styleId="KopfzeileZchn">
    <w:name w:val="Kopfzeile Zchn"/>
    <w:basedOn w:val="Absatz-Standardschriftart"/>
    <w:link w:val="Kopfzeile"/>
    <w:rsid w:val="002E7877"/>
    <w:rPr>
      <w:rFonts w:ascii="Arial" w:eastAsia="Times New Roman" w:hAnsi="Arial" w:cs="Times New Roman"/>
      <w:sz w:val="20"/>
      <w:szCs w:val="24"/>
      <w:lang w:eastAsia="de-DE"/>
    </w:rPr>
  </w:style>
  <w:style w:type="paragraph" w:styleId="StandardWeb">
    <w:name w:val="Normal (Web)"/>
    <w:basedOn w:val="Standard"/>
    <w:rsid w:val="002E7877"/>
  </w:style>
  <w:style w:type="paragraph" w:styleId="Standardeinzug">
    <w:name w:val="Normal Indent"/>
    <w:basedOn w:val="Standard"/>
    <w:rsid w:val="002E7877"/>
    <w:pPr>
      <w:ind w:left="714"/>
    </w:pPr>
  </w:style>
  <w:style w:type="character" w:customStyle="1" w:styleId="berschrift1Zchn">
    <w:name w:val="Überschrift 1 Zchn"/>
    <w:basedOn w:val="Absatz-Standardschriftart"/>
    <w:link w:val="berschrift1"/>
    <w:uiPriority w:val="3"/>
    <w:rsid w:val="009B160E"/>
    <w:rPr>
      <w:rFonts w:ascii="Arial" w:hAnsi="Arial" w:cs="Times New Roman"/>
      <w:b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9B160E"/>
    <w:rPr>
      <w:rFonts w:ascii="Arial" w:hAnsi="Arial" w:cs="Times New Roman"/>
      <w:b/>
      <w:bCs/>
      <w:kern w:val="24"/>
      <w:sz w:val="24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9B160E"/>
    <w:rPr>
      <w:rFonts w:ascii="Arial" w:hAnsi="Arial" w:cs="Times New Roman"/>
      <w:b/>
      <w:kern w:val="20"/>
      <w:sz w:val="20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3"/>
    <w:rsid w:val="009B160E"/>
    <w:rPr>
      <w:rFonts w:ascii="Arial" w:hAnsi="Arial" w:cs="Times New Roman"/>
      <w:b/>
      <w:bCs/>
      <w:kern w:val="20"/>
      <w:sz w:val="20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3"/>
    <w:rsid w:val="009B160E"/>
    <w:rPr>
      <w:rFonts w:ascii="Arial" w:hAnsi="Arial" w:cs="Times New Roman"/>
      <w:b/>
      <w:iCs/>
      <w:kern w:val="20"/>
      <w:sz w:val="20"/>
      <w:szCs w:val="26"/>
      <w:lang w:eastAsia="de-DE"/>
    </w:rPr>
  </w:style>
  <w:style w:type="paragraph" w:styleId="Verzeichnis1">
    <w:name w:val="toc 1"/>
    <w:basedOn w:val="BaumerFliesstext"/>
    <w:next w:val="Standard"/>
    <w:uiPriority w:val="39"/>
    <w:rsid w:val="002E7877"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BaumerFliesstext"/>
    <w:next w:val="Standard"/>
    <w:uiPriority w:val="39"/>
    <w:rsid w:val="002E7877"/>
    <w:pPr>
      <w:tabs>
        <w:tab w:val="right" w:leader="dot" w:pos="9639"/>
      </w:tabs>
    </w:pPr>
  </w:style>
  <w:style w:type="paragraph" w:styleId="Verzeichnis3">
    <w:name w:val="toc 3"/>
    <w:basedOn w:val="BaumerFliesstext"/>
    <w:next w:val="Verzeichnis2"/>
    <w:uiPriority w:val="39"/>
    <w:rsid w:val="002E7877"/>
    <w:pPr>
      <w:tabs>
        <w:tab w:val="right" w:leader="dot" w:pos="9639"/>
      </w:tabs>
    </w:pPr>
  </w:style>
  <w:style w:type="paragraph" w:styleId="Verzeichnis4">
    <w:name w:val="toc 4"/>
    <w:basedOn w:val="BaumerFliesstext"/>
    <w:next w:val="Standard"/>
    <w:semiHidden/>
    <w:rsid w:val="002E7877"/>
    <w:pPr>
      <w:tabs>
        <w:tab w:val="right" w:leader="dot" w:pos="9639"/>
      </w:tabs>
    </w:pPr>
  </w:style>
  <w:style w:type="paragraph" w:styleId="Verzeichnis5">
    <w:name w:val="toc 5"/>
    <w:basedOn w:val="BaumerFliesstext"/>
    <w:next w:val="Standard"/>
    <w:semiHidden/>
    <w:rsid w:val="002E7877"/>
    <w:pPr>
      <w:tabs>
        <w:tab w:val="right" w:leader="dot" w:pos="9639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0F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0FE4"/>
    <w:rPr>
      <w:rFonts w:ascii="Tahoma" w:hAnsi="Tahoma" w:cs="Tahoma"/>
      <w:sz w:val="16"/>
      <w:szCs w:val="16"/>
      <w:lang w:eastAsia="de-DE"/>
    </w:rPr>
  </w:style>
  <w:style w:type="paragraph" w:customStyle="1" w:styleId="Nummerierung">
    <w:name w:val="Nummerierung"/>
    <w:basedOn w:val="Standard"/>
    <w:uiPriority w:val="1"/>
    <w:qFormat/>
    <w:rsid w:val="009B160E"/>
    <w:pPr>
      <w:numPr>
        <w:numId w:val="12"/>
      </w:numPr>
      <w:ind w:left="397" w:hanging="397"/>
    </w:pPr>
  </w:style>
  <w:style w:type="paragraph" w:customStyle="1" w:styleId="NummerierungEingerckt">
    <w:name w:val="Nummerierung Eingerückt"/>
    <w:basedOn w:val="Nummerierung"/>
    <w:uiPriority w:val="1"/>
    <w:qFormat/>
    <w:rsid w:val="009B160E"/>
    <w:pPr>
      <w:ind w:left="1117"/>
    </w:pPr>
  </w:style>
  <w:style w:type="paragraph" w:styleId="Listenabsatz">
    <w:name w:val="List Paragraph"/>
    <w:basedOn w:val="Standard"/>
    <w:uiPriority w:val="34"/>
    <w:qFormat/>
    <w:rsid w:val="00EE025E"/>
    <w:pPr>
      <w:ind w:left="720"/>
      <w:contextualSpacing/>
    </w:pPr>
  </w:style>
  <w:style w:type="numbering" w:customStyle="1" w:styleId="Baumer1">
    <w:name w:val="Baumer1"/>
    <w:uiPriority w:val="99"/>
    <w:rsid w:val="00EE025E"/>
    <w:pPr>
      <w:numPr>
        <w:numId w:val="15"/>
      </w:numPr>
    </w:pPr>
  </w:style>
  <w:style w:type="table" w:styleId="Tabellenraster">
    <w:name w:val="Table Grid"/>
    <w:basedOn w:val="NormaleTabelle"/>
    <w:uiPriority w:val="59"/>
    <w:rsid w:val="00EE0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EE025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EE025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accent1"/>
        <w:left w:val="single" w:sz="8" w:space="0" w:color="000000" w:themeColor="accent1"/>
        <w:bottom w:val="single" w:sz="8" w:space="0" w:color="000000" w:themeColor="accent1"/>
        <w:right w:val="single" w:sz="8" w:space="0" w:color="0000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  <w:tblStylePr w:type="band1Horz">
      <w:tblPr/>
      <w:tcPr>
        <w:tcBorders>
          <w:top w:val="single" w:sz="8" w:space="0" w:color="000000" w:themeColor="accent1"/>
          <w:left w:val="single" w:sz="8" w:space="0" w:color="000000" w:themeColor="accent1"/>
          <w:bottom w:val="single" w:sz="8" w:space="0" w:color="000000" w:themeColor="accent1"/>
          <w:right w:val="single" w:sz="8" w:space="0" w:color="000000" w:themeColor="accent1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372D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2BCC2B2EA2A4A32821E0B0933E85A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13F503-5699-4BF4-84F6-2BC5735C6893}"/>
      </w:docPartPr>
      <w:docPartBody>
        <w:p w:rsidR="000B088E" w:rsidRDefault="00B23D71" w:rsidP="00B23D71">
          <w:pPr>
            <w:pStyle w:val="B2BCC2B2EA2A4A32821E0B0933E85A6F"/>
          </w:pPr>
          <w:r w:rsidRPr="002F1B97">
            <w:rPr>
              <w:rStyle w:val="Platzhaltertext"/>
              <w:sz w:val="14"/>
            </w:rPr>
            <w:t>TT.MM.JJJJ</w:t>
          </w:r>
        </w:p>
      </w:docPartBody>
    </w:docPart>
    <w:docPart>
      <w:docPartPr>
        <w:name w:val="DC7001F8916E4669BB537DF04EC1ED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7EA9E-28AC-4BF8-8497-25109D635958}"/>
      </w:docPartPr>
      <w:docPartBody>
        <w:p w:rsidR="00E17720" w:rsidRDefault="00190149" w:rsidP="00190149">
          <w:pPr>
            <w:pStyle w:val="DC7001F8916E4669BB537DF04EC1EDF1"/>
          </w:pPr>
          <w:r w:rsidRPr="002F1B97">
            <w:rPr>
              <w:rStyle w:val="Platzhaltertext"/>
              <w:sz w:val="14"/>
            </w:rPr>
            <w:t>TT.MM.JJJJ</w:t>
          </w:r>
        </w:p>
      </w:docPartBody>
    </w:docPart>
    <w:docPart>
      <w:docPartPr>
        <w:name w:val="D45AB50A6C9A4569B61AE85948E7BB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525941-9EBC-4F47-BE00-9E7743F990AB}"/>
      </w:docPartPr>
      <w:docPartBody>
        <w:p w:rsidR="00E17720" w:rsidRDefault="00190149" w:rsidP="00190149">
          <w:pPr>
            <w:pStyle w:val="D45AB50A6C9A4569B61AE85948E7BB11"/>
          </w:pPr>
          <w:r w:rsidRPr="002F1B97">
            <w:rPr>
              <w:rStyle w:val="Platzhaltertext"/>
              <w:sz w:val="14"/>
            </w:rPr>
            <w:t>TT.MM.JJJJ</w:t>
          </w:r>
        </w:p>
      </w:docPartBody>
    </w:docPart>
    <w:docPart>
      <w:docPartPr>
        <w:name w:val="2EF18E887F034576B9245FDBF1983E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33ECC4-C9FB-4908-B1C4-758459446260}"/>
      </w:docPartPr>
      <w:docPartBody>
        <w:p w:rsidR="00E17720" w:rsidRDefault="00190149" w:rsidP="00190149">
          <w:pPr>
            <w:pStyle w:val="2EF18E887F034576B9245FDBF1983EC1"/>
          </w:pPr>
          <w:r w:rsidRPr="002F1B97">
            <w:rPr>
              <w:rStyle w:val="Platzhaltertext"/>
              <w:sz w:val="14"/>
            </w:rPr>
            <w:t>TT.MM.JJJJ</w:t>
          </w:r>
        </w:p>
      </w:docPartBody>
    </w:docPart>
    <w:docPart>
      <w:docPartPr>
        <w:name w:val="6802372C30124566866890D6E3637A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55D0A8-85A0-47EB-A313-746130050E42}"/>
      </w:docPartPr>
      <w:docPartBody>
        <w:p w:rsidR="00E17720" w:rsidRDefault="00190149" w:rsidP="00190149">
          <w:pPr>
            <w:pStyle w:val="6802372C30124566866890D6E3637A90"/>
          </w:pPr>
          <w:r w:rsidRPr="002F1B97">
            <w:rPr>
              <w:rStyle w:val="Platzhaltertext"/>
              <w:sz w:val="14"/>
            </w:rPr>
            <w:t>TT.MM.JJJJ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A6"/>
    <w:rsid w:val="000B088E"/>
    <w:rsid w:val="000D0C49"/>
    <w:rsid w:val="00190149"/>
    <w:rsid w:val="00536DA6"/>
    <w:rsid w:val="00855E3B"/>
    <w:rsid w:val="00B23D71"/>
    <w:rsid w:val="00E1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07712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90149"/>
    <w:rPr>
      <w:color w:val="808080"/>
    </w:rPr>
  </w:style>
  <w:style w:type="paragraph" w:customStyle="1" w:styleId="4D316BBD14CB4B2CA1F426D48604B321">
    <w:name w:val="4D316BBD14CB4B2CA1F426D48604B321"/>
    <w:rsid w:val="00536DA6"/>
  </w:style>
  <w:style w:type="paragraph" w:customStyle="1" w:styleId="A57DA6A98488458491CA166B7C831F24">
    <w:name w:val="A57DA6A98488458491CA166B7C831F24"/>
    <w:rsid w:val="00536DA6"/>
  </w:style>
  <w:style w:type="paragraph" w:customStyle="1" w:styleId="7B3AFB88EF564618AC718BF62768AD07">
    <w:name w:val="7B3AFB88EF564618AC718BF62768AD07"/>
    <w:rsid w:val="00536DA6"/>
  </w:style>
  <w:style w:type="paragraph" w:customStyle="1" w:styleId="009DAF0571274D7A80ED681BC052AEFC">
    <w:name w:val="009DAF0571274D7A80ED681BC052AEFC"/>
    <w:rsid w:val="00536DA6"/>
  </w:style>
  <w:style w:type="paragraph" w:customStyle="1" w:styleId="7AEB0EA926C94095A5B2E887A83F7037">
    <w:name w:val="7AEB0EA926C94095A5B2E887A83F7037"/>
    <w:rsid w:val="00536DA6"/>
  </w:style>
  <w:style w:type="paragraph" w:customStyle="1" w:styleId="E9CE3D53E62742868AA82F7B766B4E62">
    <w:name w:val="E9CE3D53E62742868AA82F7B766B4E62"/>
    <w:rsid w:val="00536DA6"/>
  </w:style>
  <w:style w:type="paragraph" w:customStyle="1" w:styleId="C016B137E49C4056B5E80A8D54640159">
    <w:name w:val="C016B137E49C4056B5E80A8D54640159"/>
    <w:rsid w:val="00536DA6"/>
  </w:style>
  <w:style w:type="paragraph" w:customStyle="1" w:styleId="66C1DF7A2A7B403681098FE50363AEA4">
    <w:name w:val="66C1DF7A2A7B403681098FE50363AEA4"/>
    <w:rsid w:val="00536DA6"/>
  </w:style>
  <w:style w:type="paragraph" w:customStyle="1" w:styleId="7DAF8C3DF436474DB3F3139424209109">
    <w:name w:val="7DAF8C3DF436474DB3F3139424209109"/>
    <w:rsid w:val="00536DA6"/>
  </w:style>
  <w:style w:type="paragraph" w:customStyle="1" w:styleId="9E0CE996B8A448378EEC3D55BFE9C8DB">
    <w:name w:val="9E0CE996B8A448378EEC3D55BFE9C8DB"/>
    <w:rsid w:val="00536DA6"/>
  </w:style>
  <w:style w:type="paragraph" w:customStyle="1" w:styleId="B872C0D798D545AE94B5213C7A8F4D92">
    <w:name w:val="B872C0D798D545AE94B5213C7A8F4D92"/>
    <w:rsid w:val="00536DA6"/>
  </w:style>
  <w:style w:type="paragraph" w:customStyle="1" w:styleId="EE2484A2743C4108955864C9C6029A71">
    <w:name w:val="EE2484A2743C4108955864C9C6029A71"/>
    <w:rsid w:val="00536DA6"/>
  </w:style>
  <w:style w:type="paragraph" w:customStyle="1" w:styleId="A22339B63F324B0391DEF8030B4085F5">
    <w:name w:val="A22339B63F324B0391DEF8030B4085F5"/>
    <w:rsid w:val="00536DA6"/>
  </w:style>
  <w:style w:type="paragraph" w:customStyle="1" w:styleId="2827F30D85F045DFBEAD348613C1B928">
    <w:name w:val="2827F30D85F045DFBEAD348613C1B928"/>
    <w:rsid w:val="00536DA6"/>
  </w:style>
  <w:style w:type="paragraph" w:customStyle="1" w:styleId="F34A951062D144239947246005EDAE46">
    <w:name w:val="F34A951062D144239947246005EDAE46"/>
    <w:rsid w:val="00536DA6"/>
  </w:style>
  <w:style w:type="paragraph" w:customStyle="1" w:styleId="D88A8159023A41CA97E64DAB6F18253F">
    <w:name w:val="D88A8159023A41CA97E64DAB6F18253F"/>
    <w:rsid w:val="00536DA6"/>
  </w:style>
  <w:style w:type="paragraph" w:customStyle="1" w:styleId="C0D6CA1E20F245439DA39BF43D361394">
    <w:name w:val="C0D6CA1E20F245439DA39BF43D361394"/>
    <w:rsid w:val="00536DA6"/>
  </w:style>
  <w:style w:type="paragraph" w:customStyle="1" w:styleId="E9FC816FD2364783B82BCC362A37D7E5">
    <w:name w:val="E9FC816FD2364783B82BCC362A37D7E5"/>
    <w:rsid w:val="00536DA6"/>
  </w:style>
  <w:style w:type="paragraph" w:customStyle="1" w:styleId="33ED40EBF7234A38AB6D3EF83000172C">
    <w:name w:val="33ED40EBF7234A38AB6D3EF83000172C"/>
    <w:rsid w:val="00536DA6"/>
  </w:style>
  <w:style w:type="paragraph" w:customStyle="1" w:styleId="BDB46BFCDEF1407F86ED52A6791B0E5F">
    <w:name w:val="BDB46BFCDEF1407F86ED52A6791B0E5F"/>
    <w:rsid w:val="00536DA6"/>
  </w:style>
  <w:style w:type="paragraph" w:customStyle="1" w:styleId="23F5C96347B64A9D85CC6BDBFA3632E8">
    <w:name w:val="23F5C96347B64A9D85CC6BDBFA3632E8"/>
    <w:rsid w:val="00536DA6"/>
  </w:style>
  <w:style w:type="paragraph" w:customStyle="1" w:styleId="052E963C0CC84923B83141A6C28FFF6F">
    <w:name w:val="052E963C0CC84923B83141A6C28FFF6F"/>
    <w:rsid w:val="00536DA6"/>
  </w:style>
  <w:style w:type="paragraph" w:customStyle="1" w:styleId="9A75664ED51C4074B4D895307CAD8037">
    <w:name w:val="9A75664ED51C4074B4D895307CAD8037"/>
    <w:rsid w:val="00536DA6"/>
  </w:style>
  <w:style w:type="paragraph" w:customStyle="1" w:styleId="DE27E91CD9CC4B62B837BD04A38749AC">
    <w:name w:val="DE27E91CD9CC4B62B837BD04A38749AC"/>
    <w:rsid w:val="00536DA6"/>
  </w:style>
  <w:style w:type="paragraph" w:customStyle="1" w:styleId="AD72EE18048C438584CCA273846C1A38">
    <w:name w:val="AD72EE18048C438584CCA273846C1A38"/>
    <w:rsid w:val="00536DA6"/>
  </w:style>
  <w:style w:type="paragraph" w:customStyle="1" w:styleId="7E19239697ED485B8BF23485558D3640">
    <w:name w:val="7E19239697ED485B8BF23485558D3640"/>
    <w:rsid w:val="00536DA6"/>
  </w:style>
  <w:style w:type="paragraph" w:customStyle="1" w:styleId="6DC138AB413F416EB37D5021C555E031">
    <w:name w:val="6DC138AB413F416EB37D5021C555E031"/>
    <w:rsid w:val="00536DA6"/>
  </w:style>
  <w:style w:type="paragraph" w:customStyle="1" w:styleId="6935523BA8684FE18CEC6435D5DA8A44">
    <w:name w:val="6935523BA8684FE18CEC6435D5DA8A44"/>
    <w:rsid w:val="00536DA6"/>
  </w:style>
  <w:style w:type="paragraph" w:customStyle="1" w:styleId="B4C1385BD17D4DC1A6F65F7B1D275085">
    <w:name w:val="B4C1385BD17D4DC1A6F65F7B1D275085"/>
    <w:rsid w:val="00536DA6"/>
  </w:style>
  <w:style w:type="paragraph" w:customStyle="1" w:styleId="7A2F7A5D18ED4C00BDD0727A17484192">
    <w:name w:val="7A2F7A5D18ED4C00BDD0727A17484192"/>
    <w:rsid w:val="00536DA6"/>
  </w:style>
  <w:style w:type="paragraph" w:customStyle="1" w:styleId="7D00ED7C6DBC471B987451564CFB56E6">
    <w:name w:val="7D00ED7C6DBC471B987451564CFB56E6"/>
    <w:rsid w:val="00536DA6"/>
  </w:style>
  <w:style w:type="paragraph" w:customStyle="1" w:styleId="1EFCDFA5EF4B4CF6A4F9A228B926BFDD">
    <w:name w:val="1EFCDFA5EF4B4CF6A4F9A228B926BFDD"/>
    <w:rsid w:val="00536DA6"/>
  </w:style>
  <w:style w:type="paragraph" w:customStyle="1" w:styleId="54A76DF3AFB04163A7085969F1ECBFED">
    <w:name w:val="54A76DF3AFB04163A7085969F1ECBFED"/>
    <w:rsid w:val="00536DA6"/>
  </w:style>
  <w:style w:type="paragraph" w:customStyle="1" w:styleId="0D078783310B40BF8281BC3A7F41967C">
    <w:name w:val="0D078783310B40BF8281BC3A7F41967C"/>
    <w:rsid w:val="00536DA6"/>
  </w:style>
  <w:style w:type="paragraph" w:customStyle="1" w:styleId="62550B752D604255A0BA77BCEC54F437">
    <w:name w:val="62550B752D604255A0BA77BCEC54F437"/>
    <w:rsid w:val="00536DA6"/>
  </w:style>
  <w:style w:type="paragraph" w:customStyle="1" w:styleId="1253D202362448E7BB7C924A62BA8B91">
    <w:name w:val="1253D202362448E7BB7C924A62BA8B91"/>
    <w:rsid w:val="00536DA6"/>
  </w:style>
  <w:style w:type="paragraph" w:customStyle="1" w:styleId="39C191EDF97C4EA587941E3473A5BBB4">
    <w:name w:val="39C191EDF97C4EA587941E3473A5BBB4"/>
    <w:rsid w:val="00536DA6"/>
  </w:style>
  <w:style w:type="paragraph" w:customStyle="1" w:styleId="3B9B993305D74A6FB868DBAFF481F247">
    <w:name w:val="3B9B993305D74A6FB868DBAFF481F247"/>
    <w:rsid w:val="00536DA6"/>
  </w:style>
  <w:style w:type="paragraph" w:customStyle="1" w:styleId="D78613BEEABD42E195742E4F0E3ED099">
    <w:name w:val="D78613BEEABD42E195742E4F0E3ED099"/>
    <w:rsid w:val="00536DA6"/>
  </w:style>
  <w:style w:type="paragraph" w:customStyle="1" w:styleId="53C077FD4EE047A7BE55255CDA64DF2C">
    <w:name w:val="53C077FD4EE047A7BE55255CDA64DF2C"/>
    <w:rsid w:val="00536DA6"/>
  </w:style>
  <w:style w:type="paragraph" w:customStyle="1" w:styleId="AFFA45F72D944E38B3D6C2584A159473">
    <w:name w:val="AFFA45F72D944E38B3D6C2584A159473"/>
    <w:rsid w:val="00536DA6"/>
  </w:style>
  <w:style w:type="paragraph" w:customStyle="1" w:styleId="3F68887EC538410EAF56F66E37EC4A41">
    <w:name w:val="3F68887EC538410EAF56F66E37EC4A41"/>
    <w:rsid w:val="00536DA6"/>
  </w:style>
  <w:style w:type="paragraph" w:customStyle="1" w:styleId="00C7B43DDDFC451FAA8386B17D388AA6">
    <w:name w:val="00C7B43DDDFC451FAA8386B17D388AA6"/>
    <w:rsid w:val="00536DA6"/>
  </w:style>
  <w:style w:type="paragraph" w:customStyle="1" w:styleId="E9C4A7ED33AA43E08C292AB304750ACE">
    <w:name w:val="E9C4A7ED33AA43E08C292AB304750ACE"/>
    <w:rsid w:val="00536DA6"/>
  </w:style>
  <w:style w:type="paragraph" w:customStyle="1" w:styleId="87A8C6CEB3D24621A1A152EE0EF2AB0E">
    <w:name w:val="87A8C6CEB3D24621A1A152EE0EF2AB0E"/>
    <w:rsid w:val="00536DA6"/>
  </w:style>
  <w:style w:type="paragraph" w:customStyle="1" w:styleId="3D7D98C650844D8B94D5333B4FF1CCD3">
    <w:name w:val="3D7D98C650844D8B94D5333B4FF1CCD3"/>
    <w:rsid w:val="00536DA6"/>
  </w:style>
  <w:style w:type="paragraph" w:customStyle="1" w:styleId="71D0AD6DD7CB4D0FABA074A4580EA5E6">
    <w:name w:val="71D0AD6DD7CB4D0FABA074A4580EA5E6"/>
    <w:rsid w:val="00536DA6"/>
  </w:style>
  <w:style w:type="paragraph" w:customStyle="1" w:styleId="4EA2EB5EDC1C4BD19F9CC8571F32DCD8">
    <w:name w:val="4EA2EB5EDC1C4BD19F9CC8571F32DCD8"/>
    <w:rsid w:val="00536DA6"/>
  </w:style>
  <w:style w:type="paragraph" w:customStyle="1" w:styleId="F756E086A2B342E3B0EB7FD0075FCD8F">
    <w:name w:val="F756E086A2B342E3B0EB7FD0075FCD8F"/>
    <w:rsid w:val="00536DA6"/>
  </w:style>
  <w:style w:type="paragraph" w:customStyle="1" w:styleId="81AF201653974E5DB186C1C21666E865">
    <w:name w:val="81AF201653974E5DB186C1C21666E865"/>
    <w:rsid w:val="00536DA6"/>
  </w:style>
  <w:style w:type="paragraph" w:customStyle="1" w:styleId="38533C446B1642ADBFFD9D45E06D3D59">
    <w:name w:val="38533C446B1642ADBFFD9D45E06D3D59"/>
    <w:rsid w:val="00B23D71"/>
  </w:style>
  <w:style w:type="paragraph" w:customStyle="1" w:styleId="D05D0E287E074E9294C1136C83EB503E">
    <w:name w:val="D05D0E287E074E9294C1136C83EB503E"/>
    <w:rsid w:val="00B23D71"/>
  </w:style>
  <w:style w:type="paragraph" w:customStyle="1" w:styleId="22A089BA694B42F19E47463054765C59">
    <w:name w:val="22A089BA694B42F19E47463054765C59"/>
    <w:rsid w:val="00B23D71"/>
  </w:style>
  <w:style w:type="paragraph" w:customStyle="1" w:styleId="9F53BB5910104ED8901A17A15D81677B">
    <w:name w:val="9F53BB5910104ED8901A17A15D81677B"/>
    <w:rsid w:val="00B23D71"/>
  </w:style>
  <w:style w:type="paragraph" w:customStyle="1" w:styleId="2D0661C5415D4C829CA7483938A0FFF2">
    <w:name w:val="2D0661C5415D4C829CA7483938A0FFF2"/>
    <w:rsid w:val="00B23D71"/>
  </w:style>
  <w:style w:type="paragraph" w:customStyle="1" w:styleId="1259FE1C7D2844318A1613EBF5762695">
    <w:name w:val="1259FE1C7D2844318A1613EBF5762695"/>
    <w:rsid w:val="00B23D71"/>
  </w:style>
  <w:style w:type="paragraph" w:customStyle="1" w:styleId="C2C4E85F3485454EA868F1E0DDC9C792">
    <w:name w:val="C2C4E85F3485454EA868F1E0DDC9C792"/>
    <w:rsid w:val="00B23D71"/>
  </w:style>
  <w:style w:type="paragraph" w:customStyle="1" w:styleId="8E9A70C79F204EE49ABF3ECAAEA322AC">
    <w:name w:val="8E9A70C79F204EE49ABF3ECAAEA322AC"/>
    <w:rsid w:val="00B23D71"/>
  </w:style>
  <w:style w:type="paragraph" w:customStyle="1" w:styleId="54BE76F610564C4E8CB608C8368B4276">
    <w:name w:val="54BE76F610564C4E8CB608C8368B4276"/>
    <w:rsid w:val="00B23D71"/>
  </w:style>
  <w:style w:type="paragraph" w:customStyle="1" w:styleId="90F783C7EB7C401F9486F385FE75DC27">
    <w:name w:val="90F783C7EB7C401F9486F385FE75DC27"/>
    <w:rsid w:val="00B23D71"/>
  </w:style>
  <w:style w:type="paragraph" w:customStyle="1" w:styleId="CBE87E56A1914B469B8A2E153C5FA522">
    <w:name w:val="CBE87E56A1914B469B8A2E153C5FA522"/>
    <w:rsid w:val="00B23D71"/>
  </w:style>
  <w:style w:type="paragraph" w:customStyle="1" w:styleId="D3850289C473452691A30CC2EEF20D4F">
    <w:name w:val="D3850289C473452691A30CC2EEF20D4F"/>
    <w:rsid w:val="00B23D71"/>
  </w:style>
  <w:style w:type="paragraph" w:customStyle="1" w:styleId="81BFD3FD5BE34360AE72204167E87647">
    <w:name w:val="81BFD3FD5BE34360AE72204167E87647"/>
    <w:rsid w:val="00B23D71"/>
  </w:style>
  <w:style w:type="paragraph" w:customStyle="1" w:styleId="A2B9A7DC69BE41BD915B99EBB6C4344B">
    <w:name w:val="A2B9A7DC69BE41BD915B99EBB6C4344B"/>
    <w:rsid w:val="00B23D71"/>
  </w:style>
  <w:style w:type="paragraph" w:customStyle="1" w:styleId="33CE650E08914EC5BB3A7F3187C63153">
    <w:name w:val="33CE650E08914EC5BB3A7F3187C63153"/>
    <w:rsid w:val="00B23D71"/>
  </w:style>
  <w:style w:type="paragraph" w:customStyle="1" w:styleId="89BBE2D0890541E9BA7A084E6CFEE411">
    <w:name w:val="89BBE2D0890541E9BA7A084E6CFEE411"/>
    <w:rsid w:val="00B23D71"/>
  </w:style>
  <w:style w:type="paragraph" w:customStyle="1" w:styleId="BE4E6D968B354993902960728733610D">
    <w:name w:val="BE4E6D968B354993902960728733610D"/>
    <w:rsid w:val="00B23D71"/>
  </w:style>
  <w:style w:type="paragraph" w:customStyle="1" w:styleId="B2BCC2B2EA2A4A32821E0B0933E85A6F">
    <w:name w:val="B2BCC2B2EA2A4A32821E0B0933E85A6F"/>
    <w:rsid w:val="00B23D71"/>
  </w:style>
  <w:style w:type="paragraph" w:customStyle="1" w:styleId="902990CA468B4A42BF5F42B2ECCA1548">
    <w:name w:val="902990CA468B4A42BF5F42B2ECCA1548"/>
    <w:rsid w:val="00190149"/>
    <w:pPr>
      <w:spacing w:after="160" w:line="259" w:lineRule="auto"/>
    </w:pPr>
    <w:rPr>
      <w:lang w:val="en-US" w:eastAsia="zh-CN"/>
    </w:rPr>
  </w:style>
  <w:style w:type="paragraph" w:customStyle="1" w:styleId="16DA78B432854AF98DC9620412DF56F7">
    <w:name w:val="16DA78B432854AF98DC9620412DF56F7"/>
    <w:rsid w:val="00190149"/>
    <w:pPr>
      <w:spacing w:after="160" w:line="259" w:lineRule="auto"/>
    </w:pPr>
    <w:rPr>
      <w:lang w:val="en-US" w:eastAsia="zh-CN"/>
    </w:rPr>
  </w:style>
  <w:style w:type="paragraph" w:customStyle="1" w:styleId="8E1A2FBC2A974C8DA5920D55D7B50F12">
    <w:name w:val="8E1A2FBC2A974C8DA5920D55D7B50F12"/>
    <w:rsid w:val="00190149"/>
    <w:pPr>
      <w:spacing w:after="160" w:line="259" w:lineRule="auto"/>
    </w:pPr>
    <w:rPr>
      <w:lang w:val="en-US" w:eastAsia="zh-CN"/>
    </w:rPr>
  </w:style>
  <w:style w:type="paragraph" w:customStyle="1" w:styleId="375D74E5EC7A47BAB2DD2D83C47AEAB2">
    <w:name w:val="375D74E5EC7A47BAB2DD2D83C47AEAB2"/>
    <w:rsid w:val="00190149"/>
    <w:pPr>
      <w:spacing w:after="160" w:line="259" w:lineRule="auto"/>
    </w:pPr>
    <w:rPr>
      <w:lang w:val="en-US" w:eastAsia="zh-CN"/>
    </w:rPr>
  </w:style>
  <w:style w:type="paragraph" w:customStyle="1" w:styleId="DC7001F8916E4669BB537DF04EC1EDF1">
    <w:name w:val="DC7001F8916E4669BB537DF04EC1EDF1"/>
    <w:rsid w:val="00190149"/>
    <w:pPr>
      <w:spacing w:after="160" w:line="259" w:lineRule="auto"/>
    </w:pPr>
    <w:rPr>
      <w:lang w:val="en-US" w:eastAsia="zh-CN"/>
    </w:rPr>
  </w:style>
  <w:style w:type="paragraph" w:customStyle="1" w:styleId="D45AB50A6C9A4569B61AE85948E7BB11">
    <w:name w:val="D45AB50A6C9A4569B61AE85948E7BB11"/>
    <w:rsid w:val="00190149"/>
    <w:pPr>
      <w:spacing w:after="160" w:line="259" w:lineRule="auto"/>
    </w:pPr>
    <w:rPr>
      <w:lang w:val="en-US" w:eastAsia="zh-CN"/>
    </w:rPr>
  </w:style>
  <w:style w:type="paragraph" w:customStyle="1" w:styleId="2EF18E887F034576B9245FDBF1983EC1">
    <w:name w:val="2EF18E887F034576B9245FDBF1983EC1"/>
    <w:rsid w:val="00190149"/>
    <w:pPr>
      <w:spacing w:after="160" w:line="259" w:lineRule="auto"/>
    </w:pPr>
    <w:rPr>
      <w:lang w:val="en-US" w:eastAsia="zh-CN"/>
    </w:rPr>
  </w:style>
  <w:style w:type="paragraph" w:customStyle="1" w:styleId="6802372C30124566866890D6E3637A90">
    <w:name w:val="6802372C30124566866890D6E3637A90"/>
    <w:rsid w:val="00190149"/>
    <w:pPr>
      <w:spacing w:after="160" w:line="259" w:lineRule="auto"/>
    </w:pPr>
    <w:rPr>
      <w:lang w:val="en-US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Baumer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0000"/>
      </a:accent1>
      <a:accent2>
        <a:srgbClr val="0062AE"/>
      </a:accent2>
      <a:accent3>
        <a:srgbClr val="6F6F6F"/>
      </a:accent3>
      <a:accent4>
        <a:srgbClr val="999999"/>
      </a:accent4>
      <a:accent5>
        <a:srgbClr val="EFEFEF"/>
      </a:accent5>
      <a:accent6>
        <a:srgbClr val="CC0000"/>
      </a:accent6>
      <a:hlink>
        <a:srgbClr val="0000FF"/>
      </a:hlink>
      <a:folHlink>
        <a:srgbClr val="7FABC1"/>
      </a:folHlink>
    </a:clrScheme>
    <a:fontScheme name="Baume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8575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BSPRCNo xmlns="e7b51557-81f9-4e64-8758-5330901a8bf6">
      <Value>01.07.</Value>
      <Value>04.03.</Value>
      <Value>05.</Value>
    </BBSPRCNo>
    <BBSLevel xmlns="e7b51557-81f9-4e64-8758-5330901a8bf6">Group</BBSLevel>
    <BBSUsedInCompany xmlns="e7b51557-81f9-4e64-8758-5330901a8bf6">
      <Value>BADK</Value>
    </BBSUsedInCompany>
    <BBSLanguage xmlns="e7b51557-81f9-4e64-8758-5330901a8bf6">
      <Value>DE</Value>
      <Value>EN</Value>
    </BBSLanguage>
    <Owner xmlns="e7b51557-81f9-4e64-8758-5330901a8bf6">
      <UserInfo>
        <DisplayName>Wagner Peter</DisplayName>
        <AccountId>5337</AccountId>
        <AccountType/>
      </UserInfo>
    </Owner>
    <BBSCompany xmlns="e7b51557-81f9-4e64-8758-5330901a8bf6">
      <Value>ALL</Value>
    </BBSCompany>
    <BBSChangeHistory xmlns="e7b51557-81f9-4e64-8758-5330901a8bf6">20190606: change D8 from "Check of Effectiveness" to "Congratulations"</BBSChangeHistory>
    <BBSRetention xmlns="e7b51557-81f9-4e64-8758-5330901a8bf6">none</BBSRetention>
    <BBSStorage xmlns="e7b51557-81f9-4e64-8758-5330901a8bf6">E</BBSStorage>
    <BBSScope xmlns="e7b51557-81f9-4e64-8758-5330901a8bf6">
      <Value>ALL</Value>
    </BBSScope>
    <BBSDocType xmlns="e7b51557-81f9-4e64-8758-5330901a8bf6">SOP/P</BBSDocType>
    <BBSDeleteMark xmlns="e7b51557-81f9-4e64-8758-5330901a8bf6">false</BBSDeleteMark>
    <BBSCategory xmlns="e7b51557-81f9-4e64-8758-5330901a8bf6">TPL</BBS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BSCore" ma:contentTypeID="0x0101001195B620A1DC30408F0DEFABF60333C70062488EE1223A9D4BB9AFEAF42A9486AB" ma:contentTypeVersion="32" ma:contentTypeDescription="" ma:contentTypeScope="" ma:versionID="140b3484a75d50062abd6f10c873c11e">
  <xsd:schema xmlns:xsd="http://www.w3.org/2001/XMLSchema" xmlns:xs="http://www.w3.org/2001/XMLSchema" xmlns:p="http://schemas.microsoft.com/office/2006/metadata/properties" xmlns:ns2="e7b51557-81f9-4e64-8758-5330901a8bf6" targetNamespace="http://schemas.microsoft.com/office/2006/metadata/properties" ma:root="true" ma:fieldsID="52c93444f2e4b44fc1d8639d71bd1a2f" ns2:_="">
    <xsd:import namespace="e7b51557-81f9-4e64-8758-5330901a8bf6"/>
    <xsd:element name="properties">
      <xsd:complexType>
        <xsd:sequence>
          <xsd:element name="documentManagement">
            <xsd:complexType>
              <xsd:all>
                <xsd:element ref="ns2:BBSCategory" minOccurs="0"/>
                <xsd:element ref="ns2:BBSPRCNo" minOccurs="0"/>
                <xsd:element ref="ns2:BBSCompany" minOccurs="0"/>
                <xsd:element ref="ns2:BBSScope" minOccurs="0"/>
                <xsd:element ref="ns2:BBSLevel" minOccurs="0"/>
                <xsd:element ref="ns2:BBSLanguage" minOccurs="0"/>
                <xsd:element ref="ns2:Owner"/>
                <xsd:element ref="ns2:BBSRetention" minOccurs="0"/>
                <xsd:element ref="ns2:BBSStorage" minOccurs="0"/>
                <xsd:element ref="ns2:BBSDocType" minOccurs="0"/>
                <xsd:element ref="ns2:BBSChangeHistory" minOccurs="0"/>
                <xsd:element ref="ns2:BBSDeleteMark" minOccurs="0"/>
                <xsd:element ref="ns2:BBSUsedInComp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51557-81f9-4e64-8758-5330901a8bf6" elementFormDefault="qualified">
    <xsd:import namespace="http://schemas.microsoft.com/office/2006/documentManagement/types"/>
    <xsd:import namespace="http://schemas.microsoft.com/office/infopath/2007/PartnerControls"/>
    <xsd:element name="BBSCategory" ma:index="1" nillable="true" ma:displayName="Category" ma:default="BWI" ma:format="Dropdown" ma:internalName="BBSCategory">
      <xsd:simpleType>
        <xsd:restriction base="dms:Choice">
          <xsd:enumeration value="BWI"/>
          <xsd:enumeration value="TPL"/>
          <xsd:enumeration value="PRC"/>
          <xsd:enumeration value="ORG"/>
          <xsd:enumeration value="BOE"/>
          <xsd:enumeration value="RASCI"/>
          <xsd:enumeration value="ROL"/>
        </xsd:restriction>
      </xsd:simpleType>
    </xsd:element>
    <xsd:element name="BBSPRCNo" ma:index="2" nillable="true" ma:displayName="PRC No." ma:internalName="BBSPRCNo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00. BBS General"/>
                    <xsd:enumeration value="01.01."/>
                    <xsd:enumeration value="01.02."/>
                    <xsd:enumeration value="01.03."/>
                    <xsd:enumeration value="01.04."/>
                    <xsd:enumeration value="01.05."/>
                    <xsd:enumeration value="01.06."/>
                    <xsd:enumeration value="01.07."/>
                    <xsd:enumeration value="01.08."/>
                    <xsd:enumeration value="01.09."/>
                    <xsd:enumeration value="01.10."/>
                    <xsd:enumeration value="01.11."/>
                    <xsd:enumeration value="02."/>
                    <xsd:enumeration value="02.01."/>
                    <xsd:enumeration value="02.02."/>
                    <xsd:enumeration value="02.03."/>
                    <xsd:enumeration value="02.04."/>
                    <xsd:enumeration value="02.05."/>
                    <xsd:enumeration value="02.06."/>
                    <xsd:enumeration value="03."/>
                    <xsd:enumeration value="03.01."/>
                    <xsd:enumeration value="03.02."/>
                    <xsd:enumeration value="03.03."/>
                    <xsd:enumeration value="03.04."/>
                    <xsd:enumeration value="03.05."/>
                    <xsd:enumeration value="04."/>
                    <xsd:enumeration value="04.02."/>
                    <xsd:enumeration value="04.03."/>
                    <xsd:enumeration value="04.04."/>
                    <xsd:enumeration value="04.05."/>
                    <xsd:enumeration value="04.10."/>
                    <xsd:enumeration value="04.11."/>
                    <xsd:enumeration value="05."/>
                    <xsd:enumeration value="05.01."/>
                    <xsd:enumeration value="05.02."/>
                    <xsd:enumeration value="05.03."/>
                    <xsd:enumeration value="05.04."/>
                    <xsd:enumeration value="05.05."/>
                    <xsd:enumeration value="05.06."/>
                    <xsd:enumeration value="05.07."/>
                    <xsd:enumeration value="05.08."/>
                  </xsd:restriction>
                </xsd:simpleType>
              </xsd:element>
            </xsd:sequence>
          </xsd:extension>
        </xsd:complexContent>
      </xsd:complexType>
    </xsd:element>
    <xsd:element name="BBSCompany" ma:index="3" nillable="true" ma:displayName="Company" ma:internalName="BBSCompany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ES"/>
                    <xsd:enumeration value="BAFR"/>
                    <xsd:enumeration value="BAIN"/>
                    <xsd:enumeration value="BAIT"/>
                    <xsd:enumeration value="BAME"/>
                    <xsd:enumeration value="BAMK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N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  <xsd:element name="BBSScope" ma:index="4" nillable="true" ma:displayName="Scope" ma:default="ALL" ma:internalName="BBSSco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PS MC"/>
                    <xsd:enumeration value="PS PI"/>
                    <xsd:enumeration value="PS VT"/>
                    <xsd:enumeration value="BU EL"/>
                    <xsd:enumeration value="PS SE"/>
                  </xsd:restriction>
                </xsd:simpleType>
              </xsd:element>
            </xsd:sequence>
          </xsd:extension>
        </xsd:complexContent>
      </xsd:complexType>
    </xsd:element>
    <xsd:element name="BBSLevel" ma:index="5" nillable="true" ma:displayName="Lev." ma:default="Group" ma:description="'Group' applicable for all companies &#10;'Site' specific documentation only for some companies" ma:format="RadioButtons" ma:internalName="BBSLevel">
      <xsd:simpleType>
        <xsd:restriction base="dms:Choice">
          <xsd:enumeration value="Group"/>
          <xsd:enumeration value="Site"/>
        </xsd:restriction>
      </xsd:simpleType>
    </xsd:element>
    <xsd:element name="BBSLanguage" ma:index="6" nillable="true" ma:displayName="Lang." ma:default="DE" ma:internalName="BBS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E"/>
                    <xsd:enumeration value="EN"/>
                    <xsd:enumeration value="FR"/>
                    <xsd:enumeration value="IT"/>
                    <xsd:enumeration value="PT"/>
                    <xsd:enumeration value="CN"/>
                    <xsd:enumeration value="DK"/>
                    <xsd:enumeration value="SE"/>
                  </xsd:restriction>
                </xsd:simpleType>
              </xsd:element>
            </xsd:sequence>
          </xsd:extension>
        </xsd:complexContent>
      </xsd:complexType>
    </xsd:element>
    <xsd:element name="Owner" ma:index="8" ma:displayName="Owner" ma:list="UserInfo" ma:SharePointGroup="0" ma:internalName="Owne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BSRetention" ma:index="9" nillable="true" ma:displayName="Retention" ma:default="none" ma:format="Dropdown" ma:internalName="BBSRetention">
      <xsd:simpleType>
        <xsd:restriction base="dms:Choice">
          <xsd:enumeration value="none"/>
          <xsd:enumeration value="5"/>
          <xsd:enumeration value="10"/>
        </xsd:restriction>
      </xsd:simpleType>
    </xsd:element>
    <xsd:element name="BBSStorage" ma:index="10" nillable="true" ma:displayName="Storage" ma:default="E" ma:description="E = Electronic &#10;P = Physical" ma:format="Dropdown" ma:internalName="BBSStorage">
      <xsd:simpleType>
        <xsd:restriction base="dms:Choice">
          <xsd:enumeration value="E"/>
          <xsd:enumeration value="P"/>
        </xsd:restriction>
      </xsd:simpleType>
    </xsd:element>
    <xsd:element name="BBSDocType" ma:index="11" nillable="true" ma:displayName="Doc Type" ma:default="SOP" ma:description="SOP = Standard Operating Procedure (Vorgabedokument)&#10;P = Proof (Nachweisdokument)&#10;SOP/P = both" ma:format="RadioButtons" ma:internalName="BBSDocType">
      <xsd:simpleType>
        <xsd:restriction base="dms:Choice">
          <xsd:enumeration value="SOP"/>
          <xsd:enumeration value="P"/>
          <xsd:enumeration value="SOP/P"/>
        </xsd:restriction>
      </xsd:simpleType>
    </xsd:element>
    <xsd:element name="BBSChangeHistory" ma:index="12" nillable="true" ma:displayName="Change History" ma:internalName="BBSChangeHistory" ma:readOnly="false">
      <xsd:simpleType>
        <xsd:restriction base="dms:Note">
          <xsd:maxLength value="255"/>
        </xsd:restriction>
      </xsd:simpleType>
    </xsd:element>
    <xsd:element name="BBSDeleteMark" ma:index="13" nillable="true" ma:displayName="DeleteMark" ma:default="0" ma:description="Should the document be marked for deletion?" ma:internalName="BBSDeleteMark">
      <xsd:simpleType>
        <xsd:restriction base="dms:Boolean"/>
      </xsd:simpleType>
    </xsd:element>
    <xsd:element name="BBSUsedInCompany" ma:index="14" nillable="true" ma:displayName="UsedInCompany" ma:internalName="BBSUsedInCompan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ABE"/>
                    <xsd:enumeration value="BABR"/>
                    <xsd:enumeration value="BACA"/>
                    <xsd:enumeration value="BACN"/>
                    <xsd:enumeration value="BADE"/>
                    <xsd:enumeration value="BADK"/>
                    <xsd:enumeration value="BAFR"/>
                    <xsd:enumeration value="BAIN"/>
                    <xsd:enumeration value="BAIT"/>
                    <xsd:enumeration value="BAME"/>
                    <xsd:enumeration value="BAPL"/>
                    <xsd:enumeration value="BASG"/>
                    <xsd:enumeration value="BAVE"/>
                    <xsd:enumeration value="BAUK"/>
                    <xsd:enumeration value="BAUS"/>
                    <xsd:enumeration value="BECH"/>
                    <xsd:enumeration value="BGDE"/>
                    <xsd:enumeration value="BHDE"/>
                    <xsd:enumeration value="BHFR"/>
                    <xsd:enumeration value="BLDE"/>
                    <xsd:enumeration value="BMCH"/>
                    <xsd:enumeration value="BMDE"/>
                    <xsd:enumeration value="BIDE"/>
                    <xsd:enumeration value="BODE"/>
                    <xsd:enumeration value="BUDE"/>
                    <xsd:enumeration value="BSIT"/>
                    <xsd:enumeration value="BTDE"/>
                    <xsd:enumeration value="BTIN"/>
                    <xsd:enumeration value="BVDE"/>
                    <xsd:enumeration value="BXDE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246caa2f-33ef-4e65-baec-39447f8fc80e" ContentTypeId="0x0101001195B620A1DC30408F0DEFABF60333C7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DE8DF-EB9D-4429-B9BB-88DAEBC581F4}">
  <ds:schemaRefs>
    <ds:schemaRef ds:uri="http://www.w3.org/2001/XMLSchema"/>
    <ds:schemaRef ds:uri="http://www.zhaw.ch/AccessibilityAddIn"/>
  </ds:schemaRefs>
</ds:datastoreItem>
</file>

<file path=customXml/itemProps2.xml><?xml version="1.0" encoding="utf-8"?>
<ds:datastoreItem xmlns:ds="http://schemas.openxmlformats.org/officeDocument/2006/customXml" ds:itemID="{0CDD8726-5F3D-47E7-AB0F-C9A8F993934C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e7b51557-81f9-4e64-8758-5330901a8bf6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CB771C1-FE05-4744-A12C-C2F936B222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FD873-D3AA-4599-9A0B-559388536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b51557-81f9-4e64-8758-5330901a8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18DFB2-8A34-462B-AF0A-D76D73A82466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5834B3F4-B1C4-46E1-BA90-390FBCAB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927FAD12.dotm</Template>
  <TotalTime>0</TotalTime>
  <Pages>1</Pages>
  <Words>182</Words>
  <Characters>1148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Mahnke Björn</dc:creator>
  <cp:keywords>Reklamationen Lieferant, 04.03.04</cp:keywords>
  <cp:lastModifiedBy>Schulz Andreas</cp:lastModifiedBy>
  <cp:revision>2</cp:revision>
  <cp:lastPrinted>2014-08-29T09:17:00Z</cp:lastPrinted>
  <dcterms:created xsi:type="dcterms:W3CDTF">2019-06-18T06:07:00Z</dcterms:created>
  <dcterms:modified xsi:type="dcterms:W3CDTF">2019-06-18T06:07:00Z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0x0101001195B620A1DC30408F0DEFABF60333C70062488EE1223A9D4BB9AFEAF42A9486AB</vt:lpwstr>
  </property>
  <property fmtid="{D5CDD505-2E9C-101B-9397-08002B2CF9AE}" pid="3" name="Order">
    <vt:r8>325000</vt:r8>
  </property>
  <property fmtid="{D5CDD505-2E9C-101B-9397-08002B2CF9AE}" pid="4" name="Topic">
    <vt:lpwstr>Reklamationen Lieferant, 04.03.04</vt:lpwstr>
  </property>
  <property fmtid="{D5CDD505-2E9C-101B-9397-08002B2CF9AE}" pid="5" name="Validity">
    <vt:lpwstr>;#ALL;#</vt:lpwstr>
  </property>
  <property fmtid="{D5CDD505-2E9C-101B-9397-08002B2CF9AE}" pid="6" name="Language">
    <vt:lpwstr>;#DE;#EN;#</vt:lpwstr>
  </property>
  <property fmtid="{D5CDD505-2E9C-101B-9397-08002B2CF9AE}" pid="7" name="Level">
    <vt:lpwstr>Group</vt:lpwstr>
  </property>
  <property fmtid="{D5CDD505-2E9C-101B-9397-08002B2CF9AE}" pid="8" name="UsedInCompany">
    <vt:lpwstr>;#BADK;#</vt:lpwstr>
  </property>
  <property fmtid="{D5CDD505-2E9C-101B-9397-08002B2CF9AE}" pid="9" name="Retention period">
    <vt:lpwstr>none</vt:lpwstr>
  </property>
  <property fmtid="{D5CDD505-2E9C-101B-9397-08002B2CF9AE}" pid="10" name="Validity / Gültigkeit">
    <vt:lpwstr>;#ALL;#</vt:lpwstr>
  </property>
  <property fmtid="{D5CDD505-2E9C-101B-9397-08002B2CF9AE}" pid="11" name="Storage">
    <vt:lpwstr>E</vt:lpwstr>
  </property>
  <property fmtid="{D5CDD505-2E9C-101B-9397-08002B2CF9AE}" pid="12" name="Doc Type">
    <vt:lpwstr>SOP/P</vt:lpwstr>
  </property>
  <property fmtid="{D5CDD505-2E9C-101B-9397-08002B2CF9AE}" pid="13" name="BBS Process">
    <vt:lpwstr>;#01.07.;#04.03.;#05.;#</vt:lpwstr>
  </property>
  <property fmtid="{D5CDD505-2E9C-101B-9397-08002B2CF9AE}" pid="14" name="BBS Categorie">
    <vt:lpwstr>TPL</vt:lpwstr>
  </property>
  <property fmtid="{D5CDD505-2E9C-101B-9397-08002B2CF9AE}" pid="15" name="Change History">
    <vt:lpwstr>04.05.2018: Schlagworte ergänzt</vt:lpwstr>
  </property>
  <property fmtid="{D5CDD505-2E9C-101B-9397-08002B2CF9AE}" pid="16" name="Löschkennzeichen">
    <vt:bool>false</vt:bool>
  </property>
  <property fmtid="{D5CDD505-2E9C-101B-9397-08002B2CF9AE}" pid="17" name="Owner">
    <vt:lpwstr>2920;#Perko Pius</vt:lpwstr>
  </property>
  <property fmtid="{D5CDD505-2E9C-101B-9397-08002B2CF9AE}" pid="18" name="WorkflowChangePath">
    <vt:lpwstr>21695a0c-671b-4820-9294-8d5cc2411e98,11;21695a0c-671b-4820-9294-8d5cc2411e98,11;eba9a058-924b-4dc9-9457-e38631ef93e6,13;</vt:lpwstr>
  </property>
</Properties>
</file>