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8402" w14:textId="77777777" w:rsidR="008C108E" w:rsidRPr="0057654D" w:rsidRDefault="008C108E" w:rsidP="008C108E">
      <w:pPr>
        <w:pStyle w:val="berschrift1"/>
        <w:spacing w:line="240" w:lineRule="auto"/>
        <w:rPr>
          <w:sz w:val="44"/>
          <w:lang w:eastAsia="de-DE" w:bidi="ar-SA"/>
        </w:rPr>
      </w:pPr>
      <w:r w:rsidRPr="0057654D">
        <w:rPr>
          <w:sz w:val="44"/>
          <w:lang w:eastAsia="de-DE" w:bidi="ar-SA"/>
        </w:rPr>
        <w:t>Comunicato stampa</w:t>
      </w:r>
    </w:p>
    <w:p w14:paraId="6AA98403" w14:textId="77777777" w:rsidR="00812F6F" w:rsidRPr="00832110" w:rsidRDefault="00812F6F" w:rsidP="00812F6F">
      <w:pPr>
        <w:pStyle w:val="BaumerFliesstext"/>
      </w:pPr>
    </w:p>
    <w:p w14:paraId="6AA98404" w14:textId="77777777" w:rsidR="00812F6F" w:rsidRPr="00832110" w:rsidRDefault="00812F6F" w:rsidP="00812F6F">
      <w:pPr>
        <w:pStyle w:val="BaumerFliesstext"/>
      </w:pPr>
    </w:p>
    <w:p w14:paraId="391A6394" w14:textId="2BE72B1E" w:rsidR="0057654D" w:rsidRDefault="0010796A" w:rsidP="0057654D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eastAsia="de-DE" w:bidi="ar-SA"/>
        </w:rPr>
      </w:pPr>
      <w:r>
        <w:rPr>
          <w:b/>
          <w:bCs/>
          <w:iCs/>
          <w:sz w:val="28"/>
          <w:szCs w:val="28"/>
          <w:lang w:eastAsia="de-DE" w:bidi="ar-SA"/>
        </w:rPr>
        <w:t>Rilevamento e</w:t>
      </w:r>
      <w:r w:rsidR="0057654D" w:rsidRPr="0057654D">
        <w:rPr>
          <w:b/>
          <w:bCs/>
          <w:iCs/>
          <w:sz w:val="28"/>
          <w:szCs w:val="28"/>
          <w:lang w:eastAsia="de-DE" w:bidi="ar-SA"/>
        </w:rPr>
        <w:t xml:space="preserve"> posizionamento </w:t>
      </w:r>
      <w:r>
        <w:rPr>
          <w:b/>
          <w:bCs/>
          <w:iCs/>
          <w:sz w:val="28"/>
          <w:szCs w:val="28"/>
          <w:lang w:eastAsia="de-DE" w:bidi="ar-SA"/>
        </w:rPr>
        <w:t>con  precisione micrometrica</w:t>
      </w:r>
      <w:r w:rsidR="009E5AFC">
        <w:rPr>
          <w:b/>
          <w:bCs/>
          <w:iCs/>
          <w:sz w:val="28"/>
          <w:szCs w:val="28"/>
          <w:lang w:eastAsia="de-DE" w:bidi="ar-SA"/>
        </w:rPr>
        <w:t xml:space="preserve"> su tutti i metalli: </w:t>
      </w:r>
      <w:r w:rsidR="0057654D" w:rsidRPr="0057654D">
        <w:rPr>
          <w:b/>
          <w:bCs/>
          <w:iCs/>
          <w:sz w:val="28"/>
          <w:szCs w:val="28"/>
          <w:lang w:eastAsia="de-DE" w:bidi="ar-SA"/>
        </w:rPr>
        <w:t>sensori induttivi Baumer con fattore 1</w:t>
      </w:r>
    </w:p>
    <w:p w14:paraId="69DF0B02" w14:textId="77777777" w:rsidR="0057654D" w:rsidRPr="0057654D" w:rsidRDefault="0057654D" w:rsidP="0057654D">
      <w:pPr>
        <w:pStyle w:val="BaumerFliesstext"/>
        <w:spacing w:line="240" w:lineRule="auto"/>
        <w:rPr>
          <w:b/>
          <w:bCs/>
          <w:iCs/>
          <w:szCs w:val="28"/>
          <w:lang w:eastAsia="de-DE" w:bidi="ar-SA"/>
        </w:rPr>
      </w:pPr>
    </w:p>
    <w:p w14:paraId="3C821298" w14:textId="3010DCB5" w:rsidR="0057654D" w:rsidRPr="0010796A" w:rsidRDefault="0057654D" w:rsidP="0057654D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eastAsia="de-DE" w:bidi="ar-SA"/>
        </w:rPr>
      </w:pPr>
      <w:r w:rsidRPr="00DE7B19">
        <w:rPr>
          <w:b/>
          <w:bCs/>
          <w:iCs/>
          <w:noProof/>
          <w:sz w:val="28"/>
          <w:szCs w:val="28"/>
          <w:lang w:val="de-DE" w:eastAsia="zh-CN" w:bidi="ar-SA"/>
        </w:rPr>
        <w:drawing>
          <wp:anchor distT="0" distB="0" distL="114300" distR="114300" simplePos="0" relativeHeight="251664384" behindDoc="0" locked="0" layoutInCell="1" allowOverlap="1" wp14:anchorId="60B6A710" wp14:editId="7A35F519">
            <wp:simplePos x="0" y="0"/>
            <wp:positionH relativeFrom="column">
              <wp:posOffset>3644900</wp:posOffset>
            </wp:positionH>
            <wp:positionV relativeFrom="paragraph">
              <wp:posOffset>177800</wp:posOffset>
            </wp:positionV>
            <wp:extent cx="2475230" cy="1815465"/>
            <wp:effectExtent l="0" t="0" r="1270" b="0"/>
            <wp:wrapSquare wrapText="bothSides"/>
            <wp:docPr id="1" name="Grafik 1" descr="C:\Users\chrf\Desktop\Baumer_Inductive-sensors-factor-1_ML_20190523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Inductive-sensors-factor-1_ML_20190523_P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B19">
        <w:t>(23</w:t>
      </w:r>
      <w:r w:rsidR="00385FF6" w:rsidRPr="00DE7B19">
        <w:t>/0</w:t>
      </w:r>
      <w:r w:rsidRPr="00DE7B19">
        <w:t>5</w:t>
      </w:r>
      <w:r w:rsidR="00385FF6" w:rsidRPr="00DE7B19">
        <w:t>/2019</w:t>
      </w:r>
      <w:r w:rsidR="000C6777" w:rsidRPr="0057654D">
        <w:t xml:space="preserve">) </w:t>
      </w:r>
      <w:r>
        <w:t>Molto speso i sensori induttivi sono fondamentali per controllare in maniera affidabile macchinari e impianti.</w:t>
      </w:r>
      <w:r>
        <w:br/>
        <w:t>I sensori ind</w:t>
      </w:r>
      <w:r w:rsidR="0010796A">
        <w:t>uttivi con fattore 1 sono ideali</w:t>
      </w:r>
      <w:r>
        <w:t xml:space="preserve"> soprattutto nelle applicazioni </w:t>
      </w:r>
      <w:r w:rsidR="0010796A">
        <w:t>dove è necessario</w:t>
      </w:r>
      <w:r>
        <w:t xml:space="preserve"> rilevare metalli non ferrosi alla stessa distanza operativa con la quale si rileva l’acciaio. Baumer presenta una selezione esclusiva di sensori di questo tipo nella versione </w:t>
      </w:r>
      <w:r w:rsidR="009E5AFC">
        <w:t xml:space="preserve">a commutazione </w:t>
      </w:r>
      <w:r w:rsidR="0010796A">
        <w:t>digitale e di misura analogica</w:t>
      </w:r>
      <w:r>
        <w:t>. Gli interrutt</w:t>
      </w:r>
      <w:r w:rsidR="0010796A">
        <w:t>ori di prossimità</w:t>
      </w:r>
      <w:r>
        <w:t xml:space="preserve"> funzionano con una frequenza di commutazione fino a 3 kHz. I sensori di distanza induttivi con segnale </w:t>
      </w:r>
      <w:r w:rsidR="0010796A">
        <w:t xml:space="preserve">di uscita </w:t>
      </w:r>
      <w:r>
        <w:t xml:space="preserve">analogico, invece, sono adatti per il posizionamento </w:t>
      </w:r>
      <w:r w:rsidR="0010796A">
        <w:t>con precisione micrometrica</w:t>
      </w:r>
      <w:r>
        <w:t xml:space="preserve"> di un oggetto e anche per rilevare sbilanciamenti, usura, flessione o dilatazione del materiale.</w:t>
      </w:r>
    </w:p>
    <w:p w14:paraId="4DA3F973" w14:textId="53A7B2CC" w:rsidR="009E5AFC" w:rsidRDefault="0057654D" w:rsidP="0057654D">
      <w:pPr>
        <w:pStyle w:val="BaumerFliesstext"/>
        <w:spacing w:before="240" w:line="360" w:lineRule="auto"/>
        <w:jc w:val="both"/>
      </w:pPr>
      <w:r>
        <w:t>Con “fatto</w:t>
      </w:r>
      <w:r w:rsidR="009E5AFC">
        <w:t xml:space="preserve">re 1” si indica un </w:t>
      </w:r>
      <w:proofErr w:type="spellStart"/>
      <w:r w:rsidR="009E5AFC">
        <w:t>range</w:t>
      </w:r>
      <w:proofErr w:type="spellEnd"/>
      <w:r w:rsidR="009E5AFC">
        <w:t xml:space="preserve"> di lavoro</w:t>
      </w:r>
      <w:r>
        <w:t xml:space="preserve"> sempre costante </w:t>
      </w:r>
      <w:r w:rsidR="009E5AFC">
        <w:t xml:space="preserve">indipendentemente dal fatto che l’oggetto da rilevare sia ferromagnetico, in acciaio inox o alluminio. Questo </w:t>
      </w:r>
      <w:proofErr w:type="spellStart"/>
      <w:r w:rsidR="009E5AFC">
        <w:t>range</w:t>
      </w:r>
      <w:proofErr w:type="spellEnd"/>
      <w:r w:rsidR="009E5AFC">
        <w:t xml:space="preserve"> di lettura</w:t>
      </w:r>
      <w:r>
        <w:t xml:space="preserve"> può raggiungere otto millimetri nella versione con funzione di misurazione e persino 10 millimetri nelle versioni con funzione di commutazione</w:t>
      </w:r>
      <w:r w:rsidR="0010796A">
        <w:t xml:space="preserve"> digitale</w:t>
      </w:r>
      <w:r w:rsidR="009E5AFC">
        <w:t>.</w:t>
      </w:r>
    </w:p>
    <w:p w14:paraId="65101819" w14:textId="14E5BD2E" w:rsidR="0057654D" w:rsidRDefault="009E5AFC" w:rsidP="0057654D">
      <w:pPr>
        <w:pStyle w:val="BaumerFliesstext"/>
        <w:spacing w:before="240" w:line="360" w:lineRule="auto"/>
        <w:jc w:val="both"/>
        <w:rPr>
          <w:szCs w:val="20"/>
        </w:rPr>
      </w:pPr>
      <w:r>
        <w:t>U</w:t>
      </w:r>
      <w:r w:rsidR="0057654D">
        <w:t>na soluzione molto comoda quando in uno stesso impianto si esegue la lavorazione di metalli diversi.</w:t>
      </w:r>
      <w:r w:rsidR="0057654D">
        <w:br/>
        <w:t xml:space="preserve"> </w:t>
      </w:r>
      <w:r>
        <w:t>Il fattore 1 è una scelta affidabile</w:t>
      </w:r>
      <w:r w:rsidR="0057654D">
        <w:t xml:space="preserve"> anche per la lavorazione di un unico materiale, soprattutto in caso di metalli non ferrosi o metalli non ferromagnetici. Mentre nei sensori tradizionali la distanza di misur</w:t>
      </w:r>
      <w:r>
        <w:t>azione o di commutazione può subire</w:t>
      </w:r>
      <w:r w:rsidR="0057654D">
        <w:t xml:space="preserve"> una riduzione pari fino al 70%, il sensore con fattore 1 può utilizzare una distanza operativa o un campo di misurazione p</w:t>
      </w:r>
      <w:r w:rsidR="0010796A">
        <w:t>iù grandi garantendo la stessa distanza indipendentemente dal materiale rilevato.</w:t>
      </w:r>
    </w:p>
    <w:p w14:paraId="357970D7" w14:textId="3981188D" w:rsidR="0057654D" w:rsidRPr="005F6E1E" w:rsidRDefault="0057654D" w:rsidP="0057654D">
      <w:pPr>
        <w:pStyle w:val="BaumerFliesstext"/>
        <w:spacing w:before="240" w:line="360" w:lineRule="auto"/>
        <w:jc w:val="both"/>
        <w:rPr>
          <w:szCs w:val="20"/>
        </w:rPr>
      </w:pPr>
      <w:r>
        <w:t xml:space="preserve">Nelle dimensioni </w:t>
      </w:r>
      <w:r w:rsidR="0010796A">
        <w:t>maggiormente utilizzate</w:t>
      </w:r>
      <w:r>
        <w:t xml:space="preserve"> dalle aziende che costruiscono impianti, vale a dire</w:t>
      </w:r>
      <w:r w:rsidR="00A8406B">
        <w:t xml:space="preserve"> il formato</w:t>
      </w:r>
      <w:r>
        <w:t xml:space="preserve"> M18, Baumer offre un sensore con fattore 1 e uscita analogica </w:t>
      </w:r>
      <w:r w:rsidR="00A8406B">
        <w:t xml:space="preserve">linearizzata </w:t>
      </w:r>
      <w:r>
        <w:t>che fornisce u</w:t>
      </w:r>
      <w:r w:rsidR="0010796A">
        <w:t>na tensione da 0 a 10 Volt in proporzione alla</w:t>
      </w:r>
      <w:r>
        <w:t xml:space="preserve"> distanza misurata. In questo modo il sensore può determinare sbilanciamenti di pezzi in rotazione o differenze nello spessore del materiale di pezzi in metallo fino a una distanza di 8 mm. Nessun altro sensore induttivo sul mercato offre questa precisione abbinata ai vantaggi della tecnologia con fattore 1. Grazie alle ampie possibilità di regolazione t</w:t>
      </w:r>
      <w:r w:rsidR="0010796A">
        <w:t>ramite l’ingresso di</w:t>
      </w:r>
      <w:r>
        <w:t xml:space="preserve"> </w:t>
      </w:r>
      <w:proofErr w:type="spellStart"/>
      <w:r>
        <w:t>Teach</w:t>
      </w:r>
      <w:proofErr w:type="spellEnd"/>
      <w:r>
        <w:t>, l’utente può adeguare la curva caratteristica in uscita in base alle sue esigenze, adottando una curva caratteristica con andamento ascendente o discendente.</w:t>
      </w:r>
    </w:p>
    <w:p w14:paraId="16F79D5E" w14:textId="12935843" w:rsidR="0057654D" w:rsidRDefault="00A8406B" w:rsidP="0057654D">
      <w:pPr>
        <w:pStyle w:val="BaumerFliesstext"/>
        <w:spacing w:before="240" w:line="360" w:lineRule="auto"/>
      </w:pPr>
      <w:r>
        <w:lastRenderedPageBreak/>
        <w:t>Baumer presenta nella sua gamma</w:t>
      </w:r>
      <w:r w:rsidR="0057654D">
        <w:t xml:space="preserve"> s</w:t>
      </w:r>
      <w:r>
        <w:t>ensori con fattore 1 di</w:t>
      </w:r>
      <w:r w:rsidR="0057654D">
        <w:t xml:space="preserve"> dimensioni da 6,5 mm fino a M18, con una distanza massima di commutazione pari a 10 mm. </w:t>
      </w:r>
    </w:p>
    <w:p w14:paraId="43D42627" w14:textId="61CD2ED9" w:rsidR="007B440C" w:rsidRPr="0057654D" w:rsidRDefault="007B440C" w:rsidP="0057654D">
      <w:pPr>
        <w:pStyle w:val="BaumerFliesstext"/>
        <w:spacing w:before="240" w:line="360" w:lineRule="auto"/>
        <w:rPr>
          <w:szCs w:val="20"/>
        </w:rPr>
      </w:pPr>
      <w:r w:rsidRPr="0057654D">
        <w:t xml:space="preserve">Per ulteriori informazioni: </w:t>
      </w:r>
    </w:p>
    <w:p w14:paraId="4C414034" w14:textId="77777777" w:rsidR="0057654D" w:rsidRPr="0010796A" w:rsidRDefault="00DE7B19" w:rsidP="0057654D">
      <w:pPr>
        <w:pStyle w:val="BaumerFliesstext"/>
        <w:spacing w:before="240" w:line="360" w:lineRule="auto"/>
        <w:jc w:val="both"/>
        <w:rPr>
          <w:rStyle w:val="Hyperlink"/>
          <w:szCs w:val="20"/>
        </w:rPr>
      </w:pPr>
      <w:hyperlink r:id="rId13" w:history="1">
        <w:r w:rsidR="0057654D" w:rsidRPr="0010796A">
          <w:rPr>
            <w:rStyle w:val="Hyperlink"/>
            <w:szCs w:val="20"/>
          </w:rPr>
          <w:t>www.baumer.com/c/13506</w:t>
        </w:r>
      </w:hyperlink>
    </w:p>
    <w:p w14:paraId="178B2B14" w14:textId="7E48D870" w:rsidR="0057654D" w:rsidRPr="00C8493E" w:rsidRDefault="00DE7B19" w:rsidP="0057654D">
      <w:pPr>
        <w:pStyle w:val="BaumerFliesstext"/>
        <w:spacing w:before="240" w:line="360" w:lineRule="auto"/>
        <w:rPr>
          <w:color w:val="FF0000"/>
          <w:szCs w:val="20"/>
        </w:rPr>
      </w:pPr>
      <w:hyperlink r:id="rId14" w:history="1">
        <w:r w:rsidR="0057654D" w:rsidRPr="0010796A">
          <w:rPr>
            <w:rStyle w:val="Hyperlink"/>
            <w:szCs w:val="20"/>
          </w:rPr>
          <w:t>www.baumer.com/c/13451</w:t>
        </w:r>
      </w:hyperlink>
    </w:p>
    <w:p w14:paraId="6AA9840B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37AE93F3" w14:textId="23D4CECF" w:rsidR="00F41809" w:rsidRPr="0057654D" w:rsidRDefault="009371DC" w:rsidP="00F41809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>
        <w:t xml:space="preserve">Immagine: </w:t>
      </w:r>
      <w:r w:rsidR="0057654D">
        <w:t>Interruttori di prossimità induttivi e sensori di distanza senza fattore di riduzione su diversi metalli.</w:t>
      </w:r>
    </w:p>
    <w:p w14:paraId="6AA9840D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6AA9840E" w14:textId="05E3A7A2" w:rsidR="004F726A" w:rsidRPr="00DE7B19" w:rsidRDefault="00DE7B19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DE7B19">
        <w:rPr>
          <w:sz w:val="16"/>
        </w:rPr>
        <w:t>Numero di caratteri (con spazi):</w:t>
      </w:r>
      <w:r w:rsidRPr="00DE7B19">
        <w:rPr>
          <w:sz w:val="16"/>
        </w:rPr>
        <w:t xml:space="preserve"> </w:t>
      </w:r>
      <w:r w:rsidR="00D73B0B" w:rsidRPr="00DE7B19">
        <w:rPr>
          <w:sz w:val="16"/>
        </w:rPr>
        <w:t>ca.</w:t>
      </w:r>
      <w:r w:rsidRPr="00DE7B19">
        <w:rPr>
          <w:sz w:val="16"/>
        </w:rPr>
        <w:t>2670</w:t>
      </w:r>
    </w:p>
    <w:p w14:paraId="6AA9840F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>
        <w:rPr>
          <w:sz w:val="16"/>
        </w:rPr>
        <w:t xml:space="preserve">Testo e immagine scaricabili da: </w:t>
      </w:r>
      <w:hyperlink r:id="rId15">
        <w:r>
          <w:rPr>
            <w:rStyle w:val="Hyperlink"/>
            <w:b/>
            <w:sz w:val="16"/>
          </w:rPr>
          <w:t>www.baumer.com/press</w:t>
        </w:r>
      </w:hyperlink>
    </w:p>
    <w:p w14:paraId="6AA98410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>
        <w:rPr>
          <w:b/>
        </w:rPr>
        <w:t xml:space="preserve"> </w:t>
      </w:r>
      <w:bookmarkStart w:id="0" w:name="_GoBack"/>
      <w:bookmarkEnd w:id="0"/>
    </w:p>
    <w:p w14:paraId="6AA98411" w14:textId="77777777" w:rsidR="000C360B" w:rsidRPr="00385FF6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385FF6">
        <w:rPr>
          <w:b/>
          <w:kern w:val="20"/>
          <w:sz w:val="16"/>
        </w:rPr>
        <w:t>Baumer Group</w:t>
      </w:r>
    </w:p>
    <w:p w14:paraId="6AA98412" w14:textId="3003848E" w:rsidR="00D73B0B" w:rsidRPr="00385FF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385FF6">
        <w:rPr>
          <w:kern w:val="20"/>
          <w:sz w:val="16"/>
        </w:rPr>
        <w:t>Il Gruppo Baumer è uno dei leader a livello internazionale per la produzione di sensori, encoder, strumenti di misura e di componenti per l'elaborazione automatizzata delle immagini. Baumer unisce una tecnologia innovativa a un servizio assistenza orientato al cliente per soluzioni intelligenti per l'automazione di fabbrica e dei processi e offre per questi un'ampia gamma di prodotti e di</w:t>
      </w:r>
      <w:r w:rsidR="00B267AD">
        <w:rPr>
          <w:kern w:val="20"/>
          <w:sz w:val="16"/>
        </w:rPr>
        <w:t xml:space="preserve"> tecnologia. L'azienda</w:t>
      </w:r>
      <w:r w:rsidRPr="00385FF6">
        <w:rPr>
          <w:kern w:val="20"/>
          <w:sz w:val="16"/>
        </w:rPr>
        <w:t xml:space="preserve">, con circa 2.700 collaboratori e stabilimenti di produzione, filiali e rappresentanze in 38 sedi e 19 paesi, è sempre vicina ai propri clienti. Con standard qualitativi costantemente elevati in tutto il mondo e una grande </w:t>
      </w:r>
      <w:r w:rsidR="00B267AD">
        <w:rPr>
          <w:kern w:val="20"/>
          <w:sz w:val="16"/>
        </w:rPr>
        <w:t xml:space="preserve">forza innovativa, Baumer offre ai propri clienti </w:t>
      </w:r>
      <w:r w:rsidRPr="00385FF6">
        <w:rPr>
          <w:kern w:val="20"/>
          <w:sz w:val="16"/>
        </w:rPr>
        <w:t xml:space="preserve"> diversi settori decisivi vantaggi e un evidente plusvalore. Ulteriori informazioni in Internet al sito </w:t>
      </w:r>
      <w:hyperlink r:id="rId16">
        <w:r w:rsidRPr="00385FF6">
          <w:rPr>
            <w:kern w:val="20"/>
            <w:sz w:val="16"/>
            <w:u w:val="single"/>
          </w:rPr>
          <w:t>www.baumer.com</w:t>
        </w:r>
      </w:hyperlink>
    </w:p>
    <w:p w14:paraId="6AA9841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6AA98414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8"/>
        <w:gridCol w:w="3408"/>
        <w:gridCol w:w="2943"/>
      </w:tblGrid>
      <w:tr w:rsidR="00CA1312" w:rsidRPr="00391404" w14:paraId="6AA98428" w14:textId="77777777" w:rsidTr="00D06A30">
        <w:tc>
          <w:tcPr>
            <w:tcW w:w="3369" w:type="dxa"/>
            <w:shd w:val="clear" w:color="auto" w:fill="auto"/>
          </w:tcPr>
          <w:p w14:paraId="6AA98415" w14:textId="77777777" w:rsidR="00CA1312" w:rsidRPr="00385FF6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385FF6">
              <w:rPr>
                <w:b/>
                <w:sz w:val="16"/>
              </w:rPr>
              <w:t>Contatto stampa</w:t>
            </w:r>
          </w:p>
          <w:p w14:paraId="5B915FA2" w14:textId="77777777" w:rsidR="00982EDB" w:rsidRPr="005E7805" w:rsidRDefault="00982EDB" w:rsidP="00982EDB">
            <w:pPr>
              <w:spacing w:line="240" w:lineRule="exact"/>
              <w:rPr>
                <w:sz w:val="16"/>
                <w:szCs w:val="16"/>
              </w:rPr>
            </w:pPr>
            <w:r w:rsidRPr="005E7805">
              <w:rPr>
                <w:sz w:val="16"/>
                <w:szCs w:val="16"/>
              </w:rPr>
              <w:t>Christina Frick</w:t>
            </w:r>
          </w:p>
          <w:p w14:paraId="730EBE23" w14:textId="77777777" w:rsidR="00982EDB" w:rsidRPr="005E7805" w:rsidRDefault="00982EDB" w:rsidP="00982EDB">
            <w:pPr>
              <w:spacing w:line="240" w:lineRule="exact"/>
              <w:rPr>
                <w:sz w:val="16"/>
                <w:szCs w:val="16"/>
              </w:rPr>
            </w:pPr>
            <w:r w:rsidRPr="005E7805">
              <w:rPr>
                <w:sz w:val="16"/>
                <w:szCs w:val="16"/>
              </w:rPr>
              <w:t>Baumer Group</w:t>
            </w:r>
          </w:p>
          <w:p w14:paraId="17A14153" w14:textId="77777777" w:rsidR="00982EDB" w:rsidRPr="0001072F" w:rsidRDefault="00982EDB" w:rsidP="00982EDB">
            <w:pPr>
              <w:spacing w:line="240" w:lineRule="exact"/>
              <w:rPr>
                <w:sz w:val="16"/>
                <w:szCs w:val="16"/>
                <w:highlight w:val="yellow"/>
                <w:lang w:val="en-US"/>
              </w:rPr>
            </w:pPr>
            <w:r w:rsidRPr="0001072F">
              <w:rPr>
                <w:sz w:val="16"/>
                <w:szCs w:val="16"/>
                <w:lang w:val="en-US"/>
              </w:rPr>
              <w:t xml:space="preserve">Phone </w:t>
            </w:r>
            <w:r w:rsidRPr="007618BF">
              <w:rPr>
                <w:sz w:val="16"/>
                <w:szCs w:val="16"/>
                <w:lang w:val="en-US"/>
              </w:rPr>
              <w:t>+49 7771 6474 1205</w:t>
            </w:r>
          </w:p>
          <w:p w14:paraId="2053C354" w14:textId="77777777" w:rsidR="00982EDB" w:rsidRDefault="00982EDB" w:rsidP="00982ED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48792D81" w14:textId="77777777" w:rsidR="00982EDB" w:rsidRDefault="00982EDB" w:rsidP="00982EDB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14:paraId="6AA9841C" w14:textId="6BD38C58" w:rsidR="00CA1312" w:rsidRPr="002E4D71" w:rsidRDefault="00982EDB" w:rsidP="00982EDB">
            <w:pPr>
              <w:spacing w:line="240" w:lineRule="exact"/>
              <w:rPr>
                <w:b/>
                <w:sz w:val="16"/>
                <w:szCs w:val="16"/>
              </w:rPr>
            </w:pPr>
            <w:r w:rsidRPr="00A633F4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3E61BECD" w14:textId="77777777" w:rsidR="00385FF6" w:rsidRPr="003D717D" w:rsidRDefault="00385FF6" w:rsidP="00385FF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Svizzera</w:t>
            </w:r>
          </w:p>
          <w:p w14:paraId="46E184AE" w14:textId="77777777" w:rsidR="00385FF6" w:rsidRPr="00385FF6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385FF6">
              <w:rPr>
                <w:sz w:val="16"/>
              </w:rPr>
              <w:t>Baumer</w:t>
            </w:r>
            <w:proofErr w:type="spellEnd"/>
            <w:r w:rsidRPr="00385FF6">
              <w:rPr>
                <w:sz w:val="16"/>
              </w:rPr>
              <w:t xml:space="preserve"> </w:t>
            </w:r>
            <w:proofErr w:type="spellStart"/>
            <w:r w:rsidRPr="00385FF6">
              <w:rPr>
                <w:sz w:val="16"/>
              </w:rPr>
              <w:t>Electric</w:t>
            </w:r>
            <w:proofErr w:type="spellEnd"/>
            <w:r w:rsidRPr="00385FF6">
              <w:rPr>
                <w:sz w:val="16"/>
              </w:rPr>
              <w:t xml:space="preserve"> AG</w:t>
            </w:r>
          </w:p>
          <w:p w14:paraId="54ABE89E" w14:textId="77777777" w:rsidR="00385FF6" w:rsidRPr="00FD7912" w:rsidRDefault="00385FF6" w:rsidP="00385FF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Tél. +41 52728 11 22</w:t>
            </w:r>
          </w:p>
          <w:p w14:paraId="6207D455" w14:textId="77777777" w:rsidR="00385FF6" w:rsidRPr="00FD7912" w:rsidRDefault="00385FF6" w:rsidP="00385FF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D7912">
              <w:rPr>
                <w:sz w:val="16"/>
                <w:lang w:val="fr-FR"/>
              </w:rPr>
              <w:t>Fax +41 52728 11 44</w:t>
            </w:r>
            <w:r w:rsidRPr="00FD7912">
              <w:rPr>
                <w:lang w:val="fr-FR"/>
              </w:rPr>
              <w:tab/>
            </w:r>
          </w:p>
          <w:p w14:paraId="6169A009" w14:textId="77777777" w:rsidR="00385FF6" w:rsidRPr="00FD7912" w:rsidRDefault="00DE7B19" w:rsidP="00385FF6">
            <w:pPr>
              <w:spacing w:line="240" w:lineRule="exact"/>
              <w:rPr>
                <w:sz w:val="16"/>
                <w:lang w:val="fr-FR"/>
              </w:rPr>
            </w:pPr>
            <w:hyperlink r:id="rId17">
              <w:r w:rsidR="00385FF6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385FF6" w:rsidRPr="00FD7912">
              <w:rPr>
                <w:sz w:val="16"/>
                <w:lang w:val="fr-FR"/>
              </w:rPr>
              <w:t xml:space="preserve"> </w:t>
            </w:r>
          </w:p>
          <w:p w14:paraId="6AA98422" w14:textId="2C2D6D56" w:rsidR="00CA1312" w:rsidRPr="00832110" w:rsidRDefault="00DE7B19" w:rsidP="00385FF6">
            <w:pPr>
              <w:spacing w:line="240" w:lineRule="exact"/>
              <w:rPr>
                <w:b/>
                <w:sz w:val="16"/>
                <w:szCs w:val="16"/>
              </w:rPr>
            </w:pPr>
            <w:hyperlink r:id="rId18">
              <w:r w:rsidR="00385FF6" w:rsidRPr="00FD7912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14:paraId="333854E9" w14:textId="77777777" w:rsidR="00385FF6" w:rsidRPr="00800F3E" w:rsidRDefault="00385FF6" w:rsidP="00385FF6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00F3E">
              <w:rPr>
                <w:b/>
                <w:bCs/>
                <w:sz w:val="16"/>
                <w:szCs w:val="16"/>
              </w:rPr>
              <w:t>Contatto aziendale per la Italia</w:t>
            </w:r>
          </w:p>
          <w:p w14:paraId="131E444A" w14:textId="7777777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00F3E">
              <w:rPr>
                <w:sz w:val="16"/>
                <w:szCs w:val="16"/>
              </w:rPr>
              <w:t>Baumer</w:t>
            </w:r>
            <w:proofErr w:type="spellEnd"/>
            <w:r w:rsidRPr="00800F3E">
              <w:rPr>
                <w:sz w:val="16"/>
                <w:szCs w:val="16"/>
              </w:rPr>
              <w:t xml:space="preserve"> Italia </w:t>
            </w:r>
            <w:proofErr w:type="spellStart"/>
            <w:r w:rsidRPr="00800F3E">
              <w:rPr>
                <w:sz w:val="16"/>
                <w:szCs w:val="16"/>
              </w:rPr>
              <w:t>S.r.L.</w:t>
            </w:r>
            <w:proofErr w:type="spellEnd"/>
          </w:p>
          <w:p w14:paraId="0B2E95F7" w14:textId="7777777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Phone +39 02 47665</w:t>
            </w:r>
          </w:p>
          <w:p w14:paraId="153BD85C" w14:textId="5DFA6B27" w:rsidR="00385FF6" w:rsidRPr="00800F3E" w:rsidRDefault="00385FF6" w:rsidP="00385FF6">
            <w:pPr>
              <w:spacing w:line="240" w:lineRule="exact"/>
              <w:rPr>
                <w:sz w:val="16"/>
                <w:szCs w:val="16"/>
              </w:rPr>
            </w:pPr>
            <w:r w:rsidRPr="00800F3E">
              <w:rPr>
                <w:sz w:val="16"/>
                <w:szCs w:val="16"/>
              </w:rPr>
              <w:t>Fax</w:t>
            </w:r>
            <w:r>
              <w:rPr>
                <w:sz w:val="16"/>
                <w:szCs w:val="16"/>
              </w:rPr>
              <w:t xml:space="preserve">     </w:t>
            </w:r>
            <w:r w:rsidRPr="00800F3E">
              <w:rPr>
                <w:sz w:val="16"/>
                <w:szCs w:val="16"/>
              </w:rPr>
              <w:t>+39 02 4570 6211</w:t>
            </w:r>
          </w:p>
          <w:p w14:paraId="6AA98427" w14:textId="33E7FAAB" w:rsidR="00CA1312" w:rsidRPr="00990083" w:rsidRDefault="00DE7B19" w:rsidP="00385FF6">
            <w:pPr>
              <w:spacing w:line="240" w:lineRule="exact"/>
              <w:rPr>
                <w:b/>
                <w:bCs/>
                <w:color w:val="FF0000"/>
                <w:sz w:val="16"/>
                <w:szCs w:val="16"/>
              </w:rPr>
            </w:pPr>
            <w:hyperlink r:id="rId19" w:history="1">
              <w:r w:rsidR="00385FF6" w:rsidRPr="00385FF6">
                <w:rPr>
                  <w:rStyle w:val="Hyperlink"/>
                  <w:color w:val="auto"/>
                  <w:sz w:val="16"/>
                  <w:u w:val="none"/>
                </w:rPr>
                <w:t>sales.it@baumer.com</w:t>
              </w:r>
            </w:hyperlink>
            <w:r w:rsidR="00385FF6" w:rsidRPr="00385FF6">
              <w:rPr>
                <w:rStyle w:val="Hyperlink"/>
                <w:color w:val="auto"/>
                <w:sz w:val="16"/>
                <w:u w:val="none"/>
              </w:rPr>
              <w:t xml:space="preserve"> </w:t>
            </w:r>
            <w:hyperlink r:id="rId20" w:history="1">
              <w:r w:rsidR="00385FF6" w:rsidRPr="00800F3E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</w:p>
        </w:tc>
      </w:tr>
    </w:tbl>
    <w:p w14:paraId="6AA98429" w14:textId="77777777" w:rsidR="00EA6E92" w:rsidRPr="000D342E" w:rsidRDefault="00EA6E92" w:rsidP="00A60557"/>
    <w:sectPr w:rsidR="00EA6E92" w:rsidRPr="000D342E">
      <w:headerReference w:type="default" r:id="rId21"/>
      <w:footerReference w:type="even" r:id="rId22"/>
      <w:footerReference w:type="default" r:id="rId23"/>
      <w:footerReference w:type="first" r:id="rId24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EEBD4" w14:textId="77777777" w:rsidR="00AC1871" w:rsidRDefault="00AC1871">
      <w:r>
        <w:separator/>
      </w:r>
    </w:p>
  </w:endnote>
  <w:endnote w:type="continuationSeparator" w:id="0">
    <w:p w14:paraId="74C46F25" w14:textId="77777777" w:rsidR="00AC1871" w:rsidRDefault="00AC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6AA98432" w14:textId="24FAECFA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E7B19">
      <w:rPr>
        <w:noProof/>
      </w:rPr>
      <w:t>17.06.2019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AA98433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4" w14:textId="49D74F0A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E7B1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E7B19">
      <w:rPr>
        <w:noProof/>
        <w:sz w:val="16"/>
      </w:rPr>
      <w:t>2</w:t>
    </w:r>
    <w:r>
      <w:rPr>
        <w:sz w:val="16"/>
      </w:rPr>
      <w:fldChar w:fldCharType="end"/>
    </w:r>
    <w:r>
      <w:tab/>
    </w:r>
    <w:r>
      <w:rPr>
        <w:sz w:val="16"/>
      </w:rPr>
      <w:t>Baumer Group</w:t>
    </w:r>
  </w:p>
  <w:p w14:paraId="6AA98435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tab/>
    </w:r>
    <w:r>
      <w:tab/>
    </w:r>
  </w:p>
  <w:p w14:paraId="6AA98436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6AA98438" w14:textId="3FC29C0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DE7B19">
      <w:rPr>
        <w:noProof/>
      </w:rPr>
      <w:t>17.06.2019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>AUTHOR \* MERGEFORMAT</w:instrText>
    </w:r>
    <w:r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AA98439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77756" w14:textId="77777777" w:rsidR="00AC1871" w:rsidRDefault="00AC1871">
      <w:r>
        <w:separator/>
      </w:r>
    </w:p>
  </w:footnote>
  <w:footnote w:type="continuationSeparator" w:id="0">
    <w:p w14:paraId="2EEF4537" w14:textId="77777777" w:rsidR="00AC1871" w:rsidRDefault="00AC1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843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 w:bidi="ar-SA"/>
      </w:rPr>
      <w:drawing>
        <wp:inline distT="0" distB="0" distL="0" distR="0" wp14:anchorId="6AA9843A" wp14:editId="6AA9843B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rPr>
        <w:noProof/>
        <w:lang w:val="de-DE" w:eastAsia="zh-CN" w:bidi="ar-SA"/>
      </w:rPr>
      <w:drawing>
        <wp:inline distT="0" distB="0" distL="0" distR="0" wp14:anchorId="6AA9843C" wp14:editId="6AA9843D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6777"/>
    <w:rsid w:val="000C7D58"/>
    <w:rsid w:val="000D1067"/>
    <w:rsid w:val="000D3250"/>
    <w:rsid w:val="000D342E"/>
    <w:rsid w:val="000D361A"/>
    <w:rsid w:val="000F6DFA"/>
    <w:rsid w:val="00106CC0"/>
    <w:rsid w:val="0010796A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085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77EAF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737BF"/>
    <w:rsid w:val="00385FF6"/>
    <w:rsid w:val="00387478"/>
    <w:rsid w:val="00391404"/>
    <w:rsid w:val="00392B64"/>
    <w:rsid w:val="003A3B92"/>
    <w:rsid w:val="003A3F92"/>
    <w:rsid w:val="003B7408"/>
    <w:rsid w:val="003C3463"/>
    <w:rsid w:val="003D2A80"/>
    <w:rsid w:val="003E2143"/>
    <w:rsid w:val="003E7855"/>
    <w:rsid w:val="003F11BC"/>
    <w:rsid w:val="003F4186"/>
    <w:rsid w:val="003F44BB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1637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A5291"/>
    <w:rsid w:val="004B6E88"/>
    <w:rsid w:val="004C115C"/>
    <w:rsid w:val="004D2A71"/>
    <w:rsid w:val="004E2699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7654D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D65F3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0A38"/>
    <w:rsid w:val="0066121D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200AE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440C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35AC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E7033"/>
    <w:rsid w:val="008F3F87"/>
    <w:rsid w:val="00903B1F"/>
    <w:rsid w:val="00923462"/>
    <w:rsid w:val="009251B4"/>
    <w:rsid w:val="009274F2"/>
    <w:rsid w:val="00927878"/>
    <w:rsid w:val="009371DC"/>
    <w:rsid w:val="0094641B"/>
    <w:rsid w:val="009465A3"/>
    <w:rsid w:val="009571F9"/>
    <w:rsid w:val="00960872"/>
    <w:rsid w:val="009616F1"/>
    <w:rsid w:val="009633B6"/>
    <w:rsid w:val="00963B9A"/>
    <w:rsid w:val="00963F21"/>
    <w:rsid w:val="00977539"/>
    <w:rsid w:val="0098158F"/>
    <w:rsid w:val="00981741"/>
    <w:rsid w:val="00981973"/>
    <w:rsid w:val="00982434"/>
    <w:rsid w:val="00982EDB"/>
    <w:rsid w:val="00990083"/>
    <w:rsid w:val="00991F73"/>
    <w:rsid w:val="009975F0"/>
    <w:rsid w:val="009C733C"/>
    <w:rsid w:val="009D48C3"/>
    <w:rsid w:val="009D7AE4"/>
    <w:rsid w:val="009E141A"/>
    <w:rsid w:val="009E5AFC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406B"/>
    <w:rsid w:val="00A91EA6"/>
    <w:rsid w:val="00AA22BA"/>
    <w:rsid w:val="00AB21AF"/>
    <w:rsid w:val="00AB2D68"/>
    <w:rsid w:val="00AC1871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33F3"/>
    <w:rsid w:val="00B179CB"/>
    <w:rsid w:val="00B267AD"/>
    <w:rsid w:val="00B405C0"/>
    <w:rsid w:val="00B409E7"/>
    <w:rsid w:val="00B56A63"/>
    <w:rsid w:val="00B60899"/>
    <w:rsid w:val="00B64993"/>
    <w:rsid w:val="00B64AA6"/>
    <w:rsid w:val="00B75A52"/>
    <w:rsid w:val="00B81662"/>
    <w:rsid w:val="00B84651"/>
    <w:rsid w:val="00B87682"/>
    <w:rsid w:val="00B878E6"/>
    <w:rsid w:val="00B95A11"/>
    <w:rsid w:val="00BA281A"/>
    <w:rsid w:val="00BA317D"/>
    <w:rsid w:val="00BA4EA5"/>
    <w:rsid w:val="00BB106D"/>
    <w:rsid w:val="00BB1C60"/>
    <w:rsid w:val="00BC1524"/>
    <w:rsid w:val="00BC5444"/>
    <w:rsid w:val="00BC7E58"/>
    <w:rsid w:val="00BD0160"/>
    <w:rsid w:val="00BD0FC4"/>
    <w:rsid w:val="00BE219E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493E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354F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E7B19"/>
    <w:rsid w:val="00DF399E"/>
    <w:rsid w:val="00DF4E68"/>
    <w:rsid w:val="00E355E3"/>
    <w:rsid w:val="00E35D19"/>
    <w:rsid w:val="00E43A4F"/>
    <w:rsid w:val="00E54CBE"/>
    <w:rsid w:val="00E60EEA"/>
    <w:rsid w:val="00E644C3"/>
    <w:rsid w:val="00E66E57"/>
    <w:rsid w:val="00E71941"/>
    <w:rsid w:val="00E719B9"/>
    <w:rsid w:val="00E74F3F"/>
    <w:rsid w:val="00E94B12"/>
    <w:rsid w:val="00E97B0A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1809"/>
    <w:rsid w:val="00F44BE6"/>
    <w:rsid w:val="00F54167"/>
    <w:rsid w:val="00F562DD"/>
    <w:rsid w:val="00F671B1"/>
    <w:rsid w:val="00F70C7B"/>
    <w:rsid w:val="00F74B39"/>
    <w:rsid w:val="00F77404"/>
    <w:rsid w:val="00F87A1B"/>
    <w:rsid w:val="00F91B62"/>
    <w:rsid w:val="00F95B93"/>
    <w:rsid w:val="00F96E79"/>
    <w:rsid w:val="00FA7852"/>
    <w:rsid w:val="00FB15CA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A9840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tabs>
        <w:tab w:val="left" w:pos="720"/>
      </w:tabs>
      <w:spacing w:after="120" w:line="260" w:lineRule="atLeast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tabs>
        <w:tab w:val="left" w:pos="720"/>
      </w:tabs>
      <w:spacing w:before="180" w:after="120" w:line="260" w:lineRule="atLeast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tabs>
        <w:tab w:val="clear" w:pos="720"/>
      </w:tabs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tabs>
        <w:tab w:val="left" w:pos="720"/>
      </w:tabs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tabs>
        <w:tab w:val="clear" w:pos="720"/>
        <w:tab w:val="left" w:pos="1077"/>
      </w:tabs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it-IT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it-IT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it-IT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it-IT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it-IT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it-IT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4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2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/13506" TargetMode="External"/><Relationship Id="rId18" Type="http://schemas.openxmlformats.org/officeDocument/2006/relationships/hyperlink" Target="http://www.baumer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ales.ch@baumer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/" TargetMode="External"/><Relationship Id="rId20" Type="http://schemas.openxmlformats.org/officeDocument/2006/relationships/hyperlink" Target="http://www.baumer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sales.it@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c/13451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e7b51557-81f9-4e64-8758-5330901a8bf6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A579C25-C02B-4E84-8D43-009114D3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B81CA5CC.dotm</Template>
  <TotalTime>0</TotalTime>
  <Pages>2</Pages>
  <Words>620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4572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Frick Christina</cp:lastModifiedBy>
  <cp:revision>6</cp:revision>
  <cp:lastPrinted>2015-02-06T10:33:00Z</cp:lastPrinted>
  <dcterms:created xsi:type="dcterms:W3CDTF">2019-06-17T12:59:00Z</dcterms:created>
  <dcterms:modified xsi:type="dcterms:W3CDTF">2019-06-18T06:13:00Z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