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EB835" w14:textId="39937DFE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bookmarkStart w:id="0" w:name="_GoBack"/>
      <w:bookmarkEnd w:id="0"/>
      <w:r w:rsidRPr="00832110">
        <w:rPr>
          <w:sz w:val="44"/>
        </w:rPr>
        <w:t>Presse-Information</w:t>
      </w:r>
    </w:p>
    <w:p w14:paraId="172EB837" w14:textId="77777777" w:rsidR="00812F6F" w:rsidRPr="00832110" w:rsidRDefault="00812F6F" w:rsidP="00812F6F">
      <w:pPr>
        <w:pStyle w:val="BaumerFliesstext"/>
      </w:pPr>
    </w:p>
    <w:p w14:paraId="1489B3BA" w14:textId="0D8F496E" w:rsidR="004766C0" w:rsidRPr="00832110" w:rsidRDefault="004766C0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Neue LX </w:t>
      </w:r>
      <w:r w:rsidRPr="004766C0">
        <w:rPr>
          <w:b/>
          <w:bCs/>
          <w:i/>
          <w:iCs/>
          <w:sz w:val="28"/>
          <w:szCs w:val="28"/>
        </w:rPr>
        <w:t>VisualApplets</w:t>
      </w:r>
      <w:r>
        <w:rPr>
          <w:b/>
          <w:bCs/>
          <w:iCs/>
          <w:sz w:val="28"/>
          <w:szCs w:val="28"/>
        </w:rPr>
        <w:t xml:space="preserve"> 3D-Kameras für leistungsstarke</w:t>
      </w:r>
      <w:r w:rsidR="00745B98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Lasertriangulation</w:t>
      </w:r>
    </w:p>
    <w:p w14:paraId="172EB839" w14:textId="6FEE4113" w:rsidR="00247813" w:rsidRPr="00832110" w:rsidRDefault="00247813" w:rsidP="00247813">
      <w:pPr>
        <w:jc w:val="right"/>
      </w:pPr>
    </w:p>
    <w:p w14:paraId="31136F91" w14:textId="04630C34" w:rsidR="0052420B" w:rsidRDefault="0057075C" w:rsidP="00CF7DE1">
      <w:pPr>
        <w:pStyle w:val="BaumerFliesstext"/>
        <w:spacing w:before="240" w:line="360" w:lineRule="auto"/>
        <w:rPr>
          <w:szCs w:val="20"/>
        </w:rPr>
      </w:pPr>
      <w:r w:rsidRPr="005203D3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70E2659E" wp14:editId="66D7E12F">
            <wp:simplePos x="0" y="0"/>
            <wp:positionH relativeFrom="column">
              <wp:posOffset>3671570</wp:posOffset>
            </wp:positionH>
            <wp:positionV relativeFrom="paragraph">
              <wp:posOffset>121285</wp:posOffset>
            </wp:positionV>
            <wp:extent cx="2454910" cy="1802130"/>
            <wp:effectExtent l="0" t="0" r="2540" b="762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95-0-DCH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5203D3">
        <w:rPr>
          <w:szCs w:val="20"/>
        </w:rPr>
        <w:t>(</w:t>
      </w:r>
      <w:r w:rsidR="005203D3" w:rsidRPr="005203D3">
        <w:rPr>
          <w:szCs w:val="20"/>
        </w:rPr>
        <w:t>07</w:t>
      </w:r>
      <w:r w:rsidR="00F168ED" w:rsidRPr="005203D3">
        <w:rPr>
          <w:szCs w:val="20"/>
        </w:rPr>
        <w:t>.</w:t>
      </w:r>
      <w:r w:rsidR="005203D3" w:rsidRPr="005203D3">
        <w:rPr>
          <w:szCs w:val="20"/>
        </w:rPr>
        <w:t>11</w:t>
      </w:r>
      <w:r w:rsidR="00F168ED" w:rsidRPr="005203D3">
        <w:rPr>
          <w:szCs w:val="20"/>
        </w:rPr>
        <w:t>.</w:t>
      </w:r>
      <w:r w:rsidR="00EA6ED0" w:rsidRPr="005203D3">
        <w:rPr>
          <w:szCs w:val="20"/>
        </w:rPr>
        <w:t>2016</w:t>
      </w:r>
      <w:r w:rsidR="00D73B0B" w:rsidRPr="005203D3">
        <w:rPr>
          <w:szCs w:val="20"/>
        </w:rPr>
        <w:t>)</w:t>
      </w:r>
      <w:r w:rsidR="00BB0248" w:rsidRPr="005203D3">
        <w:rPr>
          <w:szCs w:val="20"/>
        </w:rPr>
        <w:t xml:space="preserve"> </w:t>
      </w:r>
      <w:r w:rsidR="0052420B" w:rsidRPr="005203D3">
        <w:rPr>
          <w:szCs w:val="20"/>
        </w:rPr>
        <w:t>Baumer</w:t>
      </w:r>
      <w:r w:rsidR="0052420B">
        <w:rPr>
          <w:szCs w:val="20"/>
        </w:rPr>
        <w:t xml:space="preserve"> ergänzt sein LX </w:t>
      </w:r>
      <w:r w:rsidR="0052420B" w:rsidRPr="00837D56">
        <w:rPr>
          <w:i/>
          <w:szCs w:val="20"/>
        </w:rPr>
        <w:t>VisualApplets</w:t>
      </w:r>
      <w:r w:rsidR="0052420B">
        <w:rPr>
          <w:szCs w:val="20"/>
        </w:rPr>
        <w:t xml:space="preserve"> Kameraportfolio mit integrierter Bildvorverarbeitung um schnelle 2 und 12 Megapixel Modelle mit </w:t>
      </w:r>
      <w:r w:rsidR="005D583F">
        <w:rPr>
          <w:szCs w:val="20"/>
        </w:rPr>
        <w:t xml:space="preserve">2K </w:t>
      </w:r>
      <w:r w:rsidR="00CE63C0">
        <w:rPr>
          <w:szCs w:val="20"/>
        </w:rPr>
        <w:t>bzw.</w:t>
      </w:r>
      <w:r w:rsidR="005D583F">
        <w:rPr>
          <w:szCs w:val="20"/>
        </w:rPr>
        <w:t xml:space="preserve"> 4K Zeilenlänge </w:t>
      </w:r>
      <w:r w:rsidR="00CE63C0">
        <w:rPr>
          <w:szCs w:val="20"/>
        </w:rPr>
        <w:t>und Profil</w:t>
      </w:r>
      <w:r w:rsidR="006823C4">
        <w:rPr>
          <w:szCs w:val="20"/>
        </w:rPr>
        <w:t>rate</w:t>
      </w:r>
      <w:r w:rsidR="00DC2140">
        <w:rPr>
          <w:szCs w:val="20"/>
        </w:rPr>
        <w:t>n</w:t>
      </w:r>
      <w:r w:rsidR="00CE63C0">
        <w:rPr>
          <w:szCs w:val="20"/>
        </w:rPr>
        <w:t xml:space="preserve"> von</w:t>
      </w:r>
      <w:r w:rsidR="0062238B">
        <w:rPr>
          <w:szCs w:val="20"/>
        </w:rPr>
        <w:t xml:space="preserve"> </w:t>
      </w:r>
      <w:r w:rsidR="00424E88">
        <w:rPr>
          <w:szCs w:val="20"/>
        </w:rPr>
        <w:t>mehr als</w:t>
      </w:r>
      <w:r w:rsidR="0052420B">
        <w:rPr>
          <w:szCs w:val="20"/>
        </w:rPr>
        <w:t xml:space="preserve"> </w:t>
      </w:r>
      <w:r w:rsidR="0062238B">
        <w:rPr>
          <w:szCs w:val="20"/>
        </w:rPr>
        <w:t>2</w:t>
      </w:r>
      <w:r w:rsidR="00424E88">
        <w:rPr>
          <w:szCs w:val="20"/>
        </w:rPr>
        <w:t xml:space="preserve">,5 </w:t>
      </w:r>
      <w:r w:rsidR="00CE63C0">
        <w:rPr>
          <w:szCs w:val="20"/>
        </w:rPr>
        <w:t xml:space="preserve">kHz </w:t>
      </w:r>
      <w:r w:rsidR="0062238B">
        <w:rPr>
          <w:szCs w:val="20"/>
        </w:rPr>
        <w:t>bei 128 Zeilen</w:t>
      </w:r>
      <w:r w:rsidR="0052420B">
        <w:rPr>
          <w:szCs w:val="20"/>
        </w:rPr>
        <w:t xml:space="preserve"> für präzise Lasertriangulationsapplikationen mit hoher Geschwindigkeit.</w:t>
      </w:r>
      <w:r w:rsidR="0052420B" w:rsidRPr="0052420B">
        <w:rPr>
          <w:szCs w:val="20"/>
        </w:rPr>
        <w:t xml:space="preserve"> </w:t>
      </w:r>
      <w:r w:rsidR="0052420B">
        <w:rPr>
          <w:szCs w:val="20"/>
        </w:rPr>
        <w:t>Die Serienproduktion startet in Q1/2017.</w:t>
      </w:r>
    </w:p>
    <w:p w14:paraId="799B638F" w14:textId="4E5E930B" w:rsidR="00DB210E" w:rsidRDefault="004B3656" w:rsidP="00CF7DE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3D-Kameras </w:t>
      </w:r>
      <w:r w:rsidR="00392D43">
        <w:rPr>
          <w:szCs w:val="20"/>
        </w:rPr>
        <w:t>verfügen über ein speziell</w:t>
      </w:r>
      <w:r w:rsidR="005A709C">
        <w:rPr>
          <w:szCs w:val="20"/>
        </w:rPr>
        <w:t>es, auf</w:t>
      </w:r>
      <w:r w:rsidR="00392D43">
        <w:rPr>
          <w:szCs w:val="20"/>
        </w:rPr>
        <w:t xml:space="preserve"> </w:t>
      </w:r>
      <w:r w:rsidR="005A709C">
        <w:rPr>
          <w:szCs w:val="20"/>
        </w:rPr>
        <w:t xml:space="preserve">Basis von </w:t>
      </w:r>
      <w:r w:rsidR="005A709C" w:rsidRPr="003B42FB">
        <w:rPr>
          <w:i/>
          <w:szCs w:val="20"/>
        </w:rPr>
        <w:t>VisualApplets</w:t>
      </w:r>
      <w:r w:rsidR="005A709C">
        <w:rPr>
          <w:szCs w:val="20"/>
        </w:rPr>
        <w:t xml:space="preserve"> </w:t>
      </w:r>
      <w:r w:rsidR="00392D43">
        <w:rPr>
          <w:szCs w:val="20"/>
        </w:rPr>
        <w:t>entwickeltes</w:t>
      </w:r>
      <w:r w:rsidR="005A709C">
        <w:rPr>
          <w:szCs w:val="20"/>
        </w:rPr>
        <w:t xml:space="preserve"> </w:t>
      </w:r>
      <w:r w:rsidR="00392D43">
        <w:rPr>
          <w:szCs w:val="20"/>
        </w:rPr>
        <w:t>Applet für Lasertriangulation</w:t>
      </w:r>
      <w:r w:rsidR="005A709C">
        <w:rPr>
          <w:szCs w:val="20"/>
        </w:rPr>
        <w:t xml:space="preserve">. </w:t>
      </w:r>
      <w:r w:rsidR="003016BB">
        <w:rPr>
          <w:szCs w:val="20"/>
        </w:rPr>
        <w:t>Es</w:t>
      </w:r>
      <w:r w:rsidR="008C3BFB">
        <w:rPr>
          <w:szCs w:val="20"/>
        </w:rPr>
        <w:t xml:space="preserve"> ermöglicht</w:t>
      </w:r>
      <w:r w:rsidR="003016BB">
        <w:rPr>
          <w:szCs w:val="20"/>
        </w:rPr>
        <w:t>,</w:t>
      </w:r>
      <w:r w:rsidR="008C3BFB">
        <w:rPr>
          <w:szCs w:val="20"/>
        </w:rPr>
        <w:t xml:space="preserve"> </w:t>
      </w:r>
      <w:r w:rsidR="00392D43">
        <w:rPr>
          <w:szCs w:val="20"/>
        </w:rPr>
        <w:t>den Schwerpunkt de</w:t>
      </w:r>
      <w:r w:rsidR="0056342B">
        <w:rPr>
          <w:szCs w:val="20"/>
        </w:rPr>
        <w:t>r</w:t>
      </w:r>
      <w:r w:rsidR="00392D43">
        <w:rPr>
          <w:szCs w:val="20"/>
        </w:rPr>
        <w:t xml:space="preserve"> Laser</w:t>
      </w:r>
      <w:r w:rsidR="0056342B">
        <w:rPr>
          <w:szCs w:val="20"/>
        </w:rPr>
        <w:t>linie</w:t>
      </w:r>
      <w:r w:rsidR="00392D43">
        <w:rPr>
          <w:szCs w:val="20"/>
        </w:rPr>
        <w:t xml:space="preserve"> subpixelgenau bereits in der Kamera zu </w:t>
      </w:r>
      <w:r w:rsidR="008138B0">
        <w:rPr>
          <w:szCs w:val="20"/>
        </w:rPr>
        <w:t>lokalisieren</w:t>
      </w:r>
      <w:r w:rsidR="00034275">
        <w:rPr>
          <w:szCs w:val="20"/>
        </w:rPr>
        <w:t xml:space="preserve"> und nur die Profildaten zu übertragen</w:t>
      </w:r>
      <w:r w:rsidR="00392D43">
        <w:rPr>
          <w:szCs w:val="20"/>
        </w:rPr>
        <w:t>.</w:t>
      </w:r>
      <w:r w:rsidR="008138B0">
        <w:rPr>
          <w:szCs w:val="20"/>
        </w:rPr>
        <w:t xml:space="preserve"> Die Menge der zu verarbeitenden und übertragenden Daten </w:t>
      </w:r>
      <w:r w:rsidR="00303245">
        <w:rPr>
          <w:szCs w:val="20"/>
        </w:rPr>
        <w:t>wird</w:t>
      </w:r>
      <w:r w:rsidR="008138B0">
        <w:rPr>
          <w:szCs w:val="20"/>
        </w:rPr>
        <w:t xml:space="preserve"> so </w:t>
      </w:r>
      <w:r w:rsidR="008C3BFB">
        <w:rPr>
          <w:szCs w:val="20"/>
        </w:rPr>
        <w:t xml:space="preserve">direkt </w:t>
      </w:r>
      <w:r w:rsidR="008138B0">
        <w:rPr>
          <w:szCs w:val="20"/>
        </w:rPr>
        <w:t>in der Ka</w:t>
      </w:r>
      <w:r w:rsidR="00702223">
        <w:rPr>
          <w:szCs w:val="20"/>
        </w:rPr>
        <w:t xml:space="preserve">mera </w:t>
      </w:r>
      <w:r w:rsidR="008C3BFB">
        <w:rPr>
          <w:szCs w:val="20"/>
        </w:rPr>
        <w:t xml:space="preserve">reduziert, um </w:t>
      </w:r>
      <w:r w:rsidR="003B42FB">
        <w:rPr>
          <w:szCs w:val="20"/>
        </w:rPr>
        <w:t xml:space="preserve">einen kostengünstigen, flexiblen Systemaufbau </w:t>
      </w:r>
      <w:r w:rsidR="006F456E">
        <w:rPr>
          <w:szCs w:val="20"/>
        </w:rPr>
        <w:t xml:space="preserve">mittels </w:t>
      </w:r>
      <w:proofErr w:type="spellStart"/>
      <w:r w:rsidR="006F456E">
        <w:rPr>
          <w:szCs w:val="20"/>
        </w:rPr>
        <w:t>GigE</w:t>
      </w:r>
      <w:proofErr w:type="spellEnd"/>
      <w:r w:rsidR="006F456E">
        <w:rPr>
          <w:szCs w:val="20"/>
        </w:rPr>
        <w:t xml:space="preserve"> Schnittstelle </w:t>
      </w:r>
      <w:r w:rsidR="008C3BFB">
        <w:rPr>
          <w:szCs w:val="20"/>
        </w:rPr>
        <w:t>zu realisieren</w:t>
      </w:r>
      <w:r w:rsidR="00702223">
        <w:rPr>
          <w:szCs w:val="20"/>
        </w:rPr>
        <w:t>.</w:t>
      </w:r>
      <w:r w:rsidR="006F456E">
        <w:rPr>
          <w:szCs w:val="20"/>
        </w:rPr>
        <w:t xml:space="preserve"> Durch die hohe Auflösung </w:t>
      </w:r>
      <w:r w:rsidR="00424E88">
        <w:rPr>
          <w:szCs w:val="20"/>
        </w:rPr>
        <w:t>und Profilrate</w:t>
      </w:r>
      <w:r w:rsidR="006F456E">
        <w:rPr>
          <w:szCs w:val="20"/>
        </w:rPr>
        <w:t xml:space="preserve"> wird eine präzise Erfassung der 3D-Informationen erreicht,</w:t>
      </w:r>
      <w:r w:rsidR="006F456E" w:rsidRPr="0056342B">
        <w:rPr>
          <w:szCs w:val="20"/>
        </w:rPr>
        <w:t xml:space="preserve"> </w:t>
      </w:r>
      <w:r w:rsidR="006F456E">
        <w:rPr>
          <w:szCs w:val="20"/>
        </w:rPr>
        <w:t>um kleinste Abweichungen</w:t>
      </w:r>
      <w:r w:rsidR="006F456E" w:rsidRPr="0056342B">
        <w:rPr>
          <w:szCs w:val="20"/>
        </w:rPr>
        <w:t xml:space="preserve"> </w:t>
      </w:r>
      <w:r w:rsidR="006F456E">
        <w:rPr>
          <w:szCs w:val="20"/>
        </w:rPr>
        <w:t xml:space="preserve">zuverlässig </w:t>
      </w:r>
      <w:r w:rsidR="00424E88">
        <w:rPr>
          <w:szCs w:val="20"/>
        </w:rPr>
        <w:t xml:space="preserve">bei </w:t>
      </w:r>
      <w:r w:rsidR="006F456E">
        <w:rPr>
          <w:szCs w:val="20"/>
        </w:rPr>
        <w:t>hohe</w:t>
      </w:r>
      <w:r w:rsidR="00424E88">
        <w:rPr>
          <w:szCs w:val="20"/>
        </w:rPr>
        <w:t>r</w:t>
      </w:r>
      <w:r w:rsidR="006F456E">
        <w:rPr>
          <w:szCs w:val="20"/>
        </w:rPr>
        <w:t xml:space="preserve"> Prozessgeschwindigkeit</w:t>
      </w:r>
      <w:r w:rsidR="00424E88">
        <w:rPr>
          <w:szCs w:val="20"/>
        </w:rPr>
        <w:t xml:space="preserve"> zu erkennen</w:t>
      </w:r>
      <w:r w:rsidR="006F456E">
        <w:rPr>
          <w:szCs w:val="20"/>
        </w:rPr>
        <w:t xml:space="preserve">. Mit der Zusammenfassung mehrerer Profile kann eine robuste Übertragung selbst bei höchster Geschwindigkeit sichergestellt sowie eine erhebliche Reduktion der CPU-Last erreicht werden. </w:t>
      </w:r>
      <w:r w:rsidR="008C3BFB">
        <w:rPr>
          <w:szCs w:val="20"/>
        </w:rPr>
        <w:t>Dank</w:t>
      </w:r>
      <w:r>
        <w:rPr>
          <w:szCs w:val="20"/>
        </w:rPr>
        <w:t xml:space="preserve"> </w:t>
      </w:r>
      <w:r w:rsidR="0056342B">
        <w:rPr>
          <w:szCs w:val="20"/>
        </w:rPr>
        <w:t xml:space="preserve">vorinstalliertem </w:t>
      </w:r>
      <w:r w:rsidR="00DB210E">
        <w:rPr>
          <w:szCs w:val="20"/>
        </w:rPr>
        <w:t>3D-Applet</w:t>
      </w:r>
      <w:r>
        <w:rPr>
          <w:szCs w:val="20"/>
        </w:rPr>
        <w:t xml:space="preserve"> </w:t>
      </w:r>
      <w:r w:rsidR="008C3BFB">
        <w:rPr>
          <w:szCs w:val="20"/>
        </w:rPr>
        <w:t>sind</w:t>
      </w:r>
      <w:r>
        <w:rPr>
          <w:szCs w:val="20"/>
        </w:rPr>
        <w:t xml:space="preserve"> </w:t>
      </w:r>
      <w:r w:rsidR="00DB210E">
        <w:rPr>
          <w:szCs w:val="20"/>
        </w:rPr>
        <w:t>Lasertriangulationsapplikationen</w:t>
      </w:r>
      <w:r w:rsidR="00E1725E">
        <w:rPr>
          <w:szCs w:val="20"/>
        </w:rPr>
        <w:t xml:space="preserve"> </w:t>
      </w:r>
      <w:r w:rsidR="00303245">
        <w:rPr>
          <w:szCs w:val="20"/>
        </w:rPr>
        <w:t>sofort und</w:t>
      </w:r>
      <w:r w:rsidR="00DB210E">
        <w:rPr>
          <w:szCs w:val="20"/>
        </w:rPr>
        <w:t xml:space="preserve"> ohne zusätzliche Eigenentwicklung </w:t>
      </w:r>
      <w:r w:rsidR="008C3BFB">
        <w:rPr>
          <w:szCs w:val="20"/>
        </w:rPr>
        <w:t>umsetzbar</w:t>
      </w:r>
      <w:r w:rsidR="00DB210E">
        <w:rPr>
          <w:szCs w:val="20"/>
        </w:rPr>
        <w:t xml:space="preserve">. </w:t>
      </w:r>
      <w:r w:rsidR="006F456E">
        <w:rPr>
          <w:szCs w:val="20"/>
        </w:rPr>
        <w:t xml:space="preserve">Die </w:t>
      </w:r>
      <w:r w:rsidR="00007F48">
        <w:rPr>
          <w:szCs w:val="20"/>
        </w:rPr>
        <w:t>einfache Anpassung an spezielle Applikationsanforderungen steht dem Anwender trotz dessen jederzeit offen</w:t>
      </w:r>
      <w:r w:rsidR="006F456E">
        <w:rPr>
          <w:szCs w:val="20"/>
        </w:rPr>
        <w:t>.</w:t>
      </w:r>
      <w:r w:rsidR="00AC055C">
        <w:rPr>
          <w:szCs w:val="20"/>
        </w:rPr>
        <w:t xml:space="preserve"> </w:t>
      </w:r>
      <w:r w:rsidR="008C3BFB">
        <w:rPr>
          <w:szCs w:val="20"/>
        </w:rPr>
        <w:t xml:space="preserve">Eine </w:t>
      </w:r>
      <w:r w:rsidR="00424E88" w:rsidRPr="00A56B71">
        <w:rPr>
          <w:szCs w:val="20"/>
        </w:rPr>
        <w:t xml:space="preserve">schnelle </w:t>
      </w:r>
      <w:r w:rsidR="008C3BFB">
        <w:rPr>
          <w:szCs w:val="20"/>
        </w:rPr>
        <w:t xml:space="preserve">Integration der 3D-Kameras </w:t>
      </w:r>
      <w:r w:rsidR="006F456E">
        <w:rPr>
          <w:szCs w:val="20"/>
        </w:rPr>
        <w:t xml:space="preserve">wird </w:t>
      </w:r>
      <w:r w:rsidR="008C3BFB">
        <w:rPr>
          <w:szCs w:val="20"/>
        </w:rPr>
        <w:t xml:space="preserve">mittels </w:t>
      </w:r>
      <w:r w:rsidR="00AC055C">
        <w:rPr>
          <w:szCs w:val="20"/>
        </w:rPr>
        <w:t>Third Party Software</w:t>
      </w:r>
      <w:r w:rsidR="006F456E">
        <w:rPr>
          <w:szCs w:val="20"/>
        </w:rPr>
        <w:t xml:space="preserve"> wie</w:t>
      </w:r>
      <w:r w:rsidR="00AC055C">
        <w:rPr>
          <w:szCs w:val="20"/>
        </w:rPr>
        <w:t xml:space="preserve"> </w:t>
      </w:r>
      <w:r w:rsidR="00AC055C" w:rsidRPr="008C3BFB">
        <w:rPr>
          <w:i/>
          <w:szCs w:val="20"/>
        </w:rPr>
        <w:t>HALCON</w:t>
      </w:r>
      <w:r w:rsidR="00AC055C">
        <w:rPr>
          <w:szCs w:val="20"/>
        </w:rPr>
        <w:t xml:space="preserve"> </w:t>
      </w:r>
      <w:r w:rsidR="00303245">
        <w:rPr>
          <w:szCs w:val="20"/>
        </w:rPr>
        <w:t>ermöglicht</w:t>
      </w:r>
      <w:r w:rsidR="006F456E">
        <w:rPr>
          <w:szCs w:val="20"/>
        </w:rPr>
        <w:t>.</w:t>
      </w:r>
      <w:r w:rsidR="003B5CBD">
        <w:rPr>
          <w:szCs w:val="20"/>
        </w:rPr>
        <w:t xml:space="preserve"> </w:t>
      </w:r>
      <w:r w:rsidR="006F456E">
        <w:rPr>
          <w:szCs w:val="20"/>
        </w:rPr>
        <w:t>Die</w:t>
      </w:r>
      <w:r w:rsidR="00303245">
        <w:rPr>
          <w:szCs w:val="20"/>
        </w:rPr>
        <w:t xml:space="preserve"> </w:t>
      </w:r>
      <w:r w:rsidR="00AC055C">
        <w:rPr>
          <w:szCs w:val="20"/>
        </w:rPr>
        <w:t xml:space="preserve">Kalibrierung des Systemaufbaus </w:t>
      </w:r>
      <w:r w:rsidR="006F456E">
        <w:rPr>
          <w:szCs w:val="20"/>
        </w:rPr>
        <w:t xml:space="preserve">kann mittels </w:t>
      </w:r>
      <w:r w:rsidR="00303245">
        <w:rPr>
          <w:szCs w:val="20"/>
        </w:rPr>
        <w:t xml:space="preserve">3D-Prüfkörper </w:t>
      </w:r>
      <w:r w:rsidR="006F456E">
        <w:rPr>
          <w:szCs w:val="20"/>
        </w:rPr>
        <w:t>einfach umgesetzt werden</w:t>
      </w:r>
      <w:r w:rsidR="00AC055C">
        <w:rPr>
          <w:szCs w:val="20"/>
        </w:rPr>
        <w:t xml:space="preserve">. </w:t>
      </w:r>
    </w:p>
    <w:p w14:paraId="6E6D93B0" w14:textId="74D29489" w:rsidR="009A4B9A" w:rsidRDefault="005C1806" w:rsidP="009A4B9A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Mit den</w:t>
      </w:r>
      <w:r w:rsidR="00837D56">
        <w:rPr>
          <w:szCs w:val="20"/>
        </w:rPr>
        <w:t xml:space="preserve"> LX </w:t>
      </w:r>
      <w:r w:rsidR="00837D56" w:rsidRPr="005A231E">
        <w:rPr>
          <w:i/>
          <w:szCs w:val="20"/>
        </w:rPr>
        <w:t>VisualApplets</w:t>
      </w:r>
      <w:r w:rsidR="00837D56">
        <w:rPr>
          <w:szCs w:val="20"/>
        </w:rPr>
        <w:t xml:space="preserve"> Kameras </w:t>
      </w:r>
      <w:r>
        <w:rPr>
          <w:szCs w:val="20"/>
        </w:rPr>
        <w:t>ermöglicht Baumer</w:t>
      </w:r>
      <w:r w:rsidR="00837D56">
        <w:rPr>
          <w:szCs w:val="20"/>
        </w:rPr>
        <w:t xml:space="preserve"> </w:t>
      </w:r>
      <w:r w:rsidR="00D45982">
        <w:rPr>
          <w:szCs w:val="20"/>
        </w:rPr>
        <w:t>Endanwendern l</w:t>
      </w:r>
      <w:r w:rsidR="00837D56">
        <w:rPr>
          <w:szCs w:val="20"/>
        </w:rPr>
        <w:t>eistungsstarke Bildvorverarbeitung</w:t>
      </w:r>
      <w:r w:rsidR="00D45982">
        <w:rPr>
          <w:szCs w:val="20"/>
        </w:rPr>
        <w:t>saufgaben</w:t>
      </w:r>
      <w:r w:rsidR="00837D56">
        <w:rPr>
          <w:szCs w:val="20"/>
        </w:rPr>
        <w:t xml:space="preserve"> </w:t>
      </w:r>
      <w:r w:rsidR="00D45982">
        <w:rPr>
          <w:szCs w:val="20"/>
        </w:rPr>
        <w:t xml:space="preserve">schnell und flexibel </w:t>
      </w:r>
      <w:r w:rsidR="00837D56">
        <w:rPr>
          <w:szCs w:val="20"/>
        </w:rPr>
        <w:t xml:space="preserve">direkt im Kamera-FPGA </w:t>
      </w:r>
      <w:r w:rsidR="00D45982">
        <w:rPr>
          <w:szCs w:val="20"/>
        </w:rPr>
        <w:t>mittels der grafischen</w:t>
      </w:r>
      <w:r w:rsidR="00D45982" w:rsidRPr="00335B87">
        <w:rPr>
          <w:szCs w:val="20"/>
        </w:rPr>
        <w:t xml:space="preserve"> </w:t>
      </w:r>
      <w:r w:rsidR="00D45982">
        <w:rPr>
          <w:szCs w:val="20"/>
        </w:rPr>
        <w:t xml:space="preserve">Programmierumgebung </w:t>
      </w:r>
      <w:r w:rsidR="00D45982" w:rsidRPr="004679E8">
        <w:rPr>
          <w:i/>
          <w:szCs w:val="20"/>
        </w:rPr>
        <w:t>VisualApplets</w:t>
      </w:r>
      <w:r w:rsidR="00D45982">
        <w:rPr>
          <w:szCs w:val="20"/>
        </w:rPr>
        <w:t xml:space="preserve"> von Silicon Software selbst zu realisieren</w:t>
      </w:r>
      <w:r w:rsidR="00837D56">
        <w:rPr>
          <w:szCs w:val="20"/>
        </w:rPr>
        <w:t xml:space="preserve">. </w:t>
      </w:r>
      <w:r w:rsidR="00BB5881">
        <w:rPr>
          <w:szCs w:val="20"/>
        </w:rPr>
        <w:t>Kunden profitieren so von einem beschleunigten Entwicklungsprozess</w:t>
      </w:r>
      <w:r w:rsidR="005A231E">
        <w:rPr>
          <w:szCs w:val="20"/>
        </w:rPr>
        <w:t>, Echtzeitverhalten in der Applikation</w:t>
      </w:r>
      <w:r w:rsidR="003016BB">
        <w:rPr>
          <w:szCs w:val="20"/>
        </w:rPr>
        <w:t xml:space="preserve"> und maximalem</w:t>
      </w:r>
      <w:r w:rsidR="00BB5881">
        <w:rPr>
          <w:szCs w:val="20"/>
        </w:rPr>
        <w:t xml:space="preserve"> Know-how-Schutz. Gleichzeitig</w:t>
      </w:r>
      <w:r w:rsidR="00837D56">
        <w:rPr>
          <w:szCs w:val="20"/>
        </w:rPr>
        <w:t xml:space="preserve"> kann die Datenmenge reduziert werden, um die Übertragung und Auswertung zu vereinfachen</w:t>
      </w:r>
      <w:r w:rsidR="00BB5881">
        <w:rPr>
          <w:szCs w:val="20"/>
        </w:rPr>
        <w:t xml:space="preserve"> und das PC-basierte Bildverarbeitungssystem von rechenintensiven Algorithmen zu entlasten. </w:t>
      </w:r>
      <w:r w:rsidR="00F53231">
        <w:rPr>
          <w:szCs w:val="20"/>
        </w:rPr>
        <w:t xml:space="preserve">Kombiniert mit einer standkonformen </w:t>
      </w:r>
      <w:proofErr w:type="spellStart"/>
      <w:r w:rsidR="00F53231" w:rsidRPr="00F53231">
        <w:rPr>
          <w:i/>
          <w:szCs w:val="20"/>
        </w:rPr>
        <w:t>GigE</w:t>
      </w:r>
      <w:proofErr w:type="spellEnd"/>
      <w:r w:rsidR="00F53231" w:rsidRPr="00F53231">
        <w:rPr>
          <w:i/>
          <w:szCs w:val="20"/>
        </w:rPr>
        <w:t xml:space="preserve"> Vision</w:t>
      </w:r>
      <w:r w:rsidR="00F53231">
        <w:rPr>
          <w:szCs w:val="20"/>
        </w:rPr>
        <w:t xml:space="preserve"> Schnittstelle, steigert das </w:t>
      </w:r>
      <w:r w:rsidR="009A4B9A">
        <w:rPr>
          <w:szCs w:val="20"/>
        </w:rPr>
        <w:t>den Durchsatz, vereinfacht den Systembau oder reduziert die Systemkosten.</w:t>
      </w:r>
      <w:r w:rsidR="009A4B9A" w:rsidRPr="00F01223">
        <w:rPr>
          <w:szCs w:val="20"/>
        </w:rPr>
        <w:t xml:space="preserve"> </w:t>
      </w:r>
    </w:p>
    <w:p w14:paraId="5BD16620" w14:textId="5EAEE99B" w:rsidR="00CF7DE1" w:rsidRDefault="00EA6ED0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EA6ED0">
        <w:rPr>
          <w:szCs w:val="20"/>
        </w:rPr>
        <w:t xml:space="preserve">Weitere Informationen </w:t>
      </w:r>
      <w:r w:rsidR="00CF7DE1">
        <w:rPr>
          <w:szCs w:val="20"/>
        </w:rPr>
        <w:t xml:space="preserve">zu den LX </w:t>
      </w:r>
      <w:r w:rsidR="00CF7DE1" w:rsidRPr="00344C70">
        <w:rPr>
          <w:i/>
          <w:szCs w:val="20"/>
        </w:rPr>
        <w:t>VisualApplets</w:t>
      </w:r>
      <w:r w:rsidR="00CF7DE1">
        <w:rPr>
          <w:szCs w:val="20"/>
        </w:rPr>
        <w:t xml:space="preserve"> Kameras</w:t>
      </w:r>
      <w:r w:rsidRPr="00EA6ED0">
        <w:rPr>
          <w:szCs w:val="20"/>
        </w:rPr>
        <w:t>:</w:t>
      </w:r>
      <w:r w:rsidR="00DE2BB7" w:rsidRPr="00832110">
        <w:rPr>
          <w:szCs w:val="20"/>
        </w:rPr>
        <w:t xml:space="preserve"> </w:t>
      </w:r>
      <w:hyperlink r:id="rId14" w:history="1">
        <w:r w:rsidR="00CF7DE1" w:rsidRPr="00645A97">
          <w:rPr>
            <w:rStyle w:val="Hyperlink"/>
            <w:szCs w:val="20"/>
          </w:rPr>
          <w:t>www.baumer.com/VisualApplets-Cameras</w:t>
        </w:r>
      </w:hyperlink>
    </w:p>
    <w:p w14:paraId="74AD3424" w14:textId="77777777" w:rsidR="009A4B9A" w:rsidRDefault="009A4B9A" w:rsidP="009A4B9A">
      <w:pPr>
        <w:pStyle w:val="BaumerFliesstext"/>
        <w:spacing w:line="360" w:lineRule="auto"/>
        <w:jc w:val="both"/>
        <w:rPr>
          <w:rStyle w:val="Hyperlink"/>
          <w:szCs w:val="20"/>
        </w:rPr>
      </w:pPr>
      <w:r>
        <w:rPr>
          <w:szCs w:val="20"/>
        </w:rPr>
        <w:t xml:space="preserve">Produktvideo zu den LX </w:t>
      </w:r>
      <w:r w:rsidRPr="00102F22">
        <w:rPr>
          <w:i/>
          <w:szCs w:val="20"/>
        </w:rPr>
        <w:t>VisualApplets</w:t>
      </w:r>
      <w:r>
        <w:rPr>
          <w:szCs w:val="20"/>
        </w:rPr>
        <w:t xml:space="preserve"> Industriekameras: </w:t>
      </w:r>
      <w:hyperlink r:id="rId15" w:history="1">
        <w:r w:rsidRPr="004679E8">
          <w:rPr>
            <w:rStyle w:val="Hyperlink"/>
            <w:szCs w:val="20"/>
          </w:rPr>
          <w:t>Simple Show auf YouTube</w:t>
        </w:r>
      </w:hyperlink>
    </w:p>
    <w:p w14:paraId="52288AB5" w14:textId="1F222CFC" w:rsidR="000F27E4" w:rsidRPr="00832110" w:rsidRDefault="000F27E4" w:rsidP="000F27E4">
      <w:pPr>
        <w:pStyle w:val="BaumerFliesstext"/>
        <w:spacing w:before="240" w:line="360" w:lineRule="auto"/>
        <w:rPr>
          <w:szCs w:val="20"/>
        </w:rPr>
      </w:pPr>
      <w:r w:rsidRPr="001C1A6D">
        <w:rPr>
          <w:b/>
          <w:szCs w:val="20"/>
        </w:rPr>
        <w:lastRenderedPageBreak/>
        <w:t xml:space="preserve">Baumer auf der </w:t>
      </w:r>
      <w:r w:rsidR="001C1A6D" w:rsidRPr="001C1A6D">
        <w:rPr>
          <w:b/>
          <w:szCs w:val="20"/>
        </w:rPr>
        <w:t>VISION</w:t>
      </w:r>
      <w:r w:rsidRPr="001C1A6D">
        <w:rPr>
          <w:b/>
          <w:szCs w:val="20"/>
        </w:rPr>
        <w:t xml:space="preserve">: Halle </w:t>
      </w:r>
      <w:r w:rsidR="001C1A6D" w:rsidRPr="001C1A6D">
        <w:rPr>
          <w:b/>
          <w:szCs w:val="20"/>
        </w:rPr>
        <w:t>1</w:t>
      </w:r>
      <w:r w:rsidRPr="001C1A6D">
        <w:rPr>
          <w:b/>
          <w:szCs w:val="20"/>
        </w:rPr>
        <w:t xml:space="preserve">, Stand </w:t>
      </w:r>
      <w:r w:rsidR="001C1A6D" w:rsidRPr="001C1A6D">
        <w:rPr>
          <w:b/>
          <w:szCs w:val="20"/>
        </w:rPr>
        <w:t>F32</w:t>
      </w:r>
    </w:p>
    <w:p w14:paraId="172EB83E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172EB83F" w14:textId="2CCB2298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4D4991">
        <w:rPr>
          <w:szCs w:val="20"/>
        </w:rPr>
        <w:t xml:space="preserve">Baumer erweitert sein LX </w:t>
      </w:r>
      <w:r w:rsidR="004D4991" w:rsidRPr="004D4991">
        <w:rPr>
          <w:i/>
          <w:szCs w:val="20"/>
        </w:rPr>
        <w:t>VisualApplets</w:t>
      </w:r>
      <w:r w:rsidR="004D4991">
        <w:rPr>
          <w:szCs w:val="20"/>
        </w:rPr>
        <w:t xml:space="preserve"> Kameraportfolio um neue schnelle 2 und 12 Megapixel Modelle sowie 3D-Kameras für Lasertriangulation.</w:t>
      </w:r>
    </w:p>
    <w:p w14:paraId="172EB840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172EB841" w14:textId="33DD2AA8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446FF1">
        <w:rPr>
          <w:sz w:val="16"/>
          <w:szCs w:val="16"/>
        </w:rPr>
        <w:t>2400</w:t>
      </w:r>
    </w:p>
    <w:p w14:paraId="172EB842" w14:textId="06FAB1FF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6" w:history="1">
        <w:r w:rsidR="000F27E4" w:rsidRPr="00E136BF">
          <w:rPr>
            <w:rStyle w:val="Hyperlink"/>
            <w:b/>
            <w:sz w:val="16"/>
            <w:szCs w:val="16"/>
          </w:rPr>
          <w:t>www.baumer.com/press</w:t>
        </w:r>
      </w:hyperlink>
    </w:p>
    <w:p w14:paraId="172EB843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172EB844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172EB845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7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172EB846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172EB847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DC2140" w14:paraId="172EB85B" w14:textId="77777777" w:rsidTr="00D06A30">
        <w:tc>
          <w:tcPr>
            <w:tcW w:w="3369" w:type="dxa"/>
            <w:shd w:val="clear" w:color="auto" w:fill="auto"/>
          </w:tcPr>
          <w:p w14:paraId="172EB848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78DFEAD7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1413A75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7E6C7A2F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22985B8E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9FD2170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0EF8B123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172EB84F" w14:textId="75B05152" w:rsidR="00CA1312" w:rsidRPr="00832110" w:rsidRDefault="001C1A6D" w:rsidP="001C1A6D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72EB850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172EB851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172EB852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172EB853" w14:textId="77777777" w:rsidR="00CA1312" w:rsidRPr="00EA6ED0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EA6ED0">
              <w:rPr>
                <w:sz w:val="16"/>
                <w:szCs w:val="16"/>
                <w:lang w:val="fr-FR"/>
              </w:rPr>
              <w:t>(0)</w:t>
            </w:r>
            <w:r w:rsidRPr="00EA6ED0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EA6ED0">
              <w:rPr>
                <w:sz w:val="16"/>
                <w:szCs w:val="16"/>
                <w:lang w:val="fr-FR"/>
              </w:rPr>
              <w:t>70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4" w14:textId="77777777" w:rsidR="00CA1312" w:rsidRPr="00EA6ED0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5" w14:textId="77777777" w:rsidR="00CA1312" w:rsidRPr="00832110" w:rsidRDefault="00F70031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8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172EB85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172EB857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172EB858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172EB859" w14:textId="77777777" w:rsidR="00CA1312" w:rsidRPr="00EA6ED0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EA6ED0">
              <w:rPr>
                <w:sz w:val="16"/>
                <w:szCs w:val="16"/>
                <w:lang w:val="fr-FR"/>
              </w:rPr>
              <w:t>(0)</w:t>
            </w:r>
            <w:r w:rsidR="00CA1312" w:rsidRPr="00EA6ED0">
              <w:rPr>
                <w:sz w:val="16"/>
                <w:szCs w:val="16"/>
                <w:lang w:val="fr-FR"/>
              </w:rPr>
              <w:t>52</w:t>
            </w:r>
            <w:r w:rsidR="00832110" w:rsidRPr="00EA6ED0">
              <w:rPr>
                <w:sz w:val="16"/>
                <w:szCs w:val="16"/>
                <w:lang w:val="fr-FR"/>
              </w:rPr>
              <w:t xml:space="preserve"> </w:t>
            </w:r>
            <w:r w:rsidR="00CA1312" w:rsidRPr="00EA6ED0">
              <w:rPr>
                <w:sz w:val="16"/>
                <w:szCs w:val="16"/>
                <w:lang w:val="fr-FR"/>
              </w:rPr>
              <w:t>728</w:t>
            </w:r>
            <w:r w:rsidR="007678A7" w:rsidRPr="00EA6ED0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A" w14:textId="77777777" w:rsidR="00CA1312" w:rsidRPr="00EA6ED0" w:rsidRDefault="00F70031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9" w:history="1">
              <w:r w:rsidR="00CA1312" w:rsidRPr="00EA6ED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EA6ED0">
              <w:rPr>
                <w:sz w:val="16"/>
                <w:szCs w:val="16"/>
                <w:lang w:val="fr-FR"/>
              </w:rPr>
              <w:t xml:space="preserve"> </w:t>
            </w:r>
            <w:hyperlink r:id="rId20" w:history="1">
              <w:r w:rsidR="008506C5" w:rsidRPr="00EA6ED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172EB85C" w14:textId="77777777" w:rsidR="00EA6E92" w:rsidRPr="00EA6ED0" w:rsidRDefault="00EA6E92" w:rsidP="00A60557">
      <w:pPr>
        <w:rPr>
          <w:lang w:val="fr-FR"/>
        </w:rPr>
      </w:pPr>
    </w:p>
    <w:sectPr w:rsidR="00EA6E92" w:rsidRPr="00EA6ED0">
      <w:headerReference w:type="default" r:id="rId21"/>
      <w:footerReference w:type="even" r:id="rId22"/>
      <w:footerReference w:type="default" r:id="rId23"/>
      <w:footerReference w:type="first" r:id="rId24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EB861" w14:textId="77777777" w:rsidR="00B068AD" w:rsidRDefault="00B068AD">
      <w:r>
        <w:separator/>
      </w:r>
    </w:p>
  </w:endnote>
  <w:endnote w:type="continuationSeparator" w:id="0">
    <w:p w14:paraId="172EB862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4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F70031">
      <w:rPr>
        <w:noProof/>
        <w:sz w:val="20"/>
      </w:rPr>
      <w:t>Baumer_LX-VisualApplets-3D_DE_20161107_PR.docx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F70031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72EB865" w14:textId="188CA8C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70031">
      <w:rPr>
        <w:noProof/>
      </w:rPr>
      <w:t>27.10.2016</w:t>
    </w:r>
    <w:r>
      <w:fldChar w:fldCharType="end"/>
    </w:r>
    <w:r>
      <w:t>/</w:t>
    </w:r>
    <w:r w:rsidR="00F70031">
      <w:fldChar w:fldCharType="begin"/>
    </w:r>
    <w:r w:rsidR="00F70031">
      <w:instrText xml:space="preserve"> AUTHOR  \* MERGEFORMAT </w:instrText>
    </w:r>
    <w:r w:rsidR="00F70031">
      <w:fldChar w:fldCharType="separate"/>
    </w:r>
    <w:r w:rsidR="00F70031">
      <w:rPr>
        <w:noProof/>
      </w:rPr>
      <w:t>Diepenbrock Stefan</w:t>
    </w:r>
    <w:r w:rsidR="00F7003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172EB86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7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7003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7003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172EB86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72EB869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F70031">
      <w:rPr>
        <w:noProof/>
        <w:sz w:val="20"/>
      </w:rPr>
      <w:t>Baumer_LX-VisualApplets-3D_DE_20161107_PR.docx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F70031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72EB86B" w14:textId="75A8FED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70031">
      <w:rPr>
        <w:noProof/>
      </w:rPr>
      <w:t>27.10.2016</w:t>
    </w:r>
    <w:r>
      <w:fldChar w:fldCharType="end"/>
    </w:r>
    <w:r>
      <w:t>/</w:t>
    </w:r>
    <w:r w:rsidR="00F70031">
      <w:fldChar w:fldCharType="begin"/>
    </w:r>
    <w:r w:rsidR="00F70031">
      <w:instrText xml:space="preserve"> AUTHOR  \* MERGEFORMAT </w:instrText>
    </w:r>
    <w:r w:rsidR="00F70031">
      <w:fldChar w:fldCharType="separate"/>
    </w:r>
    <w:r w:rsidR="00F70031">
      <w:rPr>
        <w:noProof/>
      </w:rPr>
      <w:t>Diepenbrock Stefan</w:t>
    </w:r>
    <w:r w:rsidR="00F7003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172EB86C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EB85F" w14:textId="77777777" w:rsidR="00B068AD" w:rsidRDefault="00B068AD">
      <w:r>
        <w:separator/>
      </w:r>
    </w:p>
  </w:footnote>
  <w:footnote w:type="continuationSeparator" w:id="0">
    <w:p w14:paraId="172EB860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3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72EB86D" wp14:editId="172EB86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172EB86F" wp14:editId="172EB87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156D"/>
    <w:rsid w:val="000038DB"/>
    <w:rsid w:val="00004CF2"/>
    <w:rsid w:val="00007F48"/>
    <w:rsid w:val="0001673B"/>
    <w:rsid w:val="000325AB"/>
    <w:rsid w:val="00034275"/>
    <w:rsid w:val="00045E52"/>
    <w:rsid w:val="00046785"/>
    <w:rsid w:val="00055535"/>
    <w:rsid w:val="0006218F"/>
    <w:rsid w:val="00070143"/>
    <w:rsid w:val="0007516C"/>
    <w:rsid w:val="000775EA"/>
    <w:rsid w:val="0008350F"/>
    <w:rsid w:val="00087E61"/>
    <w:rsid w:val="00095264"/>
    <w:rsid w:val="00097970"/>
    <w:rsid w:val="00097DD2"/>
    <w:rsid w:val="000A314F"/>
    <w:rsid w:val="000B4DDB"/>
    <w:rsid w:val="000C2765"/>
    <w:rsid w:val="000C360B"/>
    <w:rsid w:val="000C7D58"/>
    <w:rsid w:val="000F27E4"/>
    <w:rsid w:val="000F2C1C"/>
    <w:rsid w:val="000F6DFA"/>
    <w:rsid w:val="00106CC0"/>
    <w:rsid w:val="00110207"/>
    <w:rsid w:val="00114804"/>
    <w:rsid w:val="001163FB"/>
    <w:rsid w:val="0013782A"/>
    <w:rsid w:val="00137D51"/>
    <w:rsid w:val="00142552"/>
    <w:rsid w:val="00143018"/>
    <w:rsid w:val="00143A62"/>
    <w:rsid w:val="0016445F"/>
    <w:rsid w:val="00165C2D"/>
    <w:rsid w:val="00177780"/>
    <w:rsid w:val="00180C13"/>
    <w:rsid w:val="00181590"/>
    <w:rsid w:val="00186571"/>
    <w:rsid w:val="00187C4E"/>
    <w:rsid w:val="001942A3"/>
    <w:rsid w:val="001A3272"/>
    <w:rsid w:val="001A3B8A"/>
    <w:rsid w:val="001A49CF"/>
    <w:rsid w:val="001A4DD7"/>
    <w:rsid w:val="001A54D5"/>
    <w:rsid w:val="001A7A6C"/>
    <w:rsid w:val="001B283A"/>
    <w:rsid w:val="001C167E"/>
    <w:rsid w:val="001C1A6D"/>
    <w:rsid w:val="001C3DA0"/>
    <w:rsid w:val="001C7EDA"/>
    <w:rsid w:val="001D6C33"/>
    <w:rsid w:val="001E05EC"/>
    <w:rsid w:val="001E7A84"/>
    <w:rsid w:val="001F109E"/>
    <w:rsid w:val="001F5872"/>
    <w:rsid w:val="001F5CFA"/>
    <w:rsid w:val="002164F3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415A"/>
    <w:rsid w:val="002551A0"/>
    <w:rsid w:val="00264E2E"/>
    <w:rsid w:val="00267869"/>
    <w:rsid w:val="0027325D"/>
    <w:rsid w:val="002760F1"/>
    <w:rsid w:val="00277CF6"/>
    <w:rsid w:val="00285805"/>
    <w:rsid w:val="00285EA4"/>
    <w:rsid w:val="002877F1"/>
    <w:rsid w:val="00287C0E"/>
    <w:rsid w:val="00297995"/>
    <w:rsid w:val="002A37DF"/>
    <w:rsid w:val="002C513D"/>
    <w:rsid w:val="002C6B3F"/>
    <w:rsid w:val="002D3AE9"/>
    <w:rsid w:val="002E46D6"/>
    <w:rsid w:val="002F2B06"/>
    <w:rsid w:val="002F385B"/>
    <w:rsid w:val="002F4802"/>
    <w:rsid w:val="002F6854"/>
    <w:rsid w:val="00300A8D"/>
    <w:rsid w:val="003016BB"/>
    <w:rsid w:val="00303245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C70"/>
    <w:rsid w:val="00344D4B"/>
    <w:rsid w:val="0036354F"/>
    <w:rsid w:val="003637E1"/>
    <w:rsid w:val="00383754"/>
    <w:rsid w:val="00387478"/>
    <w:rsid w:val="00391439"/>
    <w:rsid w:val="00392B64"/>
    <w:rsid w:val="00392D43"/>
    <w:rsid w:val="003A3B92"/>
    <w:rsid w:val="003A3F92"/>
    <w:rsid w:val="003A4430"/>
    <w:rsid w:val="003A4553"/>
    <w:rsid w:val="003B42FB"/>
    <w:rsid w:val="003B5CBD"/>
    <w:rsid w:val="003C3463"/>
    <w:rsid w:val="003D2A80"/>
    <w:rsid w:val="003E2143"/>
    <w:rsid w:val="003E2E33"/>
    <w:rsid w:val="003E62A2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146FE"/>
    <w:rsid w:val="0042196E"/>
    <w:rsid w:val="00423E88"/>
    <w:rsid w:val="00424E88"/>
    <w:rsid w:val="00424ED7"/>
    <w:rsid w:val="00440CE9"/>
    <w:rsid w:val="00441224"/>
    <w:rsid w:val="004419CA"/>
    <w:rsid w:val="00446FF1"/>
    <w:rsid w:val="00454D57"/>
    <w:rsid w:val="0045513F"/>
    <w:rsid w:val="00457DF9"/>
    <w:rsid w:val="00466EE5"/>
    <w:rsid w:val="00467B58"/>
    <w:rsid w:val="0047388B"/>
    <w:rsid w:val="004766C0"/>
    <w:rsid w:val="00486F5B"/>
    <w:rsid w:val="0048725C"/>
    <w:rsid w:val="00492364"/>
    <w:rsid w:val="00493E9A"/>
    <w:rsid w:val="004A384B"/>
    <w:rsid w:val="004A5176"/>
    <w:rsid w:val="004B0036"/>
    <w:rsid w:val="004B0C9A"/>
    <w:rsid w:val="004B3656"/>
    <w:rsid w:val="004B6E88"/>
    <w:rsid w:val="004C115C"/>
    <w:rsid w:val="004D2A71"/>
    <w:rsid w:val="004D4991"/>
    <w:rsid w:val="004E4703"/>
    <w:rsid w:val="004F4434"/>
    <w:rsid w:val="004F726A"/>
    <w:rsid w:val="004F7E62"/>
    <w:rsid w:val="00500B82"/>
    <w:rsid w:val="005059AC"/>
    <w:rsid w:val="005169A5"/>
    <w:rsid w:val="005203D3"/>
    <w:rsid w:val="0052420B"/>
    <w:rsid w:val="00525504"/>
    <w:rsid w:val="00527366"/>
    <w:rsid w:val="00527FBD"/>
    <w:rsid w:val="0053344D"/>
    <w:rsid w:val="00540302"/>
    <w:rsid w:val="0054416B"/>
    <w:rsid w:val="00546ECC"/>
    <w:rsid w:val="00560A5F"/>
    <w:rsid w:val="0056342B"/>
    <w:rsid w:val="005634FE"/>
    <w:rsid w:val="005659C1"/>
    <w:rsid w:val="0057075C"/>
    <w:rsid w:val="00573D05"/>
    <w:rsid w:val="005867AE"/>
    <w:rsid w:val="00590E14"/>
    <w:rsid w:val="00594094"/>
    <w:rsid w:val="00595568"/>
    <w:rsid w:val="005955CB"/>
    <w:rsid w:val="00595AFF"/>
    <w:rsid w:val="00597521"/>
    <w:rsid w:val="005975FB"/>
    <w:rsid w:val="005A231E"/>
    <w:rsid w:val="005A709C"/>
    <w:rsid w:val="005B6778"/>
    <w:rsid w:val="005C1806"/>
    <w:rsid w:val="005C1D79"/>
    <w:rsid w:val="005C4013"/>
    <w:rsid w:val="005C5413"/>
    <w:rsid w:val="005C770D"/>
    <w:rsid w:val="005D1547"/>
    <w:rsid w:val="005D20AB"/>
    <w:rsid w:val="005D2F7E"/>
    <w:rsid w:val="005D448E"/>
    <w:rsid w:val="005D583F"/>
    <w:rsid w:val="005E0996"/>
    <w:rsid w:val="005E4D3F"/>
    <w:rsid w:val="005F6F10"/>
    <w:rsid w:val="0060368B"/>
    <w:rsid w:val="00606786"/>
    <w:rsid w:val="006107B8"/>
    <w:rsid w:val="00612C96"/>
    <w:rsid w:val="00615602"/>
    <w:rsid w:val="00616746"/>
    <w:rsid w:val="00616CF1"/>
    <w:rsid w:val="00620C62"/>
    <w:rsid w:val="00621D67"/>
    <w:rsid w:val="0062238B"/>
    <w:rsid w:val="00633ECC"/>
    <w:rsid w:val="0064675E"/>
    <w:rsid w:val="00661BFC"/>
    <w:rsid w:val="00664072"/>
    <w:rsid w:val="006746E5"/>
    <w:rsid w:val="00674F42"/>
    <w:rsid w:val="006823C4"/>
    <w:rsid w:val="006836DF"/>
    <w:rsid w:val="006A2620"/>
    <w:rsid w:val="006A4B9A"/>
    <w:rsid w:val="006A71E6"/>
    <w:rsid w:val="006B0667"/>
    <w:rsid w:val="006B3EBB"/>
    <w:rsid w:val="006D2E9A"/>
    <w:rsid w:val="006D4588"/>
    <w:rsid w:val="006D5E16"/>
    <w:rsid w:val="006D7391"/>
    <w:rsid w:val="006E30E1"/>
    <w:rsid w:val="006F31E9"/>
    <w:rsid w:val="006F376E"/>
    <w:rsid w:val="006F456E"/>
    <w:rsid w:val="006F7182"/>
    <w:rsid w:val="006F7A8E"/>
    <w:rsid w:val="00701B5B"/>
    <w:rsid w:val="00702223"/>
    <w:rsid w:val="00711D4A"/>
    <w:rsid w:val="00711FF0"/>
    <w:rsid w:val="007360F8"/>
    <w:rsid w:val="00745B9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A637D"/>
    <w:rsid w:val="007B749A"/>
    <w:rsid w:val="007B7DC4"/>
    <w:rsid w:val="007C103E"/>
    <w:rsid w:val="007C1751"/>
    <w:rsid w:val="007D7B49"/>
    <w:rsid w:val="007E5F16"/>
    <w:rsid w:val="007F0869"/>
    <w:rsid w:val="007F1C12"/>
    <w:rsid w:val="007F2B0C"/>
    <w:rsid w:val="008106B6"/>
    <w:rsid w:val="00810FEA"/>
    <w:rsid w:val="0081164D"/>
    <w:rsid w:val="00812F6F"/>
    <w:rsid w:val="008138B0"/>
    <w:rsid w:val="00817F98"/>
    <w:rsid w:val="0082049E"/>
    <w:rsid w:val="00820791"/>
    <w:rsid w:val="00825D45"/>
    <w:rsid w:val="0082773D"/>
    <w:rsid w:val="00832110"/>
    <w:rsid w:val="00837D56"/>
    <w:rsid w:val="00842A88"/>
    <w:rsid w:val="00845037"/>
    <w:rsid w:val="008506C5"/>
    <w:rsid w:val="00852504"/>
    <w:rsid w:val="00856B24"/>
    <w:rsid w:val="00860FA5"/>
    <w:rsid w:val="00861F5C"/>
    <w:rsid w:val="00863FC4"/>
    <w:rsid w:val="00865A91"/>
    <w:rsid w:val="0087333E"/>
    <w:rsid w:val="00874ECF"/>
    <w:rsid w:val="0087580B"/>
    <w:rsid w:val="00875B85"/>
    <w:rsid w:val="008842AD"/>
    <w:rsid w:val="008932FA"/>
    <w:rsid w:val="008A13A1"/>
    <w:rsid w:val="008A29E0"/>
    <w:rsid w:val="008B07A9"/>
    <w:rsid w:val="008C108E"/>
    <w:rsid w:val="008C36AD"/>
    <w:rsid w:val="008C3BFB"/>
    <w:rsid w:val="008D0576"/>
    <w:rsid w:val="008D3C11"/>
    <w:rsid w:val="008D4EC8"/>
    <w:rsid w:val="008D5145"/>
    <w:rsid w:val="008D5276"/>
    <w:rsid w:val="008E6D89"/>
    <w:rsid w:val="008F3F87"/>
    <w:rsid w:val="00903B1F"/>
    <w:rsid w:val="00922317"/>
    <w:rsid w:val="00923462"/>
    <w:rsid w:val="009251B4"/>
    <w:rsid w:val="009274F2"/>
    <w:rsid w:val="00927878"/>
    <w:rsid w:val="00932F6B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923EE"/>
    <w:rsid w:val="009A1F99"/>
    <w:rsid w:val="009A4B9A"/>
    <w:rsid w:val="009C733C"/>
    <w:rsid w:val="009D41B5"/>
    <w:rsid w:val="009D48C3"/>
    <w:rsid w:val="009D7AE4"/>
    <w:rsid w:val="009E141A"/>
    <w:rsid w:val="009E62BF"/>
    <w:rsid w:val="009E6DCD"/>
    <w:rsid w:val="009F1E63"/>
    <w:rsid w:val="009F2DA3"/>
    <w:rsid w:val="009F36C6"/>
    <w:rsid w:val="00A02DA0"/>
    <w:rsid w:val="00A11FEB"/>
    <w:rsid w:val="00A2137F"/>
    <w:rsid w:val="00A23DE1"/>
    <w:rsid w:val="00A2461C"/>
    <w:rsid w:val="00A26EED"/>
    <w:rsid w:val="00A314A3"/>
    <w:rsid w:val="00A443D2"/>
    <w:rsid w:val="00A56B71"/>
    <w:rsid w:val="00A57C8C"/>
    <w:rsid w:val="00A60557"/>
    <w:rsid w:val="00A65BAE"/>
    <w:rsid w:val="00A71E2C"/>
    <w:rsid w:val="00A72AA8"/>
    <w:rsid w:val="00A91EA6"/>
    <w:rsid w:val="00AA22BA"/>
    <w:rsid w:val="00AA7496"/>
    <w:rsid w:val="00AB21AF"/>
    <w:rsid w:val="00AB2D68"/>
    <w:rsid w:val="00AC055C"/>
    <w:rsid w:val="00AC688B"/>
    <w:rsid w:val="00AD44E4"/>
    <w:rsid w:val="00AE1743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5567"/>
    <w:rsid w:val="00B409E7"/>
    <w:rsid w:val="00B56A63"/>
    <w:rsid w:val="00B60899"/>
    <w:rsid w:val="00B6162F"/>
    <w:rsid w:val="00B64AA6"/>
    <w:rsid w:val="00B75A52"/>
    <w:rsid w:val="00B81662"/>
    <w:rsid w:val="00B84651"/>
    <w:rsid w:val="00B87682"/>
    <w:rsid w:val="00B878E6"/>
    <w:rsid w:val="00B907A2"/>
    <w:rsid w:val="00B920D3"/>
    <w:rsid w:val="00B95A11"/>
    <w:rsid w:val="00BA281A"/>
    <w:rsid w:val="00BA4EA5"/>
    <w:rsid w:val="00BB0248"/>
    <w:rsid w:val="00BB106D"/>
    <w:rsid w:val="00BB1C60"/>
    <w:rsid w:val="00BB5881"/>
    <w:rsid w:val="00BB75D9"/>
    <w:rsid w:val="00BC1524"/>
    <w:rsid w:val="00BC38B7"/>
    <w:rsid w:val="00BC5444"/>
    <w:rsid w:val="00BC7E58"/>
    <w:rsid w:val="00BD0160"/>
    <w:rsid w:val="00BD0FC4"/>
    <w:rsid w:val="00BD2FC3"/>
    <w:rsid w:val="00BF27CE"/>
    <w:rsid w:val="00C0095C"/>
    <w:rsid w:val="00C021A7"/>
    <w:rsid w:val="00C210E8"/>
    <w:rsid w:val="00C325B6"/>
    <w:rsid w:val="00C34061"/>
    <w:rsid w:val="00C36E7E"/>
    <w:rsid w:val="00C45B61"/>
    <w:rsid w:val="00C55978"/>
    <w:rsid w:val="00C63B5D"/>
    <w:rsid w:val="00C757BB"/>
    <w:rsid w:val="00C77106"/>
    <w:rsid w:val="00C8703D"/>
    <w:rsid w:val="00C877C2"/>
    <w:rsid w:val="00C879A3"/>
    <w:rsid w:val="00C907CC"/>
    <w:rsid w:val="00C90C7E"/>
    <w:rsid w:val="00C91237"/>
    <w:rsid w:val="00C9524D"/>
    <w:rsid w:val="00C97438"/>
    <w:rsid w:val="00CA0FA3"/>
    <w:rsid w:val="00CA1312"/>
    <w:rsid w:val="00CA2769"/>
    <w:rsid w:val="00CA548E"/>
    <w:rsid w:val="00CB1E03"/>
    <w:rsid w:val="00CC12FA"/>
    <w:rsid w:val="00CC2617"/>
    <w:rsid w:val="00CC28C7"/>
    <w:rsid w:val="00CC37E4"/>
    <w:rsid w:val="00CC4BC6"/>
    <w:rsid w:val="00CD7F70"/>
    <w:rsid w:val="00CE3C66"/>
    <w:rsid w:val="00CE5AC1"/>
    <w:rsid w:val="00CE63C0"/>
    <w:rsid w:val="00CF7DE1"/>
    <w:rsid w:val="00CF7F75"/>
    <w:rsid w:val="00D05D89"/>
    <w:rsid w:val="00D072BD"/>
    <w:rsid w:val="00D12E04"/>
    <w:rsid w:val="00D1552B"/>
    <w:rsid w:val="00D26496"/>
    <w:rsid w:val="00D26FEC"/>
    <w:rsid w:val="00D31ADB"/>
    <w:rsid w:val="00D37385"/>
    <w:rsid w:val="00D439E0"/>
    <w:rsid w:val="00D45982"/>
    <w:rsid w:val="00D50F68"/>
    <w:rsid w:val="00D529A9"/>
    <w:rsid w:val="00D53B05"/>
    <w:rsid w:val="00D63583"/>
    <w:rsid w:val="00D7385A"/>
    <w:rsid w:val="00D73B0B"/>
    <w:rsid w:val="00D81A44"/>
    <w:rsid w:val="00D831A1"/>
    <w:rsid w:val="00D8499C"/>
    <w:rsid w:val="00D91BAC"/>
    <w:rsid w:val="00D94F76"/>
    <w:rsid w:val="00DA66DD"/>
    <w:rsid w:val="00DB210E"/>
    <w:rsid w:val="00DC2140"/>
    <w:rsid w:val="00DC3BDC"/>
    <w:rsid w:val="00DD1F2B"/>
    <w:rsid w:val="00DD697F"/>
    <w:rsid w:val="00DE178E"/>
    <w:rsid w:val="00DE2BB7"/>
    <w:rsid w:val="00DE631F"/>
    <w:rsid w:val="00DE6C24"/>
    <w:rsid w:val="00DF399E"/>
    <w:rsid w:val="00DF4B51"/>
    <w:rsid w:val="00DF4E68"/>
    <w:rsid w:val="00E10AE6"/>
    <w:rsid w:val="00E1725E"/>
    <w:rsid w:val="00E355E3"/>
    <w:rsid w:val="00E35D19"/>
    <w:rsid w:val="00E43A4F"/>
    <w:rsid w:val="00E54CBE"/>
    <w:rsid w:val="00E558B8"/>
    <w:rsid w:val="00E644C3"/>
    <w:rsid w:val="00E71941"/>
    <w:rsid w:val="00E74F3F"/>
    <w:rsid w:val="00E76F93"/>
    <w:rsid w:val="00E94B12"/>
    <w:rsid w:val="00E951A9"/>
    <w:rsid w:val="00E97CBD"/>
    <w:rsid w:val="00EA2637"/>
    <w:rsid w:val="00EA2987"/>
    <w:rsid w:val="00EA2CE1"/>
    <w:rsid w:val="00EA6E92"/>
    <w:rsid w:val="00EA6ED0"/>
    <w:rsid w:val="00EB5BF9"/>
    <w:rsid w:val="00EE1F82"/>
    <w:rsid w:val="00EE3279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5C04"/>
    <w:rsid w:val="00F35627"/>
    <w:rsid w:val="00F44BE6"/>
    <w:rsid w:val="00F53231"/>
    <w:rsid w:val="00F54167"/>
    <w:rsid w:val="00F562DD"/>
    <w:rsid w:val="00F626B7"/>
    <w:rsid w:val="00F70031"/>
    <w:rsid w:val="00F70C7B"/>
    <w:rsid w:val="00F74B39"/>
    <w:rsid w:val="00F77404"/>
    <w:rsid w:val="00F87A1B"/>
    <w:rsid w:val="00F91B62"/>
    <w:rsid w:val="00F95B93"/>
    <w:rsid w:val="00F96E79"/>
    <w:rsid w:val="00FA31A1"/>
    <w:rsid w:val="00FA7852"/>
    <w:rsid w:val="00FB2211"/>
    <w:rsid w:val="00FB36B2"/>
    <w:rsid w:val="00FC0E25"/>
    <w:rsid w:val="00FD068E"/>
    <w:rsid w:val="00FD5317"/>
    <w:rsid w:val="00FD73D8"/>
    <w:rsid w:val="00FE1F3E"/>
    <w:rsid w:val="00FE2F38"/>
    <w:rsid w:val="00FE2FC9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0337"/>
    <o:shapelayout v:ext="edit">
      <o:idmap v:ext="edit" data="1"/>
    </o:shapelayout>
  </w:shapeDefaults>
  <w:decimalSymbol w:val=","/>
  <w:listSeparator w:val=";"/>
  <w14:docId w14:val="172EB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yperlink" Target="http://www.baumer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baumer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press" TargetMode="External"/><Relationship Id="rId20" Type="http://schemas.openxmlformats.org/officeDocument/2006/relationships/hyperlink" Target="http://www.baumer.com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youtube.com/watch?v=NmdnIcSpMvkhttps://www.youtube.com/watch?v=NmdnIcSpMvk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hyperlink" Target="mailto:sales.ch@baumer.com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VisualApplets-Cameras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6B059BAB4C6185438C1FEC9D03403546|763971417" UniqueId="c5fadba0-f7a5-4d12-a20b-e5d9b25cc165">
      <p:Name>Auditing</p:Name>
      <p:Description>Audits user actions on documents and list items to the Audit Log.</p:Description>
      <p:CustomData>
        <Audit>
          <CheckInOut/>
          <DeleteRestore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6" ma:contentTypeDescription="Create a new document." ma:contentTypeScope="" ma:versionID="22fee7e8688a39a283d88586668d5fc4">
  <xsd:schema xmlns:xsd="http://www.w3.org/2001/XMLSchema" xmlns:xs="http://www.w3.org/2001/XMLSchema" xmlns:p="http://schemas.microsoft.com/office/2006/metadata/properties" xmlns:ns1="5e32bf0a-83ef-47de-be9e-841abb22fd07" xmlns:ns2="98327c88-adbf-46b3-99b3-8284eea4c4a7" xmlns:ns3="http://schemas.microsoft.com/sharepoint/v3" targetNamespace="http://schemas.microsoft.com/office/2006/metadata/properties" ma:root="true" ma:fieldsID="610fa48b52c94f731d6ba9d34cbdd003" ns1:_="" ns2:_="" ns3:_="">
    <xsd:import namespace="5e32bf0a-83ef-47de-be9e-841abb22fd07"/>
    <xsd:import namespace="98327c88-adbf-46b3-99b3-8284eea4c4a7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  <xsd:element ref="ns3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KR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IT"/>
                    <xsd:enumeration value="BGUK"/>
                    <xsd:enumeration value="BGUS"/>
                    <xsd:enumeration value="BHFR"/>
                    <xsd:enumeration value="BIDE"/>
                    <xsd:enumeration value="BMCH"/>
                    <xsd:enumeration value="BMDE"/>
                    <xsd:enumeration value="BODE"/>
                    <xsd:enumeration value="BSIT"/>
                    <xsd:enumeration value="BTDE"/>
                    <xsd:enumeration value="BTIN"/>
                    <xsd:enumeration value="BUDE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4" nillable="true" ma:displayName="Exempt from Policy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5e32bf0a-83ef-47de-be9e-841abb22fd07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"/>
    <ds:schemaRef ds:uri="98327c88-adbf-46b3-99b3-8284eea4c4a7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33C70-C716-44F6-9CB7-8DE54EF5C692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A7589E2B-9B76-42AA-A16A-1689010C3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B9F1D4-7034-459F-B889-F9AB8DAE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2150C560.dotm</Template>
  <TotalTime>0</TotalTime>
  <Pages>2</Pages>
  <Words>489</Words>
  <Characters>3970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4451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Marofsky Nicole</cp:lastModifiedBy>
  <cp:revision>6</cp:revision>
  <cp:lastPrinted>2016-10-27T13:57:00Z</cp:lastPrinted>
  <dcterms:created xsi:type="dcterms:W3CDTF">2016-10-27T13:52:00Z</dcterms:created>
  <dcterms:modified xsi:type="dcterms:W3CDTF">2016-10-27T13:57:00Z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