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0891B6BF" w14:textId="009A8A2F" w:rsidR="00812F6F" w:rsidRDefault="00812F6F" w:rsidP="00812F6F">
      <w:pPr>
        <w:pStyle w:val="BaumerFliesstext"/>
      </w:pPr>
    </w:p>
    <w:p w14:paraId="43B3E725" w14:textId="77777777" w:rsidR="00C45E0B" w:rsidRPr="00812F6F" w:rsidRDefault="00C45E0B" w:rsidP="00812F6F">
      <w:pPr>
        <w:pStyle w:val="BaumerFliesstext"/>
      </w:pPr>
    </w:p>
    <w:p w14:paraId="362ABD0A" w14:textId="38B6EA18" w:rsidR="00247813" w:rsidRPr="00BD6E23" w:rsidRDefault="004C1DD4" w:rsidP="00623296">
      <w:pPr>
        <w:pStyle w:val="BaumerFliesstext"/>
        <w:spacing w:before="240" w:line="360" w:lineRule="auto"/>
        <w:rPr>
          <w:noProof/>
        </w:rPr>
      </w:pPr>
      <w:proofErr w:type="spellStart"/>
      <w:r>
        <w:rPr>
          <w:b/>
          <w:bCs/>
          <w:iCs/>
          <w:sz w:val="28"/>
          <w:szCs w:val="28"/>
        </w:rPr>
        <w:t>H</w:t>
      </w:r>
      <w:r w:rsidR="00672A93">
        <w:rPr>
          <w:b/>
          <w:bCs/>
          <w:iCs/>
          <w:sz w:val="28"/>
          <w:szCs w:val="28"/>
        </w:rPr>
        <w:t>igh-s</w:t>
      </w:r>
      <w:r>
        <w:rPr>
          <w:b/>
          <w:bCs/>
          <w:iCs/>
          <w:sz w:val="28"/>
          <w:szCs w:val="28"/>
        </w:rPr>
        <w:t>peed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r w:rsidR="007D4082">
        <w:rPr>
          <w:b/>
          <w:bCs/>
          <w:iCs/>
          <w:sz w:val="28"/>
          <w:szCs w:val="28"/>
        </w:rPr>
        <w:t>GigE-</w:t>
      </w:r>
      <w:r w:rsidR="002B3303">
        <w:rPr>
          <w:b/>
          <w:bCs/>
          <w:iCs/>
          <w:sz w:val="28"/>
          <w:szCs w:val="28"/>
        </w:rPr>
        <w:t xml:space="preserve">Kameras mit </w:t>
      </w:r>
      <w:r>
        <w:rPr>
          <w:b/>
          <w:bCs/>
          <w:iCs/>
          <w:sz w:val="28"/>
          <w:szCs w:val="28"/>
        </w:rPr>
        <w:t xml:space="preserve">integrierter </w:t>
      </w:r>
      <w:r w:rsidR="002B3303">
        <w:rPr>
          <w:b/>
          <w:bCs/>
          <w:iCs/>
          <w:sz w:val="28"/>
          <w:szCs w:val="28"/>
        </w:rPr>
        <w:t xml:space="preserve">JPEG-Bildkompression </w:t>
      </w:r>
      <w:r w:rsidR="007945D7">
        <w:rPr>
          <w:b/>
          <w:bCs/>
          <w:iCs/>
          <w:sz w:val="28"/>
          <w:szCs w:val="28"/>
        </w:rPr>
        <w:t>sparen Bandbreite, CPU-Last und Speicherplatz</w:t>
      </w:r>
    </w:p>
    <w:p w14:paraId="727B6A74" w14:textId="78EEC857" w:rsidR="00B041DE" w:rsidRDefault="0010305C" w:rsidP="00BA1C2A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  <w:lang w:val="de-DE"/>
        </w:rPr>
        <w:drawing>
          <wp:anchor distT="0" distB="0" distL="114300" distR="114300" simplePos="0" relativeHeight="251677696" behindDoc="0" locked="0" layoutInCell="1" allowOverlap="1" wp14:anchorId="226CC3B8" wp14:editId="4A280986">
            <wp:simplePos x="0" y="0"/>
            <wp:positionH relativeFrom="column">
              <wp:posOffset>3765550</wp:posOffset>
            </wp:positionH>
            <wp:positionV relativeFrom="paragraph">
              <wp:posOffset>164161</wp:posOffset>
            </wp:positionV>
            <wp:extent cx="2450465" cy="1799590"/>
            <wp:effectExtent l="0" t="0" r="6985" b="0"/>
            <wp:wrapSquare wrapText="bothSides"/>
            <wp:docPr id="1" name="Grafik 1" descr="C:\Users\nlei\AppData\Local\Microsoft\Windows\INetCache\Content.Word\Baumer_LXT.JP_ML_20200921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lei\AppData\Local\Microsoft\Windows\INetCache\Content.Word\Baumer_LXT.JP_ML_20200921_P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0112C0">
        <w:rPr>
          <w:szCs w:val="20"/>
        </w:rPr>
        <w:t>(</w:t>
      </w:r>
      <w:r w:rsidR="0039457A">
        <w:rPr>
          <w:szCs w:val="20"/>
        </w:rPr>
        <w:t>21</w:t>
      </w:r>
      <w:r w:rsidR="00A32C95" w:rsidRPr="00A32C95">
        <w:rPr>
          <w:szCs w:val="20"/>
        </w:rPr>
        <w:t>.09</w:t>
      </w:r>
      <w:r w:rsidR="00385C40" w:rsidRPr="00A32C95">
        <w:rPr>
          <w:szCs w:val="20"/>
        </w:rPr>
        <w:t>.20</w:t>
      </w:r>
      <w:r w:rsidR="009513BE" w:rsidRPr="00A32C95">
        <w:rPr>
          <w:szCs w:val="20"/>
        </w:rPr>
        <w:t>20</w:t>
      </w:r>
      <w:r w:rsidR="00D73B0B" w:rsidRPr="000112C0">
        <w:rPr>
          <w:szCs w:val="20"/>
        </w:rPr>
        <w:t>)</w:t>
      </w:r>
      <w:r w:rsidR="00A70A86">
        <w:rPr>
          <w:szCs w:val="20"/>
        </w:rPr>
        <w:t xml:space="preserve"> </w:t>
      </w:r>
      <w:r w:rsidR="007945D7">
        <w:rPr>
          <w:szCs w:val="20"/>
        </w:rPr>
        <w:t xml:space="preserve">Die neuen LXT-Kameras mit </w:t>
      </w:r>
      <w:r w:rsidR="004C1DD4">
        <w:rPr>
          <w:szCs w:val="20"/>
        </w:rPr>
        <w:t xml:space="preserve">integrierter JPEG-Bildkompression ermöglichen </w:t>
      </w:r>
      <w:r w:rsidR="00256DF0">
        <w:rPr>
          <w:szCs w:val="20"/>
        </w:rPr>
        <w:t xml:space="preserve">die Bilderfassung mit sehr hoher Auflösung und Geschwindigkeit über </w:t>
      </w:r>
      <w:r w:rsidR="00983CE2">
        <w:rPr>
          <w:szCs w:val="20"/>
        </w:rPr>
        <w:t xml:space="preserve">die weit verbreitete und einfach nutzbare </w:t>
      </w:r>
      <w:r w:rsidR="00256DF0">
        <w:rPr>
          <w:szCs w:val="20"/>
        </w:rPr>
        <w:t>GigE</w:t>
      </w:r>
      <w:r w:rsidR="00983CE2">
        <w:rPr>
          <w:szCs w:val="20"/>
        </w:rPr>
        <w:t>-Schnittstelle</w:t>
      </w:r>
      <w:r w:rsidR="00256DF0">
        <w:rPr>
          <w:szCs w:val="20"/>
        </w:rPr>
        <w:t xml:space="preserve">. </w:t>
      </w:r>
      <w:r w:rsidR="00251317">
        <w:rPr>
          <w:szCs w:val="20"/>
        </w:rPr>
        <w:t>Damit sind</w:t>
      </w:r>
      <w:r w:rsidR="00256DF0">
        <w:rPr>
          <w:szCs w:val="20"/>
        </w:rPr>
        <w:t xml:space="preserve"> z.B. 500 </w:t>
      </w:r>
      <w:r w:rsidR="00983CE2">
        <w:rPr>
          <w:szCs w:val="20"/>
        </w:rPr>
        <w:t>Bilder/s</w:t>
      </w:r>
      <w:r w:rsidR="00256DF0">
        <w:rPr>
          <w:szCs w:val="20"/>
        </w:rPr>
        <w:t xml:space="preserve"> bei </w:t>
      </w:r>
      <w:proofErr w:type="spellStart"/>
      <w:r w:rsidR="00256DF0">
        <w:rPr>
          <w:szCs w:val="20"/>
        </w:rPr>
        <w:t>Full</w:t>
      </w:r>
      <w:proofErr w:type="spellEnd"/>
      <w:r w:rsidR="00256DF0">
        <w:rPr>
          <w:szCs w:val="20"/>
        </w:rPr>
        <w:t xml:space="preserve"> HD oder über 1500 </w:t>
      </w:r>
      <w:r w:rsidR="00983CE2">
        <w:rPr>
          <w:szCs w:val="20"/>
        </w:rPr>
        <w:t>Bilder/s</w:t>
      </w:r>
      <w:r w:rsidR="00256DF0">
        <w:rPr>
          <w:szCs w:val="20"/>
        </w:rPr>
        <w:t xml:space="preserve"> bei SVGA</w:t>
      </w:r>
      <w:r w:rsidR="00983CE2">
        <w:rPr>
          <w:szCs w:val="20"/>
        </w:rPr>
        <w:t xml:space="preserve"> zeitlich unbeschränkt</w:t>
      </w:r>
      <w:r w:rsidR="00256DF0">
        <w:rPr>
          <w:szCs w:val="20"/>
        </w:rPr>
        <w:t xml:space="preserve"> nutzbar. </w:t>
      </w:r>
      <w:r w:rsidR="00983CE2">
        <w:rPr>
          <w:szCs w:val="20"/>
        </w:rPr>
        <w:t>Brandbreite,</w:t>
      </w:r>
      <w:r w:rsidR="00256DF0">
        <w:rPr>
          <w:szCs w:val="20"/>
        </w:rPr>
        <w:t xml:space="preserve"> CPU</w:t>
      </w:r>
      <w:r w:rsidR="00983CE2">
        <w:rPr>
          <w:szCs w:val="20"/>
        </w:rPr>
        <w:t>-</w:t>
      </w:r>
      <w:r w:rsidR="00256DF0">
        <w:rPr>
          <w:szCs w:val="20"/>
        </w:rPr>
        <w:t xml:space="preserve">Last </w:t>
      </w:r>
      <w:r w:rsidR="00983CE2">
        <w:rPr>
          <w:szCs w:val="20"/>
        </w:rPr>
        <w:t>sowie der</w:t>
      </w:r>
      <w:r w:rsidR="00256DF0">
        <w:rPr>
          <w:szCs w:val="20"/>
        </w:rPr>
        <w:t xml:space="preserve"> benötigte</w:t>
      </w:r>
      <w:r w:rsidR="00251317">
        <w:rPr>
          <w:szCs w:val="20"/>
        </w:rPr>
        <w:t xml:space="preserve"> Speicherplatz werden so reduziert. Das</w:t>
      </w:r>
      <w:r w:rsidR="00256DF0">
        <w:rPr>
          <w:szCs w:val="20"/>
        </w:rPr>
        <w:t xml:space="preserve"> </w:t>
      </w:r>
      <w:r w:rsidR="000D6D6E">
        <w:rPr>
          <w:szCs w:val="20"/>
        </w:rPr>
        <w:t xml:space="preserve">vereinfacht den Systemaufbau und senkt die Integrationskosten. </w:t>
      </w:r>
      <w:r w:rsidR="00251317">
        <w:rPr>
          <w:szCs w:val="20"/>
        </w:rPr>
        <w:t>Die Kameras</w:t>
      </w:r>
      <w:r w:rsidR="001C7425">
        <w:rPr>
          <w:szCs w:val="20"/>
        </w:rPr>
        <w:t xml:space="preserve"> eignen sich ideal </w:t>
      </w:r>
      <w:r w:rsidR="00256DF0">
        <w:rPr>
          <w:szCs w:val="20"/>
        </w:rPr>
        <w:t xml:space="preserve">zur Erfassung </w:t>
      </w:r>
      <w:r w:rsidR="001C7425">
        <w:rPr>
          <w:szCs w:val="20"/>
        </w:rPr>
        <w:t xml:space="preserve">langer Bildsequenzen, </w:t>
      </w:r>
      <w:r w:rsidR="00251317">
        <w:rPr>
          <w:szCs w:val="20"/>
        </w:rPr>
        <w:t>bei denen Originalbilder komprimiert</w:t>
      </w:r>
      <w:r w:rsidR="0047121C">
        <w:rPr>
          <w:szCs w:val="20"/>
        </w:rPr>
        <w:t>,</w:t>
      </w:r>
      <w:r w:rsidR="00251317">
        <w:rPr>
          <w:szCs w:val="20"/>
        </w:rPr>
        <w:t xml:space="preserve"> übertragen</w:t>
      </w:r>
      <w:r w:rsidR="000D6D6E">
        <w:rPr>
          <w:szCs w:val="20"/>
        </w:rPr>
        <w:t xml:space="preserve"> und </w:t>
      </w:r>
      <w:r w:rsidR="00734860">
        <w:rPr>
          <w:szCs w:val="20"/>
        </w:rPr>
        <w:t>ge</w:t>
      </w:r>
      <w:r w:rsidR="001C7425">
        <w:rPr>
          <w:szCs w:val="20"/>
        </w:rPr>
        <w:t>speicher</w:t>
      </w:r>
      <w:r w:rsidR="00734860">
        <w:rPr>
          <w:szCs w:val="20"/>
        </w:rPr>
        <w:t xml:space="preserve">t werden </w:t>
      </w:r>
      <w:r w:rsidR="00251317">
        <w:rPr>
          <w:szCs w:val="20"/>
        </w:rPr>
        <w:t>können</w:t>
      </w:r>
      <w:r w:rsidR="00734860">
        <w:rPr>
          <w:szCs w:val="20"/>
        </w:rPr>
        <w:t xml:space="preserve">, z.B. </w:t>
      </w:r>
      <w:r w:rsidR="000D6D6E">
        <w:rPr>
          <w:szCs w:val="20"/>
        </w:rPr>
        <w:t>Inspektion von Stromabnehmern im Schienenverkehr, Kontrolle von Endlosmaterialien in der Papierproduktion</w:t>
      </w:r>
      <w:r w:rsidR="001C7425">
        <w:rPr>
          <w:szCs w:val="20"/>
        </w:rPr>
        <w:t xml:space="preserve">, </w:t>
      </w:r>
      <w:r w:rsidR="000D6D6E">
        <w:rPr>
          <w:szCs w:val="20"/>
        </w:rPr>
        <w:t>Analyse von Bewegungsa</w:t>
      </w:r>
      <w:r w:rsidR="001C7425">
        <w:rPr>
          <w:szCs w:val="20"/>
        </w:rPr>
        <w:t xml:space="preserve">bläufen im Sportbereich oder </w:t>
      </w:r>
      <w:r w:rsidR="000D6D6E">
        <w:rPr>
          <w:szCs w:val="20"/>
        </w:rPr>
        <w:t xml:space="preserve">Prozessüberwachung. </w:t>
      </w:r>
      <w:r w:rsidR="00B041DE">
        <w:rPr>
          <w:szCs w:val="20"/>
        </w:rPr>
        <w:t>Erste Modelle sind noch in diesem Quartal verfügbar.</w:t>
      </w:r>
    </w:p>
    <w:p w14:paraId="10B524B3" w14:textId="51689E39" w:rsidR="00B041DE" w:rsidRDefault="001C7425" w:rsidP="00ED3A9A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Bildqualität kann dank der </w:t>
      </w:r>
      <w:r w:rsidR="00B041DE">
        <w:rPr>
          <w:szCs w:val="20"/>
        </w:rPr>
        <w:t>konfigurier</w:t>
      </w:r>
      <w:r>
        <w:rPr>
          <w:szCs w:val="20"/>
        </w:rPr>
        <w:t>baren JPEG-Kompressionsrate</w:t>
      </w:r>
      <w:r w:rsidR="00B041DE">
        <w:rPr>
          <w:szCs w:val="20"/>
        </w:rPr>
        <w:t xml:space="preserve"> i</w:t>
      </w:r>
      <w:bookmarkStart w:id="0" w:name="_GoBack"/>
      <w:bookmarkEnd w:id="0"/>
      <w:r w:rsidR="00B041DE">
        <w:rPr>
          <w:szCs w:val="20"/>
        </w:rPr>
        <w:t xml:space="preserve">ndividuell </w:t>
      </w:r>
      <w:r w:rsidR="00256DF0">
        <w:rPr>
          <w:szCs w:val="20"/>
        </w:rPr>
        <w:t xml:space="preserve">auf die Applikation </w:t>
      </w:r>
      <w:r w:rsidR="00B041DE">
        <w:rPr>
          <w:szCs w:val="20"/>
        </w:rPr>
        <w:t>abgestimmt werden. Eine Datenreduktion im Bereich 1:10 bis 1:20 ist möglich. Da die Bildkompression direkt im FPGA der Kamera erfolgt, wird das PC-basierte Bildverarbeitungssystem von rechenintensiven Algorithmen</w:t>
      </w:r>
      <w:r w:rsidR="00251317">
        <w:rPr>
          <w:szCs w:val="20"/>
        </w:rPr>
        <w:t xml:space="preserve"> zur Bildkompression entlastet. Dadurch können auch mehrere Kameras gleichzeitig von einem</w:t>
      </w:r>
      <w:r>
        <w:rPr>
          <w:szCs w:val="20"/>
        </w:rPr>
        <w:t xml:space="preserve"> PC</w:t>
      </w:r>
      <w:r w:rsidR="00251317">
        <w:rPr>
          <w:szCs w:val="20"/>
        </w:rPr>
        <w:t xml:space="preserve"> über einen Switch </w:t>
      </w:r>
      <w:r w:rsidR="0023488E">
        <w:rPr>
          <w:szCs w:val="20"/>
        </w:rPr>
        <w:t>genutzt</w:t>
      </w:r>
      <w:r w:rsidR="00251317">
        <w:rPr>
          <w:szCs w:val="20"/>
        </w:rPr>
        <w:t xml:space="preserve"> werden</w:t>
      </w:r>
      <w:r w:rsidR="00B041DE">
        <w:rPr>
          <w:szCs w:val="20"/>
        </w:rPr>
        <w:t xml:space="preserve">. </w:t>
      </w:r>
      <w:r>
        <w:rPr>
          <w:szCs w:val="20"/>
        </w:rPr>
        <w:t>Im Vergleich zur Übertragu</w:t>
      </w:r>
      <w:r w:rsidR="00251317">
        <w:rPr>
          <w:szCs w:val="20"/>
        </w:rPr>
        <w:t>ng und Speicherung</w:t>
      </w:r>
      <w:r>
        <w:rPr>
          <w:szCs w:val="20"/>
        </w:rPr>
        <w:t xml:space="preserve"> von Vollbildern </w:t>
      </w:r>
      <w:r w:rsidR="00734860">
        <w:rPr>
          <w:szCs w:val="20"/>
        </w:rPr>
        <w:t xml:space="preserve">profitieren Applikationen von </w:t>
      </w:r>
      <w:r w:rsidR="007D4082">
        <w:rPr>
          <w:szCs w:val="20"/>
        </w:rPr>
        <w:t>reduzierten Speicherplatzanforderungen und damit verbun</w:t>
      </w:r>
      <w:r w:rsidR="00734860">
        <w:rPr>
          <w:szCs w:val="20"/>
        </w:rPr>
        <w:t xml:space="preserve">denen </w:t>
      </w:r>
      <w:r w:rsidR="00AF0BC4">
        <w:rPr>
          <w:szCs w:val="20"/>
        </w:rPr>
        <w:t>Hardware-</w:t>
      </w:r>
      <w:r w:rsidR="00734860">
        <w:rPr>
          <w:szCs w:val="20"/>
        </w:rPr>
        <w:t>Einsparungen.</w:t>
      </w:r>
      <w:r w:rsidR="00B041DE">
        <w:rPr>
          <w:szCs w:val="20"/>
        </w:rPr>
        <w:t xml:space="preserve"> </w:t>
      </w:r>
    </w:p>
    <w:p w14:paraId="6BD79A16" w14:textId="1BB763A7" w:rsidR="000D6D6E" w:rsidRDefault="004C1DD4" w:rsidP="007945D7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</w:t>
      </w:r>
      <w:r w:rsidR="00ED3A9A">
        <w:rPr>
          <w:szCs w:val="20"/>
        </w:rPr>
        <w:t>fünf</w:t>
      </w:r>
      <w:r>
        <w:rPr>
          <w:szCs w:val="20"/>
        </w:rPr>
        <w:t xml:space="preserve"> neue</w:t>
      </w:r>
      <w:r w:rsidR="006C2A1E">
        <w:rPr>
          <w:szCs w:val="20"/>
        </w:rPr>
        <w:t>n Modelle mit Auflösungen von 0,</w:t>
      </w:r>
      <w:r>
        <w:rPr>
          <w:szCs w:val="20"/>
        </w:rPr>
        <w:t xml:space="preserve">5 MP bis 9 MP verfügen über aktuellste </w:t>
      </w:r>
      <w:r w:rsidRPr="00D6133D">
        <w:rPr>
          <w:i/>
          <w:szCs w:val="20"/>
        </w:rPr>
        <w:t>Sony Pregius</w:t>
      </w:r>
      <w:r>
        <w:rPr>
          <w:szCs w:val="20"/>
        </w:rPr>
        <w:t xml:space="preserve"> CMOS-Sensoren</w:t>
      </w:r>
      <w:r w:rsidR="00ED3A9A">
        <w:rPr>
          <w:szCs w:val="20"/>
        </w:rPr>
        <w:t xml:space="preserve"> </w:t>
      </w:r>
      <w:r w:rsidR="007D4082">
        <w:rPr>
          <w:szCs w:val="20"/>
        </w:rPr>
        <w:t xml:space="preserve">der </w:t>
      </w:r>
      <w:r w:rsidR="00251317">
        <w:rPr>
          <w:szCs w:val="20"/>
        </w:rPr>
        <w:t xml:space="preserve">2. und </w:t>
      </w:r>
      <w:r w:rsidR="007D4082">
        <w:rPr>
          <w:szCs w:val="20"/>
        </w:rPr>
        <w:t xml:space="preserve">3. Generation </w:t>
      </w:r>
      <w:r w:rsidR="00ED3A9A">
        <w:rPr>
          <w:szCs w:val="20"/>
        </w:rPr>
        <w:t>und bieten mit einer Pixelgrösse von bis zu 9 µm eine sehr hohe Empfindlichkeit.</w:t>
      </w:r>
      <w:r w:rsidR="00ED3A9A" w:rsidRPr="00ED3A9A">
        <w:rPr>
          <w:szCs w:val="20"/>
        </w:rPr>
        <w:t xml:space="preserve"> </w:t>
      </w:r>
      <w:r w:rsidR="000E1A90">
        <w:rPr>
          <w:szCs w:val="20"/>
        </w:rPr>
        <w:t>Kurze</w:t>
      </w:r>
      <w:r w:rsidR="00251317">
        <w:rPr>
          <w:szCs w:val="20"/>
        </w:rPr>
        <w:t xml:space="preserve"> Belichtungszeit von bis zu 1µs </w:t>
      </w:r>
      <w:r w:rsidR="000E1A90">
        <w:rPr>
          <w:szCs w:val="20"/>
        </w:rPr>
        <w:t xml:space="preserve">sind </w:t>
      </w:r>
      <w:r w:rsidR="00251317">
        <w:rPr>
          <w:szCs w:val="20"/>
        </w:rPr>
        <w:t xml:space="preserve">vor allem </w:t>
      </w:r>
      <w:r w:rsidR="00C308C3">
        <w:rPr>
          <w:szCs w:val="20"/>
        </w:rPr>
        <w:t xml:space="preserve">für </w:t>
      </w:r>
      <w:r w:rsidR="00251317">
        <w:rPr>
          <w:szCs w:val="20"/>
        </w:rPr>
        <w:t xml:space="preserve">die Erfassung von sehr schnellen </w:t>
      </w:r>
      <w:r w:rsidR="004A7216">
        <w:rPr>
          <w:szCs w:val="20"/>
        </w:rPr>
        <w:t>Bewegungen</w:t>
      </w:r>
      <w:r w:rsidR="00C308C3">
        <w:rPr>
          <w:szCs w:val="20"/>
        </w:rPr>
        <w:t xml:space="preserve"> vorteilhaft</w:t>
      </w:r>
      <w:r w:rsidR="004A7216">
        <w:rPr>
          <w:szCs w:val="20"/>
        </w:rPr>
        <w:t>.</w:t>
      </w:r>
      <w:r w:rsidR="00251317">
        <w:rPr>
          <w:szCs w:val="20"/>
        </w:rPr>
        <w:t xml:space="preserve"> </w:t>
      </w:r>
      <w:r w:rsidR="00ED3A9A">
        <w:rPr>
          <w:szCs w:val="20"/>
        </w:rPr>
        <w:t>Die auss</w:t>
      </w:r>
      <w:r w:rsidR="00ED3A9A" w:rsidRPr="00DB41DB">
        <w:rPr>
          <w:szCs w:val="20"/>
        </w:rPr>
        <w:t xml:space="preserve">ergewöhnlich hohe Bildqualität mit </w:t>
      </w:r>
      <w:r w:rsidR="007D4082">
        <w:rPr>
          <w:szCs w:val="20"/>
        </w:rPr>
        <w:t xml:space="preserve">geringem Rauschen </w:t>
      </w:r>
      <w:r w:rsidR="00ED3A9A" w:rsidRPr="00DB41DB">
        <w:rPr>
          <w:szCs w:val="20"/>
        </w:rPr>
        <w:t xml:space="preserve">vereinfacht </w:t>
      </w:r>
      <w:r w:rsidR="007D4082">
        <w:rPr>
          <w:szCs w:val="20"/>
        </w:rPr>
        <w:t>die</w:t>
      </w:r>
      <w:r w:rsidR="00ED3A9A" w:rsidRPr="00DB41DB">
        <w:rPr>
          <w:szCs w:val="20"/>
        </w:rPr>
        <w:t xml:space="preserve"> </w:t>
      </w:r>
      <w:r w:rsidR="004A7216">
        <w:rPr>
          <w:szCs w:val="20"/>
        </w:rPr>
        <w:t>sichere</w:t>
      </w:r>
      <w:r w:rsidR="00ED3A9A" w:rsidRPr="00DB41DB">
        <w:rPr>
          <w:szCs w:val="20"/>
        </w:rPr>
        <w:t xml:space="preserve"> Bildauswertung auch bei schwierigen Bedingungen</w:t>
      </w:r>
      <w:r w:rsidR="00ED3A9A">
        <w:rPr>
          <w:szCs w:val="20"/>
        </w:rPr>
        <w:t>, z.B.</w:t>
      </w:r>
      <w:r w:rsidR="007D4082">
        <w:rPr>
          <w:szCs w:val="20"/>
        </w:rPr>
        <w:t xml:space="preserve"> bei der </w:t>
      </w:r>
      <w:r w:rsidR="00ED3A9A">
        <w:rPr>
          <w:szCs w:val="20"/>
        </w:rPr>
        <w:t xml:space="preserve">Bewegungsanalyse </w:t>
      </w:r>
      <w:r w:rsidR="004A7216">
        <w:rPr>
          <w:szCs w:val="20"/>
        </w:rPr>
        <w:t>im Hallens</w:t>
      </w:r>
      <w:r w:rsidR="007D4082">
        <w:rPr>
          <w:szCs w:val="20"/>
        </w:rPr>
        <w:t xml:space="preserve">port </w:t>
      </w:r>
      <w:r w:rsidR="00ED3A9A">
        <w:rPr>
          <w:szCs w:val="20"/>
        </w:rPr>
        <w:t>mit</w:t>
      </w:r>
      <w:r w:rsidR="007D4082">
        <w:rPr>
          <w:szCs w:val="20"/>
        </w:rPr>
        <w:t xml:space="preserve"> </w:t>
      </w:r>
      <w:r w:rsidR="004A7216">
        <w:rPr>
          <w:szCs w:val="20"/>
        </w:rPr>
        <w:t xml:space="preserve">reduzierter </w:t>
      </w:r>
      <w:r w:rsidR="00ED3A9A">
        <w:rPr>
          <w:szCs w:val="20"/>
        </w:rPr>
        <w:t>Beleuchtung</w:t>
      </w:r>
      <w:r w:rsidR="004A7216">
        <w:rPr>
          <w:szCs w:val="20"/>
        </w:rPr>
        <w:t>sintensität</w:t>
      </w:r>
      <w:r w:rsidR="00ED3A9A" w:rsidRPr="00DB41DB">
        <w:rPr>
          <w:szCs w:val="20"/>
        </w:rPr>
        <w:t>.</w:t>
      </w:r>
      <w:r w:rsidR="00ED3A9A" w:rsidRPr="00ED3A9A">
        <w:t xml:space="preserve"> </w:t>
      </w:r>
    </w:p>
    <w:p w14:paraId="41E9A812" w14:textId="32DB0D27" w:rsidR="004A7216" w:rsidRPr="00681ACC" w:rsidRDefault="007945D7" w:rsidP="007945D7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10 GigE Modelle der LX-Serie sind die ideale Wahl für </w:t>
      </w:r>
      <w:r w:rsidRPr="000A283B">
        <w:rPr>
          <w:szCs w:val="20"/>
        </w:rPr>
        <w:t>anspruchsvolle Inspektionsaufgaben, die gleichzeitig hohe Anforderungen an die Detailgenauigkeit</w:t>
      </w:r>
      <w:r>
        <w:rPr>
          <w:szCs w:val="20"/>
        </w:rPr>
        <w:t xml:space="preserve"> der Bilderfassung und den Durchsatz stellen. Ihr robustes industrielles Design widersteht mechanischen Belastungen und stellt eine zuverlässige Bildverarbeitung sicher. Die Kameras verfügen über vier optoentkoppelte Power-Ausgänge mit Pulsbreitenmodulation und einer Ausgangsleistung von bis zu 120 W (max. 48 V / 2,5 A) zur direkten </w:t>
      </w:r>
      <w:r>
        <w:rPr>
          <w:szCs w:val="20"/>
        </w:rPr>
        <w:lastRenderedPageBreak/>
        <w:t>Ansteuerung von Beleuchtungen ohne externen Controller. Dank optionalem patentierten Tube-System bieten die Kameras</w:t>
      </w:r>
      <w:r w:rsidRPr="00236DC3">
        <w:rPr>
          <w:szCs w:val="20"/>
        </w:rPr>
        <w:t xml:space="preserve"> </w:t>
      </w:r>
      <w:r>
        <w:rPr>
          <w:szCs w:val="20"/>
        </w:rPr>
        <w:t>Schutzart IP 65 und IP 67 ganz ohne externe Gehäuse. Ausgestattet mit Precision Time Protocol (PTP) nach IEEE 1588 Standard, unterstützen die LXT-Modelle zudem eine präzise Zeitsynchronisation in Ethernet-Netzwerken.</w:t>
      </w:r>
      <w:r w:rsidR="004A7216">
        <w:rPr>
          <w:szCs w:val="20"/>
        </w:rPr>
        <w:t xml:space="preserve"> Durch die flexible Ansteuerung von Objektiven mit Flüssiglinsen kann einfach auf variierende Arbeitsabstände reagiert werden. Die integrierte HDR-Funktion erleichtert </w:t>
      </w:r>
      <w:r w:rsidR="00681ACC">
        <w:rPr>
          <w:szCs w:val="20"/>
        </w:rPr>
        <w:t xml:space="preserve">auch unter schwierigen Beleuchtungsverhältnissen wie im Außenbereich </w:t>
      </w:r>
      <w:r w:rsidR="004A7216">
        <w:rPr>
          <w:szCs w:val="20"/>
        </w:rPr>
        <w:t>eine</w:t>
      </w:r>
      <w:r w:rsidR="00681ACC">
        <w:rPr>
          <w:szCs w:val="20"/>
        </w:rPr>
        <w:t xml:space="preserve"> stabile</w:t>
      </w:r>
      <w:r w:rsidR="004A7216">
        <w:rPr>
          <w:szCs w:val="20"/>
        </w:rPr>
        <w:t xml:space="preserve"> Bilderfassung.</w:t>
      </w:r>
    </w:p>
    <w:p w14:paraId="765DA60E" w14:textId="09CCC21F" w:rsidR="007945D7" w:rsidRP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unter</w:t>
      </w:r>
      <w:r w:rsidRPr="00DE2BB7">
        <w:rPr>
          <w:szCs w:val="20"/>
          <w:lang w:val="de-DE"/>
        </w:rPr>
        <w:t xml:space="preserve">: </w:t>
      </w:r>
      <w:r w:rsidR="007945D7">
        <w:rPr>
          <w:szCs w:val="20"/>
          <w:lang w:val="de-DE"/>
        </w:rPr>
        <w:t>https://</w:t>
      </w:r>
      <w:r w:rsidR="007945D7">
        <w:t>www.baumer.com/cameras/LXT</w:t>
      </w:r>
    </w:p>
    <w:p w14:paraId="6E2203D8" w14:textId="069C9E8D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4C1DD4">
        <w:rPr>
          <w:szCs w:val="20"/>
        </w:rPr>
        <w:t xml:space="preserve">Die </w:t>
      </w:r>
      <w:proofErr w:type="spellStart"/>
      <w:r w:rsidR="004C1DD4">
        <w:rPr>
          <w:szCs w:val="20"/>
        </w:rPr>
        <w:t>High-speed</w:t>
      </w:r>
      <w:proofErr w:type="spellEnd"/>
      <w:r w:rsidR="004C1DD4">
        <w:rPr>
          <w:szCs w:val="20"/>
        </w:rPr>
        <w:t xml:space="preserve"> LXT-Kameras mit integrierter JPEG-Bildkompression </w:t>
      </w:r>
      <w:r w:rsidR="004C1DD4">
        <w:rPr>
          <w:szCs w:val="20"/>
          <w:lang w:val="de-DE"/>
        </w:rPr>
        <w:t>sparen Bandbreite, CPU-Last und Speicherplatz für einen vereinfachten und kostengünstigen Systemaufbau.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2D21FA72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14007C">
        <w:rPr>
          <w:sz w:val="16"/>
          <w:szCs w:val="16"/>
        </w:rPr>
        <w:t>. 3200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10305C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10305C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791E293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0305C">
      <w:rPr>
        <w:noProof/>
      </w:rPr>
      <w:t>19.08.2020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0096E206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0305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0305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79A519BF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0305C">
      <w:rPr>
        <w:noProof/>
      </w:rPr>
      <w:t>19.08.2020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0A04"/>
    <w:rsid w:val="000A0BBA"/>
    <w:rsid w:val="000A283B"/>
    <w:rsid w:val="000B2498"/>
    <w:rsid w:val="000B4DDB"/>
    <w:rsid w:val="000C2765"/>
    <w:rsid w:val="000C5EC5"/>
    <w:rsid w:val="000C7D58"/>
    <w:rsid w:val="000D2871"/>
    <w:rsid w:val="000D51A0"/>
    <w:rsid w:val="000D6D6E"/>
    <w:rsid w:val="000E0DEF"/>
    <w:rsid w:val="000E1A7A"/>
    <w:rsid w:val="000E1A90"/>
    <w:rsid w:val="000E1AF9"/>
    <w:rsid w:val="000F1715"/>
    <w:rsid w:val="000F244F"/>
    <w:rsid w:val="000F5BCB"/>
    <w:rsid w:val="000F5C39"/>
    <w:rsid w:val="000F6DFA"/>
    <w:rsid w:val="001028EE"/>
    <w:rsid w:val="0010305C"/>
    <w:rsid w:val="00106CC0"/>
    <w:rsid w:val="00107B0E"/>
    <w:rsid w:val="00110207"/>
    <w:rsid w:val="00114804"/>
    <w:rsid w:val="00116193"/>
    <w:rsid w:val="0013610C"/>
    <w:rsid w:val="0013782A"/>
    <w:rsid w:val="0014007C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A7935"/>
    <w:rsid w:val="001B283A"/>
    <w:rsid w:val="001B449B"/>
    <w:rsid w:val="001C167E"/>
    <w:rsid w:val="001C3DA0"/>
    <w:rsid w:val="001C64DC"/>
    <w:rsid w:val="001C7425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88E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1317"/>
    <w:rsid w:val="002532F4"/>
    <w:rsid w:val="002551A0"/>
    <w:rsid w:val="002553DB"/>
    <w:rsid w:val="00256DF0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B09E9"/>
    <w:rsid w:val="002B3303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5043E"/>
    <w:rsid w:val="0036354F"/>
    <w:rsid w:val="003637E1"/>
    <w:rsid w:val="00364E48"/>
    <w:rsid w:val="00373B27"/>
    <w:rsid w:val="003853BF"/>
    <w:rsid w:val="00385C40"/>
    <w:rsid w:val="00387478"/>
    <w:rsid w:val="00392B64"/>
    <w:rsid w:val="0039457A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45A"/>
    <w:rsid w:val="00460581"/>
    <w:rsid w:val="0046546C"/>
    <w:rsid w:val="00466EE5"/>
    <w:rsid w:val="0046774D"/>
    <w:rsid w:val="00467B58"/>
    <w:rsid w:val="0047121C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A7216"/>
    <w:rsid w:val="004B5351"/>
    <w:rsid w:val="004B6E88"/>
    <w:rsid w:val="004C0D8C"/>
    <w:rsid w:val="004C115C"/>
    <w:rsid w:val="004C1DD4"/>
    <w:rsid w:val="004C49C5"/>
    <w:rsid w:val="004D2A71"/>
    <w:rsid w:val="004E166E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33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2A93"/>
    <w:rsid w:val="00674314"/>
    <w:rsid w:val="006746E5"/>
    <w:rsid w:val="00681ACC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7F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58AA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900"/>
    <w:rsid w:val="007F2B0C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D6BE8"/>
    <w:rsid w:val="008E3716"/>
    <w:rsid w:val="008E6D89"/>
    <w:rsid w:val="008F07A3"/>
    <w:rsid w:val="008F0908"/>
    <w:rsid w:val="008F3F87"/>
    <w:rsid w:val="00903B1F"/>
    <w:rsid w:val="00915866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434"/>
    <w:rsid w:val="00983CE2"/>
    <w:rsid w:val="00991F73"/>
    <w:rsid w:val="00994C3F"/>
    <w:rsid w:val="00994F21"/>
    <w:rsid w:val="00995358"/>
    <w:rsid w:val="009A4297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2C95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77EA5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20A"/>
    <w:rsid w:val="00B122D8"/>
    <w:rsid w:val="00B1271D"/>
    <w:rsid w:val="00B12B3E"/>
    <w:rsid w:val="00B179CB"/>
    <w:rsid w:val="00B21EDA"/>
    <w:rsid w:val="00B25A26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34AC"/>
    <w:rsid w:val="00BE601A"/>
    <w:rsid w:val="00BF1295"/>
    <w:rsid w:val="00BF27CE"/>
    <w:rsid w:val="00BF6635"/>
    <w:rsid w:val="00C0095C"/>
    <w:rsid w:val="00C00EC5"/>
    <w:rsid w:val="00C021A7"/>
    <w:rsid w:val="00C02466"/>
    <w:rsid w:val="00C04838"/>
    <w:rsid w:val="00C07219"/>
    <w:rsid w:val="00C219BD"/>
    <w:rsid w:val="00C242C0"/>
    <w:rsid w:val="00C308C3"/>
    <w:rsid w:val="00C325B6"/>
    <w:rsid w:val="00C34061"/>
    <w:rsid w:val="00C36E7E"/>
    <w:rsid w:val="00C4156D"/>
    <w:rsid w:val="00C45B61"/>
    <w:rsid w:val="00C45E0B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22B3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E01409"/>
    <w:rsid w:val="00E04F73"/>
    <w:rsid w:val="00E1420B"/>
    <w:rsid w:val="00E1639A"/>
    <w:rsid w:val="00E3516B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D3A9A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6F90"/>
    <w:rsid w:val="00FB72E6"/>
    <w:rsid w:val="00FC4944"/>
    <w:rsid w:val="00FC4BD1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2B7D"/>
    <w:rsid w:val="00FF3763"/>
    <w:rsid w:val="00FF39F1"/>
    <w:rsid w:val="00FF3BB6"/>
    <w:rsid w:val="00FF4791"/>
    <w:rsid w:val="00FF48CC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01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0E1446-83CE-48CE-9022-7458851C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6A49D28E.dotm</Template>
  <TotalTime>0</TotalTime>
  <Pages>2</Pages>
  <Words>584</Words>
  <Characters>4390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4965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4</cp:revision>
  <cp:lastPrinted>2015-02-06T10:33:00Z</cp:lastPrinted>
  <dcterms:created xsi:type="dcterms:W3CDTF">2020-08-19T09:34:00Z</dcterms:created>
  <dcterms:modified xsi:type="dcterms:W3CDTF">2020-09-01T08:53:00Z</dcterms:modified>
</cp:coreProperties>
</file>