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461A7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461A76">
        <w:rPr>
          <w:sz w:val="44"/>
        </w:rPr>
        <w:t>Presse-Information</w:t>
      </w:r>
    </w:p>
    <w:p w:rsidR="00812F6F" w:rsidRPr="00461A76" w:rsidRDefault="00812F6F" w:rsidP="00812F6F">
      <w:pPr>
        <w:pStyle w:val="BaumerFliesstext"/>
      </w:pPr>
    </w:p>
    <w:p w:rsidR="00812F6F" w:rsidRPr="00461A76" w:rsidRDefault="00812F6F" w:rsidP="00812F6F">
      <w:pPr>
        <w:pStyle w:val="BaumerFliesstext"/>
      </w:pPr>
    </w:p>
    <w:p w:rsidR="00825438" w:rsidRDefault="00461A76" w:rsidP="00503726">
      <w:pPr>
        <w:spacing w:before="240" w:line="360" w:lineRule="auto"/>
        <w:rPr>
          <w:b/>
          <w:bCs/>
          <w:iCs/>
          <w:kern w:val="20"/>
          <w:sz w:val="28"/>
          <w:szCs w:val="28"/>
        </w:rPr>
      </w:pPr>
      <w:r w:rsidRPr="00461A76">
        <w:rPr>
          <w:b/>
          <w:bCs/>
          <w:iCs/>
          <w:kern w:val="20"/>
          <w:sz w:val="28"/>
          <w:szCs w:val="28"/>
        </w:rPr>
        <w:t>Extrem zuverlässig auch bei schwierigen Objekten – O200 Miniatursensoren</w:t>
      </w:r>
    </w:p>
    <w:p w:rsidR="00503726" w:rsidRPr="00461A76" w:rsidRDefault="00503726" w:rsidP="00461A76"/>
    <w:p w:rsidR="00461A76" w:rsidRPr="00A73D1E" w:rsidRDefault="003C6FB2" w:rsidP="00A73D1E">
      <w:pPr>
        <w:spacing w:after="240" w:line="36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83.15pt;margin-top:4.75pt;width:211.65pt;height:155.25pt;z-index:251661312;mso-position-horizontal-relative:text;mso-position-vertical-relative:text;mso-width-relative:page;mso-height-relative:page">
            <v:imagedata r:id="rId12" o:title="PR_Zchn-6884-1"/>
          </v:shape>
        </w:pict>
      </w:r>
      <w:r w:rsidR="00825438" w:rsidRPr="00461A76">
        <w:rPr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755E2E" wp14:editId="2EAAC934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5438" w:rsidRPr="006A07F7" w:rsidRDefault="00825438" w:rsidP="0082543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286.6pt;margin-top:14.3pt;width:194.9pt;height:141.95pt;z-index:251659264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">
                <v:shape id="Grafik 6" o:spid="_x0000_s1027" type="#_x0000_t75" style="position:absolute;width:24757;height:18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+YJ7DAAAA2gAAAA8AAABkcnMvZG93bnJldi54bWxEj8FqwzAQRO+B/oPYQi6hkVNoCI7lUAqB&#10;HEpLHR963Fgby8RaGUlxnL+vCoUeh5l5wxS7yfZiJB86xwpWywwEceN0x62C+rh/2oAIEVlj75gU&#10;3CnArnyYFZhrd+MvGqvYigThkKMCE+OQSxkaQxbD0g3EyTs7bzEm6VupPd4S3PbyOcvW0mLHacHg&#10;QG+Gmkt1tQo2YRgX3/7FdVV1MuHjvR7lZ63U/HF63YKINMX/8F/7oBWs4fdKugGy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L5gnsMAAADaAAAADwAAAAAAAAAAAAAAAACf&#10;AgAAZHJzL2Rvd25yZXYueG1sUEsFBgAAAAAEAAQA9wAAAI8D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:rsidR="00825438" w:rsidRPr="006A07F7" w:rsidRDefault="00825438" w:rsidP="00825438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062EE">
        <w:rPr>
          <w:szCs w:val="20"/>
        </w:rPr>
        <w:t>(21</w:t>
      </w:r>
      <w:r w:rsidR="00461A76" w:rsidRPr="00461A76">
        <w:rPr>
          <w:szCs w:val="20"/>
        </w:rPr>
        <w:t>.05.2019</w:t>
      </w:r>
      <w:r w:rsidR="00825438" w:rsidRPr="00461A76">
        <w:rPr>
          <w:szCs w:val="20"/>
        </w:rPr>
        <w:t xml:space="preserve">)  </w:t>
      </w:r>
      <w:r w:rsidR="00461A76" w:rsidRPr="00461A76">
        <w:rPr>
          <w:szCs w:val="20"/>
        </w:rPr>
        <w:t xml:space="preserve">Die optischen O200 Miniatursensoren von Baumer </w:t>
      </w:r>
      <w:r w:rsidR="00461A76">
        <w:rPr>
          <w:szCs w:val="20"/>
        </w:rPr>
        <w:t>mit IO-Link</w:t>
      </w:r>
      <w:r w:rsidR="00B13551">
        <w:rPr>
          <w:szCs w:val="20"/>
        </w:rPr>
        <w:t>-</w:t>
      </w:r>
      <w:r w:rsidR="00461A76">
        <w:rPr>
          <w:szCs w:val="20"/>
        </w:rPr>
        <w:t xml:space="preserve">Schnittstelle </w:t>
      </w:r>
      <w:r w:rsidR="00503726">
        <w:rPr>
          <w:szCs w:val="20"/>
        </w:rPr>
        <w:t xml:space="preserve">erkennen selbst anspruchsvolle Objekte in </w:t>
      </w:r>
      <w:r w:rsidR="00461A76" w:rsidRPr="00461A76">
        <w:rPr>
          <w:szCs w:val="20"/>
        </w:rPr>
        <w:t>beengten Bauräumen. Mit ihrer einzigartigen Fremdlichtsicherheit und ihren präzisen, reproduzierbaren und farbunabhängigen Schaltabstände</w:t>
      </w:r>
      <w:r w:rsidR="00B13551">
        <w:rPr>
          <w:szCs w:val="20"/>
        </w:rPr>
        <w:t>n</w:t>
      </w:r>
      <w:r w:rsidR="00461A76" w:rsidRPr="00461A76">
        <w:rPr>
          <w:szCs w:val="20"/>
        </w:rPr>
        <w:t xml:space="preserve"> biete</w:t>
      </w:r>
      <w:r w:rsidR="00C05099">
        <w:rPr>
          <w:szCs w:val="20"/>
        </w:rPr>
        <w:t>t das umfangreiche Portfolio</w:t>
      </w:r>
      <w:r w:rsidR="00461A76" w:rsidRPr="00461A76">
        <w:rPr>
          <w:szCs w:val="20"/>
        </w:rPr>
        <w:t xml:space="preserve"> absolute Zuverlässigkeit auch </w:t>
      </w:r>
      <w:r w:rsidR="009B42C3">
        <w:rPr>
          <w:szCs w:val="20"/>
        </w:rPr>
        <w:t>unter erschwerten Bedingungen.</w:t>
      </w:r>
    </w:p>
    <w:p w:rsidR="00A73D1E" w:rsidRPr="00461A76" w:rsidRDefault="00A73D1E" w:rsidP="00503726">
      <w:pPr>
        <w:spacing w:after="240" w:line="360" w:lineRule="auto"/>
        <w:rPr>
          <w:szCs w:val="20"/>
        </w:rPr>
      </w:pPr>
      <w:r w:rsidRPr="00FE0E1D">
        <w:t>Die O200 Reflexion</w:t>
      </w:r>
      <w:r w:rsidR="003C6FB2">
        <w:t>s</w:t>
      </w:r>
      <w:bookmarkStart w:id="0" w:name="_GoBack"/>
      <w:bookmarkEnd w:id="0"/>
      <w:r w:rsidRPr="00FE0E1D">
        <w:t xml:space="preserve">-Lichtschranken mit Hintergrundausblendung sind die Besten </w:t>
      </w:r>
      <w:r w:rsidR="00B13551">
        <w:t>i</w:t>
      </w:r>
      <w:r w:rsidRPr="00FE0E1D">
        <w:t>hrer Klasse</w:t>
      </w:r>
      <w:r w:rsidR="00C05099">
        <w:t xml:space="preserve">. Sie </w:t>
      </w:r>
      <w:r w:rsidRPr="00FE0E1D">
        <w:t xml:space="preserve">bieten Fremdlichtsicherheit ohne Geschwindigkeitsverlust. Dank erhöhter Funktionsreserven erreichen sie eine einzigartige Reichweite von 120 mm </w:t>
      </w:r>
      <w:r w:rsidR="009B42C3">
        <w:t>auch auf</w:t>
      </w:r>
      <w:r w:rsidRPr="00FE0E1D">
        <w:t xml:space="preserve"> </w:t>
      </w:r>
      <w:r w:rsidR="009B42C3">
        <w:t xml:space="preserve">dunkelste und glänzende </w:t>
      </w:r>
      <w:r w:rsidRPr="00FE0E1D">
        <w:t>Objekte wie z.B. Handygehäuse. O200-Varianten mit V-Optik verfügen über einen fokussierten</w:t>
      </w:r>
      <w:r w:rsidR="009B42C3">
        <w:t xml:space="preserve">, zum Empfänger hin abgewinkelten </w:t>
      </w:r>
      <w:r w:rsidRPr="00FE0E1D">
        <w:t xml:space="preserve">Lichtstrahl mit nur </w:t>
      </w:r>
      <w:r w:rsidR="009B42C3">
        <w:t>1</w:t>
      </w:r>
      <w:r w:rsidRPr="00FE0E1D">
        <w:t>,2 mm Durchmesser. So können</w:t>
      </w:r>
      <w:r w:rsidR="009B42C3">
        <w:t xml:space="preserve"> nebst kleinsten Objekten auch</w:t>
      </w:r>
      <w:r w:rsidRPr="00FE0E1D">
        <w:t xml:space="preserve"> glänzende oder transparente Objekte wie beispielsweise Ampullen in der Laborautomation problemlos erfasst werden. Für extrem kompakte Maschinendesigns</w:t>
      </w:r>
      <w:r w:rsidR="009B42C3">
        <w:t>,</w:t>
      </w:r>
      <w:r w:rsidRPr="00FE0E1D">
        <w:t xml:space="preserve"> wie sie z.B. in sehr teuren Reinraumumgebungen notwendig sind, stellen die O200 </w:t>
      </w:r>
      <w:r w:rsidRPr="008C680B">
        <w:rPr>
          <w:i/>
        </w:rPr>
        <w:t>SmartReflec</w:t>
      </w:r>
      <w:r w:rsidR="008C680B">
        <w:rPr>
          <w:i/>
        </w:rPr>
        <w:t>t</w:t>
      </w:r>
      <w:r w:rsidRPr="00FE0E1D">
        <w:t xml:space="preserve">-Lichtschranken die optimale Lösung dar. Sie bieten die Zuverlässigkeit einer Lichtschranke aber ohne die </w:t>
      </w:r>
      <w:r w:rsidR="00271B26">
        <w:t>Notwendigkeit</w:t>
      </w:r>
      <w:r w:rsidR="00271B26" w:rsidRPr="00FE0E1D">
        <w:t xml:space="preserve"> </w:t>
      </w:r>
      <w:r w:rsidRPr="00FE0E1D">
        <w:t>eines Reflektors</w:t>
      </w:r>
      <w:r w:rsidR="00271B26">
        <w:t xml:space="preserve"> oder separaten Empfängers</w:t>
      </w:r>
      <w:r w:rsidRPr="00FE0E1D">
        <w:t xml:space="preserve"> - und das bei einer Reichweite von bis zu 180 mm. Für grössere </w:t>
      </w:r>
      <w:r w:rsidR="009B42C3">
        <w:t>Distanzen</w:t>
      </w:r>
      <w:r w:rsidR="009B42C3" w:rsidRPr="00FE0E1D">
        <w:t xml:space="preserve"> </w:t>
      </w:r>
      <w:r w:rsidRPr="00FE0E1D">
        <w:t>bietet das Portfolio Reflexions-Lichtschranken bis vier Meter und Einweg-Lichtschranken mit bis zu sechs Meter Reichweite.</w:t>
      </w:r>
    </w:p>
    <w:p w:rsidR="00825438" w:rsidRPr="00461A76" w:rsidRDefault="00825438" w:rsidP="00461A76">
      <w:pPr>
        <w:pStyle w:val="BaumerFliesstext"/>
        <w:spacing w:before="240" w:line="360" w:lineRule="auto"/>
        <w:rPr>
          <w:szCs w:val="20"/>
        </w:rPr>
      </w:pPr>
      <w:r w:rsidRPr="00461A76">
        <w:rPr>
          <w:szCs w:val="20"/>
        </w:rPr>
        <w:t>Weitere Informationen: www.baumer.com/</w:t>
      </w:r>
      <w:r w:rsidR="00461A76" w:rsidRPr="00461A76">
        <w:rPr>
          <w:szCs w:val="20"/>
        </w:rPr>
        <w:t>O200</w:t>
      </w:r>
    </w:p>
    <w:p w:rsidR="009371DC" w:rsidRPr="00461A76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461A76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461A76">
        <w:rPr>
          <w:szCs w:val="20"/>
        </w:rPr>
        <w:t>Bild:</w:t>
      </w:r>
      <w:r w:rsidR="00D73B0B" w:rsidRPr="00461A76">
        <w:rPr>
          <w:iCs/>
          <w:szCs w:val="20"/>
        </w:rPr>
        <w:t xml:space="preserve"> </w:t>
      </w:r>
      <w:r w:rsidR="00750000">
        <w:rPr>
          <w:szCs w:val="20"/>
        </w:rPr>
        <w:t>Egal ob glänzend</w:t>
      </w:r>
      <w:r w:rsidR="00B13551">
        <w:rPr>
          <w:szCs w:val="20"/>
        </w:rPr>
        <w:t>e</w:t>
      </w:r>
      <w:r w:rsidR="00750000">
        <w:rPr>
          <w:szCs w:val="20"/>
        </w:rPr>
        <w:t>, transparent</w:t>
      </w:r>
      <w:r w:rsidR="00B13551">
        <w:rPr>
          <w:szCs w:val="20"/>
        </w:rPr>
        <w:t>e</w:t>
      </w:r>
      <w:r w:rsidR="00750000">
        <w:rPr>
          <w:szCs w:val="20"/>
        </w:rPr>
        <w:t xml:space="preserve"> oder spiegelnd</w:t>
      </w:r>
      <w:r w:rsidR="008F165C">
        <w:rPr>
          <w:szCs w:val="20"/>
        </w:rPr>
        <w:t xml:space="preserve">e Objekte, </w:t>
      </w:r>
      <w:r w:rsidR="00750000">
        <w:rPr>
          <w:szCs w:val="20"/>
        </w:rPr>
        <w:t>O200 Sensoren bieten höchste Detektionssicherheit</w:t>
      </w:r>
    </w:p>
    <w:p w:rsidR="00454D57" w:rsidRPr="00461A76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461A76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461A76">
        <w:rPr>
          <w:sz w:val="16"/>
          <w:szCs w:val="16"/>
        </w:rPr>
        <w:t>Anzahl Zeichen (mit Leer</w:t>
      </w:r>
      <w:r w:rsidR="00874ECF" w:rsidRPr="00461A76">
        <w:rPr>
          <w:sz w:val="16"/>
          <w:szCs w:val="16"/>
        </w:rPr>
        <w:t>zeichen</w:t>
      </w:r>
      <w:r w:rsidRPr="00461A76">
        <w:rPr>
          <w:sz w:val="16"/>
          <w:szCs w:val="16"/>
        </w:rPr>
        <w:t>): ca.</w:t>
      </w:r>
      <w:r w:rsidR="000C2765" w:rsidRPr="00461A76">
        <w:rPr>
          <w:sz w:val="16"/>
          <w:szCs w:val="16"/>
        </w:rPr>
        <w:t xml:space="preserve"> </w:t>
      </w:r>
      <w:r w:rsidR="0023202A" w:rsidRPr="00461A76">
        <w:rPr>
          <w:sz w:val="16"/>
          <w:szCs w:val="16"/>
        </w:rPr>
        <w:t>XXXX</w:t>
      </w:r>
      <w:r w:rsidR="004F726A" w:rsidRPr="00461A76">
        <w:rPr>
          <w:sz w:val="16"/>
          <w:szCs w:val="16"/>
        </w:rPr>
        <w:t xml:space="preserve"> </w:t>
      </w:r>
    </w:p>
    <w:p w:rsidR="00D73B0B" w:rsidRPr="00461A76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461A76">
        <w:rPr>
          <w:sz w:val="16"/>
          <w:szCs w:val="16"/>
        </w:rPr>
        <w:t xml:space="preserve">Text und Bild Download unter: </w:t>
      </w:r>
      <w:hyperlink r:id="rId15" w:history="1">
        <w:r w:rsidRPr="00461A76">
          <w:rPr>
            <w:rStyle w:val="Hyperlink"/>
            <w:b/>
            <w:sz w:val="16"/>
            <w:szCs w:val="16"/>
          </w:rPr>
          <w:t>www.baumer.com/press</w:t>
        </w:r>
      </w:hyperlink>
    </w:p>
    <w:p w:rsidR="007109D4" w:rsidRDefault="007109D4">
      <w:pPr>
        <w:rPr>
          <w:b/>
          <w:kern w:val="20"/>
          <w:szCs w:val="20"/>
        </w:rPr>
      </w:pPr>
      <w:r>
        <w:rPr>
          <w:b/>
          <w:szCs w:val="20"/>
        </w:rPr>
        <w:br w:type="page"/>
      </w:r>
    </w:p>
    <w:p w:rsidR="000C360B" w:rsidRPr="00461A76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461A76">
        <w:rPr>
          <w:b/>
          <w:kern w:val="20"/>
          <w:sz w:val="16"/>
          <w:szCs w:val="16"/>
        </w:rPr>
        <w:lastRenderedPageBreak/>
        <w:t>Baumer Group</w:t>
      </w:r>
    </w:p>
    <w:p w:rsidR="00D73B0B" w:rsidRPr="00461A7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461A7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461A7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461A76">
        <w:rPr>
          <w:kern w:val="20"/>
          <w:sz w:val="16"/>
          <w:szCs w:val="16"/>
        </w:rPr>
        <w:t>Das Familienunternehmen ist mit rund 2.</w:t>
      </w:r>
      <w:r w:rsidR="00031963" w:rsidRPr="00461A76">
        <w:rPr>
          <w:kern w:val="20"/>
          <w:sz w:val="16"/>
          <w:szCs w:val="16"/>
        </w:rPr>
        <w:t>7</w:t>
      </w:r>
      <w:r w:rsidRPr="00461A76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461A76">
        <w:rPr>
          <w:kern w:val="20"/>
          <w:sz w:val="16"/>
          <w:szCs w:val="16"/>
        </w:rPr>
        <w:t xml:space="preserve">38 </w:t>
      </w:r>
      <w:r w:rsidRPr="00461A76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461A76">
        <w:rPr>
          <w:kern w:val="20"/>
          <w:sz w:val="16"/>
          <w:szCs w:val="16"/>
        </w:rPr>
        <w:t>n</w:t>
      </w:r>
      <w:r w:rsidRPr="00461A7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461A7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461A76">
        <w:rPr>
          <w:kern w:val="20"/>
          <w:sz w:val="16"/>
          <w:szCs w:val="16"/>
        </w:rPr>
        <w:t>.</w:t>
      </w:r>
    </w:p>
    <w:p w:rsidR="00D73B0B" w:rsidRPr="00461A76" w:rsidRDefault="00D73B0B" w:rsidP="00D73B0B">
      <w:pPr>
        <w:spacing w:line="360" w:lineRule="auto"/>
        <w:rPr>
          <w:b/>
          <w:szCs w:val="20"/>
        </w:rPr>
      </w:pPr>
    </w:p>
    <w:p w:rsidR="00D73B0B" w:rsidRPr="00461A76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3C6FB2" w:rsidTr="00D06A30">
        <w:tc>
          <w:tcPr>
            <w:tcW w:w="3369" w:type="dxa"/>
            <w:shd w:val="clear" w:color="auto" w:fill="auto"/>
          </w:tcPr>
          <w:p w:rsidR="00CA1312" w:rsidRPr="00461A7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461A76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:rsidR="00D86679" w:rsidRPr="00461A76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René Imhof</w:t>
            </w:r>
          </w:p>
          <w:p w:rsidR="00D86679" w:rsidRPr="00461A76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Baumer Group</w:t>
            </w:r>
          </w:p>
          <w:p w:rsidR="00D86679" w:rsidRPr="00461A76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Phone +41 (0)52 728 11 22</w:t>
            </w:r>
          </w:p>
          <w:p w:rsidR="00D86679" w:rsidRPr="00461A76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Fax     +41 (0)52 728 11 44</w:t>
            </w:r>
          </w:p>
          <w:p w:rsidR="00D86679" w:rsidRPr="00461A76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461A76" w:rsidRDefault="00D86679" w:rsidP="00D86679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461A7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61A76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E42576" w:rsidRPr="00461A76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61A76">
              <w:rPr>
                <w:sz w:val="16"/>
                <w:szCs w:val="16"/>
                <w:lang w:val="de-DE"/>
              </w:rPr>
              <w:t>Baumer GmbH</w:t>
            </w:r>
          </w:p>
          <w:p w:rsidR="00E42576" w:rsidRPr="00461A76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61A76">
              <w:rPr>
                <w:sz w:val="16"/>
                <w:szCs w:val="16"/>
                <w:lang w:val="de-DE"/>
              </w:rPr>
              <w:t>Phone +49 (0)6031 60 07 0</w:t>
            </w:r>
          </w:p>
          <w:p w:rsidR="00E42576" w:rsidRPr="00461A76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>Fax +49 (0)6031 60 07 60 70</w:t>
            </w:r>
            <w:r w:rsidRPr="00461A76">
              <w:rPr>
                <w:sz w:val="16"/>
                <w:szCs w:val="16"/>
                <w:lang w:val="fr-FR"/>
              </w:rPr>
              <w:tab/>
            </w:r>
          </w:p>
          <w:p w:rsidR="00E42576" w:rsidRPr="00461A76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 xml:space="preserve">sales.de@baumer.com </w:t>
            </w:r>
            <w:r w:rsidRPr="00461A76">
              <w:rPr>
                <w:sz w:val="16"/>
                <w:szCs w:val="16"/>
                <w:lang w:val="fr-FR"/>
              </w:rPr>
              <w:tab/>
            </w:r>
          </w:p>
          <w:p w:rsidR="00CA1312" w:rsidRPr="00461A76" w:rsidRDefault="003C6FB2" w:rsidP="00E42576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E42576" w:rsidRPr="00461A76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:rsidR="00CA1312" w:rsidRPr="00461A7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61A76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461A76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461A76">
              <w:rPr>
                <w:sz w:val="16"/>
                <w:szCs w:val="16"/>
              </w:rPr>
              <w:t>Baumer Electric AG</w:t>
            </w:r>
          </w:p>
          <w:p w:rsidR="00CA1312" w:rsidRPr="00461A76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461A76">
              <w:rPr>
                <w:sz w:val="16"/>
                <w:szCs w:val="16"/>
              </w:rPr>
              <w:t xml:space="preserve">Phone +41 </w:t>
            </w:r>
            <w:r w:rsidR="00832110" w:rsidRPr="00461A76">
              <w:rPr>
                <w:sz w:val="16"/>
                <w:szCs w:val="16"/>
              </w:rPr>
              <w:t>(0)</w:t>
            </w:r>
            <w:r w:rsidR="00CA1312" w:rsidRPr="00461A76">
              <w:rPr>
                <w:sz w:val="16"/>
                <w:szCs w:val="16"/>
              </w:rPr>
              <w:t>52</w:t>
            </w:r>
            <w:r w:rsidR="00832110" w:rsidRPr="00461A76">
              <w:rPr>
                <w:sz w:val="16"/>
                <w:szCs w:val="16"/>
              </w:rPr>
              <w:t xml:space="preserve"> </w:t>
            </w:r>
            <w:r w:rsidR="00CA1312" w:rsidRPr="00461A76">
              <w:rPr>
                <w:sz w:val="16"/>
                <w:szCs w:val="16"/>
              </w:rPr>
              <w:t>728 11 22</w:t>
            </w:r>
          </w:p>
          <w:p w:rsidR="00CA1312" w:rsidRPr="00461A76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461A76">
              <w:rPr>
                <w:sz w:val="16"/>
                <w:szCs w:val="16"/>
                <w:lang w:val="fr-FR"/>
              </w:rPr>
              <w:t>(0)</w:t>
            </w:r>
            <w:r w:rsidR="00CA1312" w:rsidRPr="00461A76">
              <w:rPr>
                <w:sz w:val="16"/>
                <w:szCs w:val="16"/>
                <w:lang w:val="fr-FR"/>
              </w:rPr>
              <w:t>52</w:t>
            </w:r>
            <w:r w:rsidR="00832110" w:rsidRPr="00461A76">
              <w:rPr>
                <w:sz w:val="16"/>
                <w:szCs w:val="16"/>
                <w:lang w:val="fr-FR"/>
              </w:rPr>
              <w:t xml:space="preserve"> </w:t>
            </w:r>
            <w:r w:rsidR="00CA1312" w:rsidRPr="00461A76">
              <w:rPr>
                <w:sz w:val="16"/>
                <w:szCs w:val="16"/>
                <w:lang w:val="fr-FR"/>
              </w:rPr>
              <w:t>728</w:t>
            </w:r>
            <w:r w:rsidR="007678A7" w:rsidRPr="00461A76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461A76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3C6FB2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461A76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461A76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461A76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17" w:rsidRDefault="00143C17">
      <w:r>
        <w:separator/>
      </w:r>
    </w:p>
  </w:endnote>
  <w:endnote w:type="continuationSeparator" w:id="0">
    <w:p w:rsidR="00143C17" w:rsidRDefault="0014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6FB2">
      <w:rPr>
        <w:noProof/>
      </w:rPr>
      <w:t>05.06.2019</w:t>
    </w:r>
    <w:r>
      <w:fldChar w:fldCharType="end"/>
    </w:r>
    <w:r>
      <w:t>/</w:t>
    </w:r>
    <w:r w:rsidR="003C6FB2">
      <w:fldChar w:fldCharType="begin"/>
    </w:r>
    <w:r w:rsidR="003C6FB2">
      <w:instrText xml:space="preserve"> AUTHOR  \* MERGEFORMAT </w:instrText>
    </w:r>
    <w:r w:rsidR="003C6FB2">
      <w:fldChar w:fldCharType="separate"/>
    </w:r>
    <w:r w:rsidR="002551A0">
      <w:rPr>
        <w:noProof/>
      </w:rPr>
      <w:t>Diepenbrock Stefan</w:t>
    </w:r>
    <w:r w:rsidR="003C6FB2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C6FB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C6FB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6FB2">
      <w:rPr>
        <w:noProof/>
      </w:rPr>
      <w:t>05.06.2019</w:t>
    </w:r>
    <w:r>
      <w:fldChar w:fldCharType="end"/>
    </w:r>
    <w:r>
      <w:t>/</w:t>
    </w:r>
    <w:r w:rsidR="003C6FB2">
      <w:fldChar w:fldCharType="begin"/>
    </w:r>
    <w:r w:rsidR="003C6FB2">
      <w:instrText xml:space="preserve"> AUTHOR  \* MERGEFORMAT </w:instrText>
    </w:r>
    <w:r w:rsidR="003C6FB2">
      <w:fldChar w:fldCharType="separate"/>
    </w:r>
    <w:r w:rsidR="002551A0">
      <w:rPr>
        <w:noProof/>
      </w:rPr>
      <w:t>Diepenbrock Stefan</w:t>
    </w:r>
    <w:r w:rsidR="003C6FB2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17" w:rsidRDefault="00143C17">
      <w:r>
        <w:separator/>
      </w:r>
    </w:p>
  </w:footnote>
  <w:footnote w:type="continuationSeparator" w:id="0">
    <w:p w:rsidR="00143C17" w:rsidRDefault="00143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prenger Silvio">
    <w15:presenceInfo w15:providerId="AD" w15:userId="S-1-5-21-1908113690-3532746142-816685583-123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1963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43C17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1B26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C6FB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1A76"/>
    <w:rsid w:val="00466EE5"/>
    <w:rsid w:val="00467B58"/>
    <w:rsid w:val="004728D5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03726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09D4"/>
    <w:rsid w:val="00711D4A"/>
    <w:rsid w:val="00711FF0"/>
    <w:rsid w:val="007360F8"/>
    <w:rsid w:val="00750000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062EE"/>
    <w:rsid w:val="00810FEA"/>
    <w:rsid w:val="0081164D"/>
    <w:rsid w:val="00812F6F"/>
    <w:rsid w:val="00817F98"/>
    <w:rsid w:val="0082543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C680B"/>
    <w:rsid w:val="008D0576"/>
    <w:rsid w:val="008D3C11"/>
    <w:rsid w:val="008D4EC8"/>
    <w:rsid w:val="008D5145"/>
    <w:rsid w:val="008D5276"/>
    <w:rsid w:val="008E6D89"/>
    <w:rsid w:val="008F165C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42C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3D1E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3551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05099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6679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2576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5C8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mailto:sales.ch@baumer.com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2E749-13FF-4345-AAC1-5809C8CD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ED3FD76A.dotm</Template>
  <TotalTime>0</TotalTime>
  <Pages>2</Pages>
  <Words>360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3197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Memminger-Wäsch Andrea</cp:lastModifiedBy>
  <cp:revision>3</cp:revision>
  <cp:lastPrinted>2015-02-06T10:33:00Z</cp:lastPrinted>
  <dcterms:created xsi:type="dcterms:W3CDTF">2019-06-05T06:32:00Z</dcterms:created>
  <dcterms:modified xsi:type="dcterms:W3CDTF">2019-06-05T07:02:00Z</dcterms:modified>
</cp:coreProperties>
</file>