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6D0DE865" w14:textId="1F7FFD7A" w:rsidR="00615602" w:rsidRPr="00832110" w:rsidRDefault="006A534E" w:rsidP="3282A936">
      <w:pPr>
        <w:pStyle w:val="BaumerFliesstext"/>
        <w:spacing w:before="240" w:line="360" w:lineRule="auto"/>
        <w:rPr>
          <w:b/>
          <w:bCs/>
          <w:sz w:val="28"/>
          <w:szCs w:val="28"/>
        </w:rPr>
      </w:pPr>
      <w:r>
        <w:rPr>
          <w:b/>
          <w:bCs/>
          <w:sz w:val="28"/>
          <w:szCs w:val="28"/>
        </w:rPr>
        <w:t>Mit weniger Verbrauch zu gutem Geschmack – Baumer auf der drinktec</w:t>
      </w:r>
    </w:p>
    <w:p w14:paraId="49995F94" w14:textId="77777777" w:rsidR="00247813" w:rsidRPr="00832110" w:rsidRDefault="00247813" w:rsidP="00247813">
      <w:pPr>
        <w:jc w:val="right"/>
      </w:pPr>
    </w:p>
    <w:p w14:paraId="4B3D57AD" w14:textId="109290CE" w:rsidR="00924391" w:rsidRDefault="00A16E6D" w:rsidP="00924391">
      <w:pPr>
        <w:pStyle w:val="BaumerFliesstext"/>
        <w:spacing w:before="240" w:line="360" w:lineRule="auto"/>
      </w:pPr>
      <w:r w:rsidRPr="00306B15">
        <w:rPr>
          <w:noProof/>
          <w:kern w:val="0"/>
          <w:sz w:val="16"/>
          <w:szCs w:val="16"/>
          <w:lang w:eastAsia="zh-CN"/>
        </w:rPr>
        <w:drawing>
          <wp:anchor distT="0" distB="0" distL="114300" distR="114300" simplePos="0" relativeHeight="251658240" behindDoc="0" locked="0" layoutInCell="1" allowOverlap="1" wp14:anchorId="29BDFD0D" wp14:editId="2D09F0E8">
            <wp:simplePos x="0" y="0"/>
            <wp:positionH relativeFrom="column">
              <wp:posOffset>3643630</wp:posOffset>
            </wp:positionH>
            <wp:positionV relativeFrom="paragraph">
              <wp:posOffset>191813</wp:posOffset>
            </wp:positionV>
            <wp:extent cx="2474595" cy="1772199"/>
            <wp:effectExtent l="0" t="0" r="190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72199"/>
                    </a:xfrm>
                    <a:prstGeom prst="rect">
                      <a:avLst/>
                    </a:prstGeom>
                    <a:noFill/>
                    <a:ln>
                      <a:noFill/>
                    </a:ln>
                  </pic:spPr>
                </pic:pic>
              </a:graphicData>
            </a:graphic>
          </wp:anchor>
        </w:drawing>
      </w:r>
      <w:r w:rsidR="00D73B0B" w:rsidRPr="00306B15">
        <w:t>(</w:t>
      </w:r>
      <w:r w:rsidR="00306B15" w:rsidRPr="00306B15">
        <w:t>14.07.2022</w:t>
      </w:r>
      <w:r w:rsidR="00D73B0B" w:rsidRPr="00306B15">
        <w:t>)</w:t>
      </w:r>
      <w:r w:rsidR="00FF3BB6" w:rsidRPr="3282A936">
        <w:t xml:space="preserve"> </w:t>
      </w:r>
      <w:r w:rsidR="00D72FF8">
        <w:t xml:space="preserve">Der Sensorspezialist </w:t>
      </w:r>
      <w:r w:rsidR="001527D7">
        <w:t>Baumer zeigt auf der drinktec in München (12.-16. September) neue</w:t>
      </w:r>
      <w:r w:rsidR="006013EE">
        <w:t>, smarte</w:t>
      </w:r>
      <w:r w:rsidR="001527D7">
        <w:t xml:space="preserve"> Sensorlösungen für die Geträ</w:t>
      </w:r>
      <w:r w:rsidR="00995595">
        <w:t xml:space="preserve">nke- und Liquid-Food-Industrie. </w:t>
      </w:r>
      <w:r w:rsidR="00533547">
        <w:t xml:space="preserve">Im Fokus steht </w:t>
      </w:r>
      <w:r w:rsidR="000077A3">
        <w:t xml:space="preserve">die </w:t>
      </w:r>
      <w:r w:rsidR="00533547">
        <w:t xml:space="preserve">Ressourceneffizienz. </w:t>
      </w:r>
      <w:r w:rsidR="007113E8">
        <w:t xml:space="preserve">Wie </w:t>
      </w:r>
      <w:r w:rsidR="00CD69B6">
        <w:t xml:space="preserve">können Hersteller </w:t>
      </w:r>
      <w:r w:rsidR="000077A3">
        <w:t>Produktionsmittel besser</w:t>
      </w:r>
      <w:r w:rsidR="007113E8">
        <w:t xml:space="preserve"> nutzen, </w:t>
      </w:r>
      <w:r w:rsidR="00297314">
        <w:t>um di</w:t>
      </w:r>
      <w:r w:rsidR="00677D51">
        <w:t xml:space="preserve">e Produktivität zu </w:t>
      </w:r>
      <w:r w:rsidR="006A534E">
        <w:t>erhöhen</w:t>
      </w:r>
      <w:r w:rsidR="00677D51">
        <w:t xml:space="preserve"> und</w:t>
      </w:r>
      <w:r w:rsidR="007113E8">
        <w:t xml:space="preserve"> steigende Rohstoff- und Energiepreise abzufedern? </w:t>
      </w:r>
      <w:r w:rsidR="004C2402">
        <w:t>W</w:t>
      </w:r>
      <w:r w:rsidR="00A84F06">
        <w:t>o</w:t>
      </w:r>
      <w:r w:rsidR="004C2402">
        <w:t xml:space="preserve"> lassen sich </w:t>
      </w:r>
      <w:r w:rsidR="009B13EA">
        <w:t>die Produktionsschritte</w:t>
      </w:r>
      <w:r w:rsidR="004C2402">
        <w:t xml:space="preserve"> von Invento</w:t>
      </w:r>
      <w:r w:rsidR="009B13EA">
        <w:t>r</w:t>
      </w:r>
      <w:r w:rsidR="004C2402">
        <w:t xml:space="preserve">y Management bis Packaging optimieren? </w:t>
      </w:r>
      <w:r w:rsidR="00297314">
        <w:t>Auf</w:t>
      </w:r>
      <w:r w:rsidR="007113E8">
        <w:t xml:space="preserve"> diese Frage</w:t>
      </w:r>
      <w:r w:rsidR="009B13EA">
        <w:t>n</w:t>
      </w:r>
      <w:r w:rsidR="007113E8">
        <w:t xml:space="preserve"> </w:t>
      </w:r>
      <w:r w:rsidR="00910850">
        <w:t>antwortet</w:t>
      </w:r>
      <w:r w:rsidR="00297314">
        <w:t xml:space="preserve"> </w:t>
      </w:r>
      <w:r w:rsidR="0097757F">
        <w:t>Baumer an Stand</w:t>
      </w:r>
      <w:r w:rsidR="000D6EF2">
        <w:t xml:space="preserve"> </w:t>
      </w:r>
      <w:r w:rsidR="00306B15">
        <w:t>300</w:t>
      </w:r>
      <w:r w:rsidR="000D6EF2">
        <w:t xml:space="preserve"> (Halle A3)</w:t>
      </w:r>
      <w:r w:rsidR="00306B15">
        <w:t xml:space="preserve"> </w:t>
      </w:r>
      <w:r w:rsidR="00910850">
        <w:t xml:space="preserve">mit </w:t>
      </w:r>
      <w:r w:rsidR="009B13EA">
        <w:t>d</w:t>
      </w:r>
      <w:r w:rsidR="00910850">
        <w:t>en jüngsten Innovationen</w:t>
      </w:r>
      <w:r w:rsidR="004C2402">
        <w:t xml:space="preserve"> aus </w:t>
      </w:r>
      <w:r w:rsidR="002D14CA">
        <w:t>d</w:t>
      </w:r>
      <w:r w:rsidR="009B13EA">
        <w:t xml:space="preserve">em </w:t>
      </w:r>
      <w:r w:rsidR="004C2402">
        <w:t xml:space="preserve">breiten </w:t>
      </w:r>
      <w:r w:rsidR="002D14CA">
        <w:t>Produktp</w:t>
      </w:r>
      <w:r w:rsidR="00910850">
        <w:t>ortfolio</w:t>
      </w:r>
      <w:r w:rsidR="002D14CA">
        <w:t>: V</w:t>
      </w:r>
      <w:r w:rsidR="00924391">
        <w:t>on Warenannahme bis Verpackung</w:t>
      </w:r>
      <w:r w:rsidR="002D14CA">
        <w:t xml:space="preserve"> reicht das Angebot performanter </w:t>
      </w:r>
      <w:r w:rsidR="009A02E2">
        <w:t xml:space="preserve">IO-Link </w:t>
      </w:r>
      <w:r w:rsidR="002D14CA">
        <w:t>Sensorik</w:t>
      </w:r>
      <w:r w:rsidR="00677D51">
        <w:t xml:space="preserve">, das Baumer auf der drinktec </w:t>
      </w:r>
      <w:r w:rsidR="0097757F">
        <w:t>vorstellt</w:t>
      </w:r>
      <w:r w:rsidR="00677D51">
        <w:t xml:space="preserve">. </w:t>
      </w:r>
    </w:p>
    <w:p w14:paraId="62E3E7D5" w14:textId="7DCFD4AA" w:rsidR="00AC1BB0" w:rsidRDefault="00AC1BB0" w:rsidP="003E0E6E">
      <w:pPr>
        <w:pStyle w:val="BaumerFliesstext"/>
        <w:spacing w:before="240" w:line="360" w:lineRule="auto"/>
        <w:rPr>
          <w:b/>
        </w:rPr>
      </w:pPr>
      <w:r>
        <w:rPr>
          <w:b/>
        </w:rPr>
        <w:t>Schnelle</w:t>
      </w:r>
      <w:r w:rsidR="00A43F3E">
        <w:rPr>
          <w:b/>
        </w:rPr>
        <w:t xml:space="preserve"> Performance-</w:t>
      </w:r>
      <w:r>
        <w:rPr>
          <w:b/>
        </w:rPr>
        <w:t>Sensoren senken Verbrauch</w:t>
      </w:r>
    </w:p>
    <w:p w14:paraId="2F18250A" w14:textId="79A120B8" w:rsidR="009E6A8F" w:rsidRDefault="00AC1BB0" w:rsidP="00616D28">
      <w:pPr>
        <w:pStyle w:val="BaumerFliesstext"/>
        <w:spacing w:before="240" w:line="360" w:lineRule="auto"/>
      </w:pPr>
      <w:r>
        <w:t>Grosses Einsparpotential</w:t>
      </w:r>
      <w:r w:rsidR="00E3152C">
        <w:t xml:space="preserve"> für Getränkeproduzenten</w:t>
      </w:r>
      <w:r>
        <w:t xml:space="preserve"> liegt in den</w:t>
      </w:r>
      <w:r w:rsidR="009E6A8F">
        <w:t xml:space="preserve"> Bereichen CIP und Wärmetausch</w:t>
      </w:r>
      <w:r w:rsidR="004954B1">
        <w:t>er</w:t>
      </w:r>
      <w:r>
        <w:t xml:space="preserve">. </w:t>
      </w:r>
      <w:r w:rsidR="009E6A8F">
        <w:t xml:space="preserve">Hier senken </w:t>
      </w:r>
      <w:r w:rsidR="00616D28">
        <w:t>hoch</w:t>
      </w:r>
      <w:r w:rsidR="009E6A8F">
        <w:t xml:space="preserve">genaue Messwerte und </w:t>
      </w:r>
      <w:r w:rsidR="00616D28">
        <w:t>kurze</w:t>
      </w:r>
      <w:r w:rsidR="009E6A8F">
        <w:t xml:space="preserve"> Reaktionszeiten den Energie- und Medienaufwand deutlich.</w:t>
      </w:r>
      <w:r w:rsidR="005238AD">
        <w:t xml:space="preserve"> </w:t>
      </w:r>
      <w:r w:rsidR="009E6A8F">
        <w:t>Für das CIP bietet Baumer hygienische Sensoren</w:t>
      </w:r>
      <w:r w:rsidR="00616D28">
        <w:t xml:space="preserve">, die präzise und schnell Parameter wie Leitfähigkeit, Durchfluss, </w:t>
      </w:r>
      <w:r w:rsidR="009E6A8F">
        <w:t>Temperatur</w:t>
      </w:r>
      <w:r w:rsidR="004954B1">
        <w:t>, Füllstand</w:t>
      </w:r>
      <w:r w:rsidR="00616D28">
        <w:t xml:space="preserve"> und Druck messen. </w:t>
      </w:r>
      <w:r w:rsidR="005238AD">
        <w:t>Auf der drinktec zeigt auch</w:t>
      </w:r>
      <w:r w:rsidR="006B6E15">
        <w:t xml:space="preserve"> der n</w:t>
      </w:r>
      <w:r w:rsidR="00616D28">
        <w:t>eu</w:t>
      </w:r>
      <w:r w:rsidR="006B6E15">
        <w:t>e</w:t>
      </w:r>
      <w:r w:rsidR="00616D28">
        <w:t xml:space="preserve"> </w:t>
      </w:r>
      <w:r w:rsidR="006B6E15">
        <w:t>L</w:t>
      </w:r>
      <w:r w:rsidR="00616D28">
        <w:t>eitfähigkeitssensor PAC50</w:t>
      </w:r>
      <w:r w:rsidR="005238AD">
        <w:t xml:space="preserve"> seine Stärken: </w:t>
      </w:r>
      <w:r w:rsidR="00D72FF8">
        <w:t>hohe P</w:t>
      </w:r>
      <w:r w:rsidR="00616D28" w:rsidRPr="00D36F0F">
        <w:t xml:space="preserve">erformance bei sehr kompakter Bauweise. Damit ist der </w:t>
      </w:r>
      <w:r w:rsidR="006B6E15">
        <w:t>PAC50, der kleine Bruder des bewährten AFI4/5,</w:t>
      </w:r>
      <w:r w:rsidR="00616D28" w:rsidRPr="00D36F0F">
        <w:t xml:space="preserve"> ideal geeignet für den Einsatz in kleinen Fertigungsanlagen. </w:t>
      </w:r>
      <w:r w:rsidR="00362F75">
        <w:t>«</w:t>
      </w:r>
      <w:r w:rsidR="00616D28" w:rsidRPr="00D36F0F">
        <w:t>Seine hohe Temperaturrobustheit bis 140 Grad Celsius ermöglicht den dauerhaften</w:t>
      </w:r>
      <w:r w:rsidR="00616D28">
        <w:t>,</w:t>
      </w:r>
      <w:r w:rsidR="00616D28" w:rsidRPr="00D36F0F">
        <w:t xml:space="preserve"> zuverlässigen Einsatz </w:t>
      </w:r>
      <w:r w:rsidR="00E3152C">
        <w:t xml:space="preserve">in CIP-Anlagen, wo er </w:t>
      </w:r>
      <w:r w:rsidR="005238AD">
        <w:t>Zeit, Energ</w:t>
      </w:r>
      <w:r w:rsidR="00E3152C">
        <w:t>ie, Reinigungsmittel und Wasser sparen hilft</w:t>
      </w:r>
      <w:r w:rsidR="00362F75">
        <w:t xml:space="preserve">», </w:t>
      </w:r>
      <w:r w:rsidR="00E54A25">
        <w:t>sagt</w:t>
      </w:r>
      <w:r w:rsidR="00362F75">
        <w:t xml:space="preserve"> </w:t>
      </w:r>
      <w:r w:rsidR="00E54A25">
        <w:t xml:space="preserve">Baumer </w:t>
      </w:r>
      <w:r w:rsidR="00362F75">
        <w:t>Produktmanager Martin Leupold</w:t>
      </w:r>
      <w:r w:rsidR="0049536A">
        <w:t xml:space="preserve"> zu de</w:t>
      </w:r>
      <w:r w:rsidR="000A3E53">
        <w:t>r</w:t>
      </w:r>
      <w:r w:rsidR="0049536A">
        <w:t xml:space="preserve"> bevorzugten </w:t>
      </w:r>
      <w:r w:rsidR="000A3E53">
        <w:t>Anwendung</w:t>
      </w:r>
      <w:r w:rsidR="0049536A">
        <w:t xml:space="preserve"> des PAC50</w:t>
      </w:r>
      <w:r w:rsidR="00362F75">
        <w:t xml:space="preserve">. </w:t>
      </w:r>
    </w:p>
    <w:p w14:paraId="39769673" w14:textId="29BD376E" w:rsidR="00616D28" w:rsidRPr="00721831" w:rsidRDefault="00721831" w:rsidP="003E0E6E">
      <w:pPr>
        <w:pStyle w:val="BaumerFliesstext"/>
        <w:spacing w:before="240" w:line="360" w:lineRule="auto"/>
        <w:rPr>
          <w:b/>
        </w:rPr>
      </w:pPr>
      <w:r w:rsidRPr="00721831">
        <w:rPr>
          <w:b/>
        </w:rPr>
        <w:t xml:space="preserve">Clevere Lösungen für das </w:t>
      </w:r>
      <w:r w:rsidR="00FC3A27" w:rsidRPr="00721831">
        <w:rPr>
          <w:b/>
        </w:rPr>
        <w:t>Inventory Management</w:t>
      </w:r>
    </w:p>
    <w:p w14:paraId="2DE13790" w14:textId="3C70DA0A" w:rsidR="00A43F3E" w:rsidRDefault="0093783A" w:rsidP="00A84F06">
      <w:pPr>
        <w:pStyle w:val="BaumerFliesstext"/>
        <w:spacing w:before="240" w:line="360" w:lineRule="auto"/>
      </w:pPr>
      <w:r>
        <w:t xml:space="preserve">Eine grosse Zahl von </w:t>
      </w:r>
      <w:r w:rsidR="00A84F06">
        <w:t>Produktvarianten und kurzfristige Bedarfsänderungen erfordern hohe Flexibilität</w:t>
      </w:r>
      <w:r w:rsidR="00A43F3E">
        <w:t>, um die Anlagen zu steuern</w:t>
      </w:r>
      <w:r w:rsidR="00A84F06">
        <w:t xml:space="preserve">. Baumer </w:t>
      </w:r>
      <w:r w:rsidR="0097757F">
        <w:t>führt</w:t>
      </w:r>
      <w:r w:rsidR="00A84F06">
        <w:t xml:space="preserve"> auf der drinktec smarte Sensorlösungen für Lagertanks</w:t>
      </w:r>
      <w:r w:rsidR="0097757F">
        <w:t xml:space="preserve"> vor</w:t>
      </w:r>
      <w:r w:rsidR="00A84F06">
        <w:t xml:space="preserve">, etwa zur </w:t>
      </w:r>
      <w:r w:rsidR="00705709">
        <w:t>Kopfdruckmessung, Schaumerkennung</w:t>
      </w:r>
      <w:r w:rsidR="00EB36DD">
        <w:t xml:space="preserve"> oder</w:t>
      </w:r>
      <w:r w:rsidR="00705709">
        <w:t xml:space="preserve"> </w:t>
      </w:r>
      <w:r w:rsidR="00264746">
        <w:t>Temperaturmessung</w:t>
      </w:r>
      <w:r w:rsidR="00A84F06">
        <w:t>.</w:t>
      </w:r>
      <w:r w:rsidR="00A43F3E">
        <w:t xml:space="preserve"> Wie Getränkeproduzenten Prozesse mit häufigen Medienwechseln oder Anhaftungen effizient steuern</w:t>
      </w:r>
      <w:r w:rsidR="00924391">
        <w:t xml:space="preserve"> und Rohstoffe sparen durch punktgenaue Leermeldung des Tanks</w:t>
      </w:r>
      <w:r w:rsidR="00A43F3E">
        <w:t xml:space="preserve">, </w:t>
      </w:r>
      <w:r w:rsidR="00924391">
        <w:t>macht</w:t>
      </w:r>
      <w:r w:rsidR="0029257A">
        <w:t xml:space="preserve"> Baumer</w:t>
      </w:r>
      <w:r w:rsidR="00A43F3E">
        <w:t xml:space="preserve"> </w:t>
      </w:r>
      <w:r w:rsidR="00C54C47">
        <w:t>am Beispiel</w:t>
      </w:r>
      <w:r w:rsidR="008D07A9">
        <w:t xml:space="preserve"> Grenzstand</w:t>
      </w:r>
      <w:r w:rsidR="00A43F3E">
        <w:t>erfassung</w:t>
      </w:r>
      <w:r w:rsidR="00924391">
        <w:t xml:space="preserve"> deutlich</w:t>
      </w:r>
      <w:r w:rsidR="00A43F3E">
        <w:t>.</w:t>
      </w:r>
      <w:r w:rsidR="00E3152C">
        <w:t xml:space="preserve"> Wer die Flexibilität des CleverLevel n</w:t>
      </w:r>
      <w:r>
        <w:t>och nicht kennt, kann sie hier selbst testen</w:t>
      </w:r>
      <w:r w:rsidR="00E3152C">
        <w:t>.</w:t>
      </w:r>
      <w:r w:rsidR="00533547">
        <w:t xml:space="preserve"> Der </w:t>
      </w:r>
      <w:r w:rsidR="008D07A9">
        <w:t>smarte Grenzstand</w:t>
      </w:r>
      <w:r w:rsidR="00EB36DD">
        <w:t xml:space="preserve">sensor </w:t>
      </w:r>
      <w:r w:rsidR="00533547">
        <w:t xml:space="preserve">erkennt unterschiedliche Medien </w:t>
      </w:r>
      <w:r w:rsidR="00EB36DD">
        <w:t xml:space="preserve">– klebrig, pastös oder fest – </w:t>
      </w:r>
      <w:r w:rsidR="00533547">
        <w:t xml:space="preserve">auch im schnellen Wechsel ohne Parametrierung. </w:t>
      </w:r>
      <w:r w:rsidR="00A43F3E">
        <w:t xml:space="preserve"> </w:t>
      </w:r>
    </w:p>
    <w:p w14:paraId="4D3DDDDA" w14:textId="77777777" w:rsidR="00A86164" w:rsidRDefault="00A86164" w:rsidP="00A84F06">
      <w:pPr>
        <w:pStyle w:val="BaumerFliesstext"/>
        <w:spacing w:before="240" w:line="360" w:lineRule="auto"/>
        <w:rPr>
          <w:b/>
        </w:rPr>
      </w:pPr>
      <w:r>
        <w:rPr>
          <w:b/>
        </w:rPr>
        <w:br w:type="page"/>
      </w:r>
    </w:p>
    <w:p w14:paraId="0D2E9D20" w14:textId="657B7B81" w:rsidR="00924391" w:rsidRPr="005238AD" w:rsidRDefault="005238AD" w:rsidP="00A84F06">
      <w:pPr>
        <w:pStyle w:val="BaumerFliesstext"/>
        <w:spacing w:before="240" w:line="360" w:lineRule="auto"/>
        <w:rPr>
          <w:b/>
        </w:rPr>
      </w:pPr>
      <w:r w:rsidRPr="005238AD">
        <w:rPr>
          <w:b/>
        </w:rPr>
        <w:lastRenderedPageBreak/>
        <w:t xml:space="preserve">Pumpenschutz </w:t>
      </w:r>
      <w:r>
        <w:rPr>
          <w:b/>
        </w:rPr>
        <w:t>durch</w:t>
      </w:r>
      <w:r w:rsidRPr="005238AD">
        <w:rPr>
          <w:b/>
        </w:rPr>
        <w:t xml:space="preserve"> </w:t>
      </w:r>
      <w:r>
        <w:rPr>
          <w:b/>
        </w:rPr>
        <w:t>sichere Gasblasen-Erkennung</w:t>
      </w:r>
    </w:p>
    <w:p w14:paraId="1B383ECA" w14:textId="21386F74" w:rsidR="005238AD" w:rsidRDefault="00533547" w:rsidP="005238AD">
      <w:pPr>
        <w:pStyle w:val="BaumerFliesstext"/>
        <w:spacing w:before="240" w:line="360" w:lineRule="auto"/>
      </w:pPr>
      <w:r>
        <w:t>Auf der drinktec</w:t>
      </w:r>
      <w:r w:rsidR="005238AD">
        <w:t xml:space="preserve"> s</w:t>
      </w:r>
      <w:r w:rsidR="00EA1566">
        <w:t>tellt Baumer d</w:t>
      </w:r>
      <w:r w:rsidR="005238AD">
        <w:t xml:space="preserve">en neuartigen Sensor </w:t>
      </w:r>
      <w:r w:rsidR="00EA1566">
        <w:t xml:space="preserve">PAD20 </w:t>
      </w:r>
      <w:r w:rsidR="005238AD">
        <w:t xml:space="preserve">vor, </w:t>
      </w:r>
      <w:r w:rsidR="00EA1566">
        <w:t xml:space="preserve">der </w:t>
      </w:r>
      <w:r w:rsidR="005238AD">
        <w:t>Pumpen wirksam vor Trockenlaufen und Kavitation</w:t>
      </w:r>
      <w:r w:rsidR="00EA1566">
        <w:t xml:space="preserve"> schützt</w:t>
      </w:r>
      <w:r w:rsidR="005238AD">
        <w:t>.</w:t>
      </w:r>
      <w:r w:rsidR="00EA1566">
        <w:t xml:space="preserve"> </w:t>
      </w:r>
      <w:r w:rsidR="005238AD">
        <w:t xml:space="preserve">Der </w:t>
      </w:r>
      <w:r w:rsidR="00EA1566">
        <w:t>kompakte</w:t>
      </w:r>
      <w:r w:rsidR="005238AD">
        <w:t xml:space="preserve"> Analysesensor </w:t>
      </w:r>
      <w:r>
        <w:t>detektiert</w:t>
      </w:r>
      <w:r w:rsidR="005238AD">
        <w:t xml:space="preserve"> selbst kleinste Luft- und Gasblasen in flüssigen Medien schnell und </w:t>
      </w:r>
      <w:r>
        <w:t>verlässlich</w:t>
      </w:r>
      <w:r w:rsidR="005238AD">
        <w:t xml:space="preserve">. Dank seines smarten Sensorprinzips meldet er, sobald die individuell einstellbaren Grenzwerte für Gaseinschlüsse überschritten werden. </w:t>
      </w:r>
      <w:r w:rsidR="000A3E53">
        <w:t>«</w:t>
      </w:r>
      <w:r w:rsidR="005238AD">
        <w:t>Das Signal lässt sich nutzen, um die Pumpe abzuschalten oder eine einfache Warnmeldung zu geben. Zusätzlich signalisiert der Sensor, ob ein geschlossene</w:t>
      </w:r>
      <w:r w:rsidR="000A3E53">
        <w:t>s System frei von Gasblasen ist», beschreibt Produktmanager Julian Bud</w:t>
      </w:r>
      <w:r w:rsidR="0029257A">
        <w:t xml:space="preserve">de die wichtigsten Vorteile des </w:t>
      </w:r>
      <w:r w:rsidR="000A3E53">
        <w:t xml:space="preserve">PAD20. </w:t>
      </w:r>
    </w:p>
    <w:p w14:paraId="721B9A59" w14:textId="1398A604" w:rsidR="00A7551E" w:rsidRPr="00A7551E" w:rsidRDefault="00A7551E" w:rsidP="003E0E6E">
      <w:pPr>
        <w:pStyle w:val="BaumerFliesstext"/>
        <w:spacing w:before="240" w:line="360" w:lineRule="auto"/>
        <w:rPr>
          <w:b/>
        </w:rPr>
      </w:pPr>
      <w:r>
        <w:rPr>
          <w:b/>
        </w:rPr>
        <w:t xml:space="preserve">Schnellere Dosage </w:t>
      </w:r>
      <w:r w:rsidR="00BB436A">
        <w:rPr>
          <w:b/>
        </w:rPr>
        <w:t>dank</w:t>
      </w:r>
      <w:r>
        <w:rPr>
          <w:b/>
        </w:rPr>
        <w:t xml:space="preserve"> </w:t>
      </w:r>
      <w:r w:rsidR="00DC04A8">
        <w:rPr>
          <w:b/>
        </w:rPr>
        <w:t>smartem Durchflusssenor</w:t>
      </w:r>
      <w:r>
        <w:rPr>
          <w:b/>
        </w:rPr>
        <w:t xml:space="preserve"> </w:t>
      </w:r>
    </w:p>
    <w:p w14:paraId="3C32D95A" w14:textId="26ADA10B" w:rsidR="00F9598F" w:rsidRPr="00F9598F" w:rsidRDefault="00A7551E" w:rsidP="00185D6F">
      <w:pPr>
        <w:pStyle w:val="BaumerFliesstext"/>
        <w:spacing w:before="240" w:line="360" w:lineRule="auto"/>
        <w:rPr>
          <w:b/>
        </w:rPr>
      </w:pPr>
      <w:r>
        <w:t xml:space="preserve">Neue Wege in der </w:t>
      </w:r>
      <w:r w:rsidR="00DC04A8">
        <w:t xml:space="preserve">Dosage ermöglicht der nochmals </w:t>
      </w:r>
      <w:r w:rsidR="00341873">
        <w:t>optimierte</w:t>
      </w:r>
      <w:r w:rsidR="00B06E8A">
        <w:t xml:space="preserve"> Durchfluss</w:t>
      </w:r>
      <w:r w:rsidR="00DC04A8">
        <w:t>sensor CombiFlow PF75. Er misst das Volumen derart schnell und genau, dass er die exakte Dosierung etwa bei der Flaschenabfüllung übernehmen kann. Eine separate Füllstands</w:t>
      </w:r>
      <w:r w:rsidR="009644E9">
        <w:t xml:space="preserve">messung ist damit überflüssig. </w:t>
      </w:r>
      <w:r w:rsidR="004B3E52">
        <w:t>Auch für die konventionelle Füllstandsmessung beim Abfüllen hat Baumer eine grosse Auswahl an Produkten und Technologien</w:t>
      </w:r>
      <w:r w:rsidR="009A02E2">
        <w:t>. Der Ultraschallsensor U</w:t>
      </w:r>
      <w:r w:rsidR="00B06E8A">
        <w:t>R18</w:t>
      </w:r>
      <w:r w:rsidR="009A02E2">
        <w:t xml:space="preserve"> etwa überzeugt </w:t>
      </w:r>
      <w:r w:rsidR="007A4374">
        <w:t xml:space="preserve">hier </w:t>
      </w:r>
      <w:r w:rsidR="009A02E2">
        <w:t xml:space="preserve">mit </w:t>
      </w:r>
      <w:r w:rsidR="00F9598F">
        <w:t xml:space="preserve">einem Erfassungsbereich bis zu 1500 </w:t>
      </w:r>
      <w:r w:rsidR="009A02E2">
        <w:t>Millimeter</w:t>
      </w:r>
      <w:r w:rsidR="00F9598F">
        <w:t>n bei einem Blindbereich von nur 20 Millimetern.</w:t>
      </w:r>
      <w:r w:rsidR="007A4374">
        <w:br/>
      </w:r>
      <w:r w:rsidR="009644E9">
        <w:rPr>
          <w:b/>
        </w:rPr>
        <w:br/>
      </w:r>
      <w:r w:rsidR="00F9598F" w:rsidRPr="00F9598F">
        <w:rPr>
          <w:b/>
        </w:rPr>
        <w:t>Breites Drehgeber-Portfolio für die Fliessbandsteuerung</w:t>
      </w:r>
    </w:p>
    <w:p w14:paraId="4EACFFB5" w14:textId="24C092DA" w:rsidR="00185D6F" w:rsidRDefault="00FB1DA1" w:rsidP="00185D6F">
      <w:pPr>
        <w:pStyle w:val="BaumerFliesstext"/>
        <w:spacing w:before="240" w:line="360" w:lineRule="auto"/>
      </w:pPr>
      <w:r>
        <w:t>Für die präzise Fliessbandsteuerung b</w:t>
      </w:r>
      <w:bookmarkStart w:id="0" w:name="_GoBack"/>
      <w:bookmarkEnd w:id="0"/>
      <w:r>
        <w:t xml:space="preserve">eim </w:t>
      </w:r>
      <w:r w:rsidR="00952CD1">
        <w:t>Abfüllen und Verpacken</w:t>
      </w:r>
      <w:r>
        <w:t xml:space="preserve"> </w:t>
      </w:r>
      <w:r w:rsidR="000D6EF2">
        <w:t xml:space="preserve">ideal geeignet </w:t>
      </w:r>
      <w:r w:rsidR="000D6EF2">
        <w:t xml:space="preserve">ist </w:t>
      </w:r>
      <w:r w:rsidR="004D3939">
        <w:t xml:space="preserve">der verschleissfreie EB200E </w:t>
      </w:r>
      <w:r w:rsidR="007A4374">
        <w:t xml:space="preserve">aus </w:t>
      </w:r>
      <w:r>
        <w:t xml:space="preserve">dem breiten Drehgeber-Portfolio </w:t>
      </w:r>
      <w:r w:rsidR="007A4374">
        <w:t>von Baumer</w:t>
      </w:r>
      <w:r w:rsidR="004D3939">
        <w:t xml:space="preserve">: </w:t>
      </w:r>
      <w:r w:rsidR="00650021">
        <w:t xml:space="preserve">Über die IO-Link Schnittstelle liefert er die Position </w:t>
      </w:r>
      <w:r w:rsidR="00B305AA">
        <w:t>und</w:t>
      </w:r>
      <w:r w:rsidR="00650021">
        <w:t xml:space="preserve"> Drehzahl </w:t>
      </w:r>
      <w:r w:rsidR="00B305AA">
        <w:t>oder lässt sich direkt als Drehzahlwächter parametrieren. Z</w:t>
      </w:r>
      <w:r>
        <w:t>wei</w:t>
      </w:r>
      <w:r w:rsidR="00B305AA">
        <w:t xml:space="preserve"> </w:t>
      </w:r>
      <w:r>
        <w:t xml:space="preserve">Schaltausgänge </w:t>
      </w:r>
      <w:r w:rsidR="00B305AA">
        <w:t>überwachen dann</w:t>
      </w:r>
      <w:r>
        <w:t xml:space="preserve"> Übergeschwindigkeit, Drehzahlbereich, Stillst</w:t>
      </w:r>
      <w:r w:rsidR="00B305AA">
        <w:t>a</w:t>
      </w:r>
      <w:r>
        <w:t>nd oder Drehrichtung</w:t>
      </w:r>
      <w:r w:rsidR="00B305AA">
        <w:t>.</w:t>
      </w:r>
      <w:r w:rsidR="008565F2">
        <w:t xml:space="preserve"> Der EB200E fügt sich dank </w:t>
      </w:r>
      <w:r w:rsidR="00952CD1">
        <w:t xml:space="preserve">äusserst </w:t>
      </w:r>
      <w:r w:rsidR="008565F2">
        <w:t xml:space="preserve">kompakter Bauweise platzsparend in die Maschinenkonstruktion ein. </w:t>
      </w:r>
      <w:r w:rsidR="00185D6F">
        <w:t>Die umfassenden Sensorlösungen für den Bereich Endverpackung runden das Baumer Angebot auf der drinktec ab.</w:t>
      </w:r>
    </w:p>
    <w:p w14:paraId="14C39DCE" w14:textId="6149FF10" w:rsidR="00DE2BB7" w:rsidRPr="00832110" w:rsidRDefault="3282A936" w:rsidP="00C01E98">
      <w:pPr>
        <w:pStyle w:val="BaumerFliesstext"/>
        <w:spacing w:before="240" w:line="360" w:lineRule="auto"/>
        <w:rPr>
          <w:szCs w:val="20"/>
        </w:rPr>
      </w:pPr>
      <w:r>
        <w:t>Weitere Informationen: www.baumer.com</w:t>
      </w:r>
    </w:p>
    <w:p w14:paraId="2F89AB0C" w14:textId="693FED05" w:rsidR="00CC2617" w:rsidRPr="00832110" w:rsidRDefault="3282A936" w:rsidP="00C01E98">
      <w:pPr>
        <w:pStyle w:val="BaumerFliesstext"/>
        <w:spacing w:before="240" w:line="360" w:lineRule="auto"/>
        <w:rPr>
          <w:szCs w:val="20"/>
        </w:rPr>
      </w:pPr>
      <w:r w:rsidRPr="00306B15">
        <w:rPr>
          <w:b/>
          <w:bCs/>
        </w:rPr>
        <w:t xml:space="preserve">Baumer auf der </w:t>
      </w:r>
      <w:r w:rsidR="00306B15" w:rsidRPr="00306B15">
        <w:rPr>
          <w:b/>
          <w:bCs/>
        </w:rPr>
        <w:t>drinktec</w:t>
      </w:r>
      <w:r w:rsidRPr="00306B15">
        <w:rPr>
          <w:b/>
          <w:bCs/>
        </w:rPr>
        <w:t xml:space="preserve">: Halle </w:t>
      </w:r>
      <w:r w:rsidR="00306B15" w:rsidRPr="00306B15">
        <w:rPr>
          <w:b/>
          <w:bCs/>
        </w:rPr>
        <w:t>A3</w:t>
      </w:r>
      <w:r w:rsidRPr="00306B15">
        <w:rPr>
          <w:b/>
          <w:bCs/>
        </w:rPr>
        <w:t xml:space="preserve">, Stand </w:t>
      </w:r>
      <w:r w:rsidR="00306B15" w:rsidRPr="00306B15">
        <w:rPr>
          <w:b/>
          <w:bCs/>
        </w:rPr>
        <w:t>300</w:t>
      </w:r>
    </w:p>
    <w:p w14:paraId="4F73C293" w14:textId="77777777" w:rsidR="009371DC" w:rsidRPr="00832110" w:rsidRDefault="009371DC" w:rsidP="00C01E98">
      <w:pPr>
        <w:pBdr>
          <w:bottom w:val="single" w:sz="4" w:space="1" w:color="auto"/>
        </w:pBdr>
        <w:rPr>
          <w:szCs w:val="20"/>
        </w:rPr>
      </w:pPr>
    </w:p>
    <w:p w14:paraId="26FC6BBA" w14:textId="46755E1E" w:rsidR="00CA1312" w:rsidRPr="00832110" w:rsidRDefault="3282A936" w:rsidP="00306B15">
      <w:pPr>
        <w:pStyle w:val="BaumerFliesstext"/>
        <w:tabs>
          <w:tab w:val="left" w:pos="3408"/>
        </w:tabs>
        <w:spacing w:before="120" w:line="360" w:lineRule="auto"/>
        <w:rPr>
          <w:iCs/>
          <w:szCs w:val="20"/>
        </w:rPr>
      </w:pPr>
      <w:r>
        <w:t xml:space="preserve">Bild: </w:t>
      </w:r>
      <w:r w:rsidR="00306B15">
        <w:t>Ressourcen schonen mit smarten Sensoren von Baumer (von links): PAC50 (Leitfähigkeit), PAD20 (Analyse), AFI4 (Leitfähigkeit). Bild: Baumer</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8B8557E" w:rsidR="004F726A"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F9598F">
        <w:rPr>
          <w:sz w:val="16"/>
          <w:szCs w:val="16"/>
        </w:rPr>
        <w:t>4260</w:t>
      </w:r>
      <w:r w:rsidRPr="3282A936">
        <w:rPr>
          <w:sz w:val="16"/>
          <w:szCs w:val="16"/>
        </w:rPr>
        <w:t xml:space="preserve"> </w:t>
      </w:r>
    </w:p>
    <w:p w14:paraId="02B49F8A" w14:textId="77777777" w:rsidR="00F9598F" w:rsidRPr="00832110" w:rsidRDefault="00F9598F" w:rsidP="3282A936">
      <w:pPr>
        <w:pStyle w:val="BaumerFliesstext"/>
        <w:tabs>
          <w:tab w:val="left" w:pos="3408"/>
        </w:tabs>
        <w:spacing w:line="360" w:lineRule="auto"/>
        <w:rPr>
          <w:sz w:val="16"/>
          <w:szCs w:val="16"/>
        </w:rPr>
      </w:pP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5F862830" w:rsidR="009644E9" w:rsidRDefault="004F726A" w:rsidP="004F726A">
      <w:pPr>
        <w:pStyle w:val="BaumerFliesstext"/>
        <w:tabs>
          <w:tab w:val="left" w:pos="3408"/>
        </w:tabs>
        <w:spacing w:line="360" w:lineRule="auto"/>
        <w:rPr>
          <w:b/>
          <w:szCs w:val="20"/>
        </w:rPr>
      </w:pPr>
      <w:r w:rsidRPr="00832110">
        <w:rPr>
          <w:b/>
          <w:szCs w:val="20"/>
        </w:rPr>
        <w:t xml:space="preserve"> </w:t>
      </w:r>
      <w:r w:rsidR="009644E9">
        <w:rPr>
          <w:b/>
          <w:szCs w:val="20"/>
        </w:rPr>
        <w:br w:type="page"/>
      </w:r>
    </w:p>
    <w:p w14:paraId="38C0B5BF" w14:textId="77777777" w:rsidR="004F726A" w:rsidRDefault="004F726A" w:rsidP="004F726A">
      <w:pPr>
        <w:pStyle w:val="BaumerFliesstext"/>
        <w:tabs>
          <w:tab w:val="left" w:pos="3408"/>
        </w:tabs>
        <w:spacing w:line="360" w:lineRule="auto"/>
        <w:rPr>
          <w:b/>
          <w:szCs w:val="20"/>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0E1A6E44" w:rsidR="006A3686" w:rsidRPr="006A3686" w:rsidRDefault="3282A936" w:rsidP="009644E9">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rund 2</w:t>
            </w:r>
            <w:r w:rsidR="00533547">
              <w:rPr>
                <w:sz w:val="16"/>
                <w:szCs w:val="16"/>
              </w:rPr>
              <w:t>8</w:t>
            </w:r>
            <w:r w:rsidRPr="3282A936">
              <w:rPr>
                <w:sz w:val="16"/>
                <w:szCs w:val="16"/>
              </w:rPr>
              <w:t xml:space="preserve">00 Mitarbeitern und 39 Niederlassungen in 19 Ländern immer nah beim Kunden. Mit weltweit gleichbleibend hohen Qualitätsstandards und einer grossen Innovationskraft verschafft Baumer seinen Kunden aus zahlreichen Branchen entscheidende Vorteile </w:t>
            </w:r>
            <w:r w:rsidR="009644E9">
              <w:rPr>
                <w:sz w:val="16"/>
                <w:szCs w:val="16"/>
              </w:rPr>
              <w:t xml:space="preserve">und messbaren Mehrwert. </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EB0EA4"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0D6EF2"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21D8CA5D" w14:textId="77777777" w:rsidR="008F78DF"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p>
          <w:p w14:paraId="182F54C3" w14:textId="0FFFBB39" w:rsidR="00CA1312" w:rsidRPr="000D342E" w:rsidRDefault="008F78DF" w:rsidP="3282A936">
            <w:pPr>
              <w:spacing w:line="240" w:lineRule="exact"/>
              <w:rPr>
                <w:sz w:val="16"/>
                <w:szCs w:val="16"/>
                <w:lang w:val="fr-FR"/>
              </w:rPr>
            </w:pPr>
            <w:r>
              <w:rPr>
                <w:sz w:val="16"/>
                <w:szCs w:val="16"/>
                <w:lang w:val="fr-FR"/>
              </w:rPr>
              <w:t>sales.ch@baumer.com</w:t>
            </w:r>
            <w:r w:rsidR="00CA1312" w:rsidRPr="000D342E">
              <w:rPr>
                <w:sz w:val="16"/>
                <w:szCs w:val="16"/>
                <w:lang w:val="fr-FR"/>
              </w:rPr>
              <w:tab/>
            </w:r>
          </w:p>
          <w:p w14:paraId="6AD38299" w14:textId="6DBBB41D" w:rsidR="00CA1312" w:rsidRPr="000D342E" w:rsidRDefault="000D6EF2" w:rsidP="004634A7">
            <w:pPr>
              <w:spacing w:line="240" w:lineRule="exact"/>
              <w:rPr>
                <w:b/>
                <w:bCs/>
                <w:sz w:val="16"/>
                <w:szCs w:val="16"/>
                <w:lang w:val="fr-FR"/>
              </w:rPr>
            </w:pPr>
            <w:hyperlink r:id="rId14"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0ED" w14:textId="77777777" w:rsidR="004634A7" w:rsidRDefault="004634A7">
      <w:r>
        <w:separator/>
      </w:r>
    </w:p>
  </w:endnote>
  <w:endnote w:type="continuationSeparator" w:id="0">
    <w:p w14:paraId="32F4BEB8" w14:textId="77777777" w:rsidR="004634A7" w:rsidRDefault="004634A7">
      <w:r>
        <w:continuationSeparator/>
      </w:r>
    </w:p>
  </w:endnote>
  <w:endnote w:type="continuationNotice" w:id="1">
    <w:p w14:paraId="69066797" w14:textId="77777777" w:rsidR="00D67CCA" w:rsidRDefault="00D6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12F3C8A6"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sidRPr="0122E108">
      <w:rPr>
        <w:sz w:val="20"/>
        <w:szCs w:val="20"/>
      </w:rPr>
      <w:t>Baumer Electric AG</w:t>
    </w:r>
  </w:p>
  <w:p w14:paraId="1A2EBA2E" w14:textId="6F3EE88F" w:rsidR="004634A7" w:rsidRDefault="004634A7">
    <w:pPr>
      <w:pStyle w:val="Fuzeile"/>
    </w:pPr>
    <w:r>
      <w:fldChar w:fldCharType="begin"/>
    </w:r>
    <w:r>
      <w:instrText xml:space="preserve"> SAVEDATE \@ "dd.MM.yyyy" \* MERGEFORMAT </w:instrText>
    </w:r>
    <w:r>
      <w:fldChar w:fldCharType="separate"/>
    </w:r>
    <w:r w:rsidR="000D6EF2">
      <w:rPr>
        <w:noProof/>
      </w:rPr>
      <w:t>24.06.2022</w:t>
    </w:r>
    <w:r>
      <w:fldChar w:fldCharType="end"/>
    </w:r>
    <w:r>
      <w:t>/</w:t>
    </w:r>
    <w:fldSimple w:instr=" AUTHOR  \* MERGEFORMAT ">
      <w:r w:rsidR="00B06E8A">
        <w:rPr>
          <w:noProof/>
        </w:rPr>
        <w:t>Baumer</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3696FD7D"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0D6EF2" w:rsidRPr="000D6EF2">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0D6EF2" w:rsidRPr="000D6EF2">
      <w:rPr>
        <w:noProof/>
        <w:sz w:val="16"/>
        <w:szCs w:val="16"/>
      </w:rPr>
      <w:t>3</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E8FE3F5"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sidRPr="0122E108">
      <w:rPr>
        <w:sz w:val="20"/>
        <w:szCs w:val="20"/>
      </w:rPr>
      <w:t>Baumer Electric AG</w:t>
    </w:r>
  </w:p>
  <w:p w14:paraId="6A96A66B" w14:textId="587A2F6D" w:rsidR="004634A7" w:rsidRDefault="004634A7">
    <w:pPr>
      <w:pStyle w:val="Fuzeile"/>
    </w:pPr>
    <w:r>
      <w:fldChar w:fldCharType="begin"/>
    </w:r>
    <w:r>
      <w:instrText xml:space="preserve"> SAVEDATE \@ "dd.MM.yyyy" \* MERGEFORMAT </w:instrText>
    </w:r>
    <w:r>
      <w:fldChar w:fldCharType="separate"/>
    </w:r>
    <w:r w:rsidR="000D6EF2">
      <w:rPr>
        <w:noProof/>
      </w:rPr>
      <w:t>24.06.2022</w:t>
    </w:r>
    <w:r>
      <w:fldChar w:fldCharType="end"/>
    </w:r>
    <w:r>
      <w:t>/</w:t>
    </w:r>
    <w:fldSimple w:instr=" AUTHOR  \* MERGEFORMAT ">
      <w:r w:rsidR="00B06E8A">
        <w:rPr>
          <w:noProof/>
        </w:rPr>
        <w:t>Baumer</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7BA6" w14:textId="77777777" w:rsidR="004634A7" w:rsidRDefault="004634A7">
      <w:r>
        <w:separator/>
      </w:r>
    </w:p>
  </w:footnote>
  <w:footnote w:type="continuationSeparator" w:id="0">
    <w:p w14:paraId="3517FB94" w14:textId="77777777" w:rsidR="004634A7" w:rsidRDefault="004634A7">
      <w:r>
        <w:continuationSeparator/>
      </w:r>
    </w:p>
  </w:footnote>
  <w:footnote w:type="continuationNotice" w:id="1">
    <w:p w14:paraId="271B613A" w14:textId="77777777" w:rsidR="00D67CCA" w:rsidRDefault="00D67C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54F"/>
    <w:rsid w:val="000038DB"/>
    <w:rsid w:val="00004CF2"/>
    <w:rsid w:val="00005EAF"/>
    <w:rsid w:val="000077A3"/>
    <w:rsid w:val="0001673B"/>
    <w:rsid w:val="000325AB"/>
    <w:rsid w:val="00045E52"/>
    <w:rsid w:val="00046785"/>
    <w:rsid w:val="00055535"/>
    <w:rsid w:val="0006218F"/>
    <w:rsid w:val="00070143"/>
    <w:rsid w:val="0007516C"/>
    <w:rsid w:val="000775EA"/>
    <w:rsid w:val="0008350F"/>
    <w:rsid w:val="00095264"/>
    <w:rsid w:val="00097970"/>
    <w:rsid w:val="00097DD2"/>
    <w:rsid w:val="000A3E53"/>
    <w:rsid w:val="000B4DDB"/>
    <w:rsid w:val="000C2765"/>
    <w:rsid w:val="000C360B"/>
    <w:rsid w:val="000C7D58"/>
    <w:rsid w:val="000D342E"/>
    <w:rsid w:val="000D6EF2"/>
    <w:rsid w:val="000F6DFA"/>
    <w:rsid w:val="00106CC0"/>
    <w:rsid w:val="00110207"/>
    <w:rsid w:val="00114804"/>
    <w:rsid w:val="0013782A"/>
    <w:rsid w:val="00143A62"/>
    <w:rsid w:val="001527D7"/>
    <w:rsid w:val="0016445F"/>
    <w:rsid w:val="00165C2D"/>
    <w:rsid w:val="00177780"/>
    <w:rsid w:val="00180C13"/>
    <w:rsid w:val="00181590"/>
    <w:rsid w:val="00185D6F"/>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5677B"/>
    <w:rsid w:val="00264746"/>
    <w:rsid w:val="00264E2E"/>
    <w:rsid w:val="00267869"/>
    <w:rsid w:val="002760F1"/>
    <w:rsid w:val="00277CF6"/>
    <w:rsid w:val="00285805"/>
    <w:rsid w:val="00285EA4"/>
    <w:rsid w:val="002877F1"/>
    <w:rsid w:val="00287C0E"/>
    <w:rsid w:val="0029257A"/>
    <w:rsid w:val="00297314"/>
    <w:rsid w:val="00297995"/>
    <w:rsid w:val="002C6B3F"/>
    <w:rsid w:val="002D14CA"/>
    <w:rsid w:val="002D3AE9"/>
    <w:rsid w:val="002E4D71"/>
    <w:rsid w:val="002F385B"/>
    <w:rsid w:val="002F4802"/>
    <w:rsid w:val="002F6854"/>
    <w:rsid w:val="00300A8D"/>
    <w:rsid w:val="00303333"/>
    <w:rsid w:val="00306B15"/>
    <w:rsid w:val="00313DF6"/>
    <w:rsid w:val="00313FF3"/>
    <w:rsid w:val="00314B63"/>
    <w:rsid w:val="0031526C"/>
    <w:rsid w:val="003166CA"/>
    <w:rsid w:val="00322386"/>
    <w:rsid w:val="003259A9"/>
    <w:rsid w:val="00341496"/>
    <w:rsid w:val="00341873"/>
    <w:rsid w:val="0034489E"/>
    <w:rsid w:val="00344D4B"/>
    <w:rsid w:val="00362F75"/>
    <w:rsid w:val="0036354F"/>
    <w:rsid w:val="003637E1"/>
    <w:rsid w:val="00387478"/>
    <w:rsid w:val="00392B64"/>
    <w:rsid w:val="003A3B92"/>
    <w:rsid w:val="003A3F92"/>
    <w:rsid w:val="003B7408"/>
    <w:rsid w:val="003C26BC"/>
    <w:rsid w:val="003C3463"/>
    <w:rsid w:val="003D2A80"/>
    <w:rsid w:val="003E0E6E"/>
    <w:rsid w:val="003E2143"/>
    <w:rsid w:val="003E7855"/>
    <w:rsid w:val="003F20BA"/>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9536A"/>
    <w:rsid w:val="004954B1"/>
    <w:rsid w:val="004A384B"/>
    <w:rsid w:val="004A5176"/>
    <w:rsid w:val="004B3E52"/>
    <w:rsid w:val="004B6E88"/>
    <w:rsid w:val="004C115C"/>
    <w:rsid w:val="004C2402"/>
    <w:rsid w:val="004D2A71"/>
    <w:rsid w:val="004D3939"/>
    <w:rsid w:val="004E4703"/>
    <w:rsid w:val="004F4434"/>
    <w:rsid w:val="004F726A"/>
    <w:rsid w:val="004F7E62"/>
    <w:rsid w:val="00500B82"/>
    <w:rsid w:val="005169A5"/>
    <w:rsid w:val="005238AD"/>
    <w:rsid w:val="00525504"/>
    <w:rsid w:val="00527366"/>
    <w:rsid w:val="00533547"/>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13EE"/>
    <w:rsid w:val="0060368B"/>
    <w:rsid w:val="00606786"/>
    <w:rsid w:val="00612C96"/>
    <w:rsid w:val="00615602"/>
    <w:rsid w:val="00616746"/>
    <w:rsid w:val="00616D28"/>
    <w:rsid w:val="00620C62"/>
    <w:rsid w:val="00621D67"/>
    <w:rsid w:val="00633ECC"/>
    <w:rsid w:val="0064675E"/>
    <w:rsid w:val="00650021"/>
    <w:rsid w:val="00661BFC"/>
    <w:rsid w:val="00661E9F"/>
    <w:rsid w:val="00664072"/>
    <w:rsid w:val="006746E5"/>
    <w:rsid w:val="00677D51"/>
    <w:rsid w:val="006836DF"/>
    <w:rsid w:val="006A2620"/>
    <w:rsid w:val="006A3686"/>
    <w:rsid w:val="006A4B9A"/>
    <w:rsid w:val="006A534E"/>
    <w:rsid w:val="006A71E6"/>
    <w:rsid w:val="006B0667"/>
    <w:rsid w:val="006B3EBB"/>
    <w:rsid w:val="006B6E15"/>
    <w:rsid w:val="006C6E41"/>
    <w:rsid w:val="006D2E9A"/>
    <w:rsid w:val="006D34E7"/>
    <w:rsid w:val="006D4588"/>
    <w:rsid w:val="006D7391"/>
    <w:rsid w:val="006E30E1"/>
    <w:rsid w:val="006F31E9"/>
    <w:rsid w:val="006F376E"/>
    <w:rsid w:val="006F7182"/>
    <w:rsid w:val="00701B5B"/>
    <w:rsid w:val="00705709"/>
    <w:rsid w:val="007113E8"/>
    <w:rsid w:val="00711D4A"/>
    <w:rsid w:val="00711FF0"/>
    <w:rsid w:val="00721831"/>
    <w:rsid w:val="007360F8"/>
    <w:rsid w:val="00755A38"/>
    <w:rsid w:val="00756FA8"/>
    <w:rsid w:val="007571A0"/>
    <w:rsid w:val="007658F6"/>
    <w:rsid w:val="00765D5D"/>
    <w:rsid w:val="007678A7"/>
    <w:rsid w:val="00776C67"/>
    <w:rsid w:val="00783AA5"/>
    <w:rsid w:val="00792874"/>
    <w:rsid w:val="007A4374"/>
    <w:rsid w:val="007A5BCD"/>
    <w:rsid w:val="007B749A"/>
    <w:rsid w:val="007B7DC4"/>
    <w:rsid w:val="007C103E"/>
    <w:rsid w:val="007C4734"/>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5F2"/>
    <w:rsid w:val="00856B24"/>
    <w:rsid w:val="00860FA5"/>
    <w:rsid w:val="00865A91"/>
    <w:rsid w:val="0087333E"/>
    <w:rsid w:val="00874ECF"/>
    <w:rsid w:val="0087580B"/>
    <w:rsid w:val="008842AD"/>
    <w:rsid w:val="008A13A1"/>
    <w:rsid w:val="008A29E0"/>
    <w:rsid w:val="008B07A9"/>
    <w:rsid w:val="008C108E"/>
    <w:rsid w:val="008C36AD"/>
    <w:rsid w:val="008D0576"/>
    <w:rsid w:val="008D07A9"/>
    <w:rsid w:val="008D3C11"/>
    <w:rsid w:val="008D4EC8"/>
    <w:rsid w:val="008D5145"/>
    <w:rsid w:val="008D5276"/>
    <w:rsid w:val="008E1C00"/>
    <w:rsid w:val="008E6D89"/>
    <w:rsid w:val="008F3F87"/>
    <w:rsid w:val="008F78DF"/>
    <w:rsid w:val="00903B1F"/>
    <w:rsid w:val="00910850"/>
    <w:rsid w:val="00923462"/>
    <w:rsid w:val="00924391"/>
    <w:rsid w:val="009251B4"/>
    <w:rsid w:val="009274F2"/>
    <w:rsid w:val="00927878"/>
    <w:rsid w:val="0093268C"/>
    <w:rsid w:val="009371DC"/>
    <w:rsid w:val="0093783A"/>
    <w:rsid w:val="009465A3"/>
    <w:rsid w:val="00952CD1"/>
    <w:rsid w:val="00960872"/>
    <w:rsid w:val="009633B6"/>
    <w:rsid w:val="00963B9A"/>
    <w:rsid w:val="00963F21"/>
    <w:rsid w:val="009644E9"/>
    <w:rsid w:val="00977539"/>
    <w:rsid w:val="0097757F"/>
    <w:rsid w:val="0098158F"/>
    <w:rsid w:val="00981741"/>
    <w:rsid w:val="00981973"/>
    <w:rsid w:val="00982434"/>
    <w:rsid w:val="00991F73"/>
    <w:rsid w:val="00995595"/>
    <w:rsid w:val="009A02E2"/>
    <w:rsid w:val="009B13EA"/>
    <w:rsid w:val="009C733C"/>
    <w:rsid w:val="009D48C3"/>
    <w:rsid w:val="009D7AE4"/>
    <w:rsid w:val="009E141A"/>
    <w:rsid w:val="009E6A8F"/>
    <w:rsid w:val="009E6DCD"/>
    <w:rsid w:val="009F2DA3"/>
    <w:rsid w:val="00A02DA0"/>
    <w:rsid w:val="00A16E6D"/>
    <w:rsid w:val="00A173F3"/>
    <w:rsid w:val="00A2137F"/>
    <w:rsid w:val="00A23DE1"/>
    <w:rsid w:val="00A2461C"/>
    <w:rsid w:val="00A26EED"/>
    <w:rsid w:val="00A314A3"/>
    <w:rsid w:val="00A34AF3"/>
    <w:rsid w:val="00A43F3E"/>
    <w:rsid w:val="00A443D2"/>
    <w:rsid w:val="00A57C8C"/>
    <w:rsid w:val="00A60557"/>
    <w:rsid w:val="00A65BAE"/>
    <w:rsid w:val="00A71E2C"/>
    <w:rsid w:val="00A72AA8"/>
    <w:rsid w:val="00A7551E"/>
    <w:rsid w:val="00A84F06"/>
    <w:rsid w:val="00A86164"/>
    <w:rsid w:val="00A91EA6"/>
    <w:rsid w:val="00A97B18"/>
    <w:rsid w:val="00AA22BA"/>
    <w:rsid w:val="00AB21AF"/>
    <w:rsid w:val="00AB2D68"/>
    <w:rsid w:val="00AC1BB0"/>
    <w:rsid w:val="00AD44E4"/>
    <w:rsid w:val="00AE20BD"/>
    <w:rsid w:val="00AF1413"/>
    <w:rsid w:val="00AF2711"/>
    <w:rsid w:val="00AF6DDE"/>
    <w:rsid w:val="00B0112F"/>
    <w:rsid w:val="00B025FE"/>
    <w:rsid w:val="00B02D40"/>
    <w:rsid w:val="00B039BA"/>
    <w:rsid w:val="00B068AD"/>
    <w:rsid w:val="00B06E8A"/>
    <w:rsid w:val="00B0720A"/>
    <w:rsid w:val="00B122D8"/>
    <w:rsid w:val="00B12B3E"/>
    <w:rsid w:val="00B179CB"/>
    <w:rsid w:val="00B305AA"/>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36A"/>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4C47"/>
    <w:rsid w:val="00C55978"/>
    <w:rsid w:val="00C63B5D"/>
    <w:rsid w:val="00C757BB"/>
    <w:rsid w:val="00C8703D"/>
    <w:rsid w:val="00C877C2"/>
    <w:rsid w:val="00C879A3"/>
    <w:rsid w:val="00C907CC"/>
    <w:rsid w:val="00C90C7E"/>
    <w:rsid w:val="00C91C68"/>
    <w:rsid w:val="00C9524D"/>
    <w:rsid w:val="00C97438"/>
    <w:rsid w:val="00CA0FA3"/>
    <w:rsid w:val="00CA1312"/>
    <w:rsid w:val="00CA2769"/>
    <w:rsid w:val="00CA548E"/>
    <w:rsid w:val="00CB1E03"/>
    <w:rsid w:val="00CC2617"/>
    <w:rsid w:val="00CC37E4"/>
    <w:rsid w:val="00CC4BC6"/>
    <w:rsid w:val="00CD69B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2FF8"/>
    <w:rsid w:val="00D7385A"/>
    <w:rsid w:val="00D73B0B"/>
    <w:rsid w:val="00D81A44"/>
    <w:rsid w:val="00D831A1"/>
    <w:rsid w:val="00D91BAC"/>
    <w:rsid w:val="00DA66DD"/>
    <w:rsid w:val="00DC04A8"/>
    <w:rsid w:val="00DC3BDC"/>
    <w:rsid w:val="00DD1F2B"/>
    <w:rsid w:val="00DD697F"/>
    <w:rsid w:val="00DE178E"/>
    <w:rsid w:val="00DE2BB7"/>
    <w:rsid w:val="00DE631F"/>
    <w:rsid w:val="00DE6C24"/>
    <w:rsid w:val="00DF399E"/>
    <w:rsid w:val="00DF4E68"/>
    <w:rsid w:val="00E3152C"/>
    <w:rsid w:val="00E355E3"/>
    <w:rsid w:val="00E35D19"/>
    <w:rsid w:val="00E43A4F"/>
    <w:rsid w:val="00E54A25"/>
    <w:rsid w:val="00E54CBE"/>
    <w:rsid w:val="00E644C3"/>
    <w:rsid w:val="00E66E57"/>
    <w:rsid w:val="00E71941"/>
    <w:rsid w:val="00E74F3F"/>
    <w:rsid w:val="00E94B12"/>
    <w:rsid w:val="00E97CBD"/>
    <w:rsid w:val="00EA1566"/>
    <w:rsid w:val="00EA2637"/>
    <w:rsid w:val="00EA2987"/>
    <w:rsid w:val="00EA2CE1"/>
    <w:rsid w:val="00EA6E92"/>
    <w:rsid w:val="00EB0EA4"/>
    <w:rsid w:val="00EB36DD"/>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2427"/>
    <w:rsid w:val="00F54167"/>
    <w:rsid w:val="00F562DD"/>
    <w:rsid w:val="00F70C7B"/>
    <w:rsid w:val="00F74B39"/>
    <w:rsid w:val="00F77404"/>
    <w:rsid w:val="00F87A1B"/>
    <w:rsid w:val="00F91B62"/>
    <w:rsid w:val="00F9598F"/>
    <w:rsid w:val="00F95B93"/>
    <w:rsid w:val="00F96E79"/>
    <w:rsid w:val="00FA2F42"/>
    <w:rsid w:val="00FA7852"/>
    <w:rsid w:val="00FB1DA1"/>
    <w:rsid w:val="00FB2211"/>
    <w:rsid w:val="00FB36B2"/>
    <w:rsid w:val="00FC3A27"/>
    <w:rsid w:val="00FD5317"/>
    <w:rsid w:val="00FD73D8"/>
    <w:rsid w:val="00FE1F3E"/>
    <w:rsid w:val="00FE6859"/>
    <w:rsid w:val="00FF13E0"/>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575164067">
      <w:bodyDiv w:val="1"/>
      <w:marLeft w:val="0"/>
      <w:marRight w:val="0"/>
      <w:marTop w:val="0"/>
      <w:marBottom w:val="0"/>
      <w:divBdr>
        <w:top w:val="none" w:sz="0" w:space="0" w:color="auto"/>
        <w:left w:val="none" w:sz="0" w:space="0" w:color="auto"/>
        <w:bottom w:val="none" w:sz="0" w:space="0" w:color="auto"/>
        <w:right w:val="none" w:sz="0" w:space="0" w:color="auto"/>
      </w:divBdr>
    </w:div>
    <w:div w:id="71593419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80993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571735">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911376">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44A0-0442-4542-9097-DC206C8F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8fc0e159-2a0d-4e0a-a71b-629d1cce7cc7"/>
    <ds:schemaRef ds:uri="http://www.w3.org/XML/1998/namespace"/>
  </ds:schemaRefs>
</ds:datastoreItem>
</file>

<file path=customXml/itemProps4.xml><?xml version="1.0" encoding="utf-8"?>
<ds:datastoreItem xmlns:ds="http://schemas.openxmlformats.org/officeDocument/2006/customXml" ds:itemID="{A000F8BF-6E88-4841-8C50-FA8FFD7C9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3F1B341A.dotm</Template>
  <TotalTime>0</TotalTime>
  <Pages>3</Pages>
  <Words>809</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67</cp:revision>
  <cp:lastPrinted>2022-06-23T13:05:00Z</cp:lastPrinted>
  <dcterms:created xsi:type="dcterms:W3CDTF">2019-07-22T11:54:00Z</dcterms:created>
  <dcterms:modified xsi:type="dcterms:W3CDTF">2022-07-06T09:46:00Z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